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7FC40" w14:textId="77777777" w:rsidR="00D73046" w:rsidRDefault="00D73046" w:rsidP="00D73046">
      <w:pPr>
        <w:spacing w:after="120"/>
      </w:pPr>
    </w:p>
    <w:p w14:paraId="140E9C18" w14:textId="09C6B95E" w:rsidR="00D73046" w:rsidRDefault="00D73046" w:rsidP="00D73046">
      <w:r>
        <w:rPr>
          <w:noProof/>
        </w:rPr>
        <w:drawing>
          <wp:inline distT="0" distB="0" distL="0" distR="0" wp14:anchorId="27C1F795" wp14:editId="58187AA3">
            <wp:extent cx="5727700" cy="1880235"/>
            <wp:effectExtent l="0" t="0" r="635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stretch>
                      <a:fillRect/>
                    </a:stretch>
                  </pic:blipFill>
                  <pic:spPr>
                    <a:xfrm>
                      <a:off x="0" y="0"/>
                      <a:ext cx="5727700" cy="1880235"/>
                    </a:xfrm>
                    <a:prstGeom prst="rect">
                      <a:avLst/>
                    </a:prstGeom>
                  </pic:spPr>
                </pic:pic>
              </a:graphicData>
            </a:graphic>
          </wp:inline>
        </w:drawing>
      </w:r>
    </w:p>
    <w:p w14:paraId="6C7596CB" w14:textId="5467254B" w:rsidR="00D73046" w:rsidRDefault="00D73046" w:rsidP="00D73046">
      <w:pPr>
        <w:pStyle w:val="Heading1"/>
        <w:spacing w:before="0" w:after="120"/>
      </w:pPr>
      <w:r>
        <w:t>Ngā akoranga whakawhiti BikeReady</w:t>
      </w:r>
    </w:p>
    <w:p w14:paraId="7626ED18" w14:textId="621B5E31" w:rsidR="00D73046" w:rsidRPr="003D26CF" w:rsidRDefault="00D73046" w:rsidP="00D73046">
      <w:pPr>
        <w:spacing w:after="120"/>
      </w:pPr>
      <w:r>
        <w:t>He urupounamu mā ngā ākonga ki ngā whakapātari me ngā whai wāhitanga mō ngā kaieke pahikara i roto i te hapori. I whakahoungia i te tau 2022.</w:t>
      </w:r>
    </w:p>
    <w:p w14:paraId="4E629B98" w14:textId="77777777" w:rsidR="00D73046" w:rsidRPr="00C52813" w:rsidRDefault="00D73046" w:rsidP="00D73046">
      <w:pPr>
        <w:spacing w:after="120"/>
      </w:pPr>
    </w:p>
    <w:p w14:paraId="37F7E305" w14:textId="77777777" w:rsidR="00D73046" w:rsidRPr="00C52813" w:rsidRDefault="00D73046" w:rsidP="00D73046">
      <w:pPr>
        <w:spacing w:after="120"/>
      </w:pPr>
      <w:r>
        <w:t>E ai ki ngā momo hohenga e 5: whakamahere, auaha, whakaaro, rangahau, mahi.</w:t>
      </w:r>
    </w:p>
    <w:p w14:paraId="3BCD17A0" w14:textId="77777777" w:rsidR="00D73046" w:rsidRPr="009A0309" w:rsidRDefault="00D73046" w:rsidP="00EE4E34">
      <w:pPr>
        <w:rPr>
          <w:iCs/>
        </w:rPr>
      </w:pPr>
      <w:r>
        <w:t xml:space="preserve">Me arohaehae me te whakaaro auaha mō ngā kaieke pahikara i roto i te hapori.  Kōwhiria tētahi o ngā huatau e whai ake hei whakawhānui i tō whakaaro mō ngā kaieke pahikara, hangaia rānei tāu ake. </w:t>
      </w:r>
    </w:p>
    <w:p w14:paraId="461022AD" w14:textId="77777777" w:rsidR="00D73046" w:rsidRPr="00C52813" w:rsidRDefault="00D73046" w:rsidP="00EE4E34">
      <w:pPr>
        <w:spacing w:after="60"/>
        <w:rPr>
          <w:i/>
        </w:rPr>
      </w:pPr>
    </w:p>
    <w:p w14:paraId="740F209C" w14:textId="544C47BF" w:rsidR="00D73046" w:rsidRPr="00C52813" w:rsidRDefault="00D73046" w:rsidP="00EE4E34">
      <w:pPr>
        <w:pStyle w:val="Heading2"/>
        <w:spacing w:before="0"/>
      </w:pPr>
      <w:r>
        <w:t>T.1. Me WHAKAMAHERE he wāhi mātātoa eke pahikara i roto i tō hapori mō ngā kaieke pahikara me ngā Pūkenga Kōeke 1</w:t>
      </w:r>
    </w:p>
    <w:p w14:paraId="0362F1BE" w14:textId="77777777" w:rsidR="00D73046" w:rsidRDefault="00D73046" w:rsidP="00EE4E34"/>
    <w:p w14:paraId="05E0BD40" w14:textId="77777777" w:rsidR="00D73046" w:rsidRPr="001F3F86" w:rsidRDefault="00D73046" w:rsidP="00EE4E34">
      <w:pPr>
        <w:pStyle w:val="Heading3"/>
        <w:spacing w:before="60"/>
      </w:pPr>
      <w:r>
        <w:t>Tauari</w:t>
      </w:r>
    </w:p>
    <w:p w14:paraId="19C8EEB5" w14:textId="77777777" w:rsidR="00D73046" w:rsidRPr="00C52813" w:rsidRDefault="00D73046" w:rsidP="00D73046">
      <w:pPr>
        <w:spacing w:after="120"/>
      </w:pPr>
      <w:r>
        <w:t xml:space="preserve">Kei te hiahia te kāwanatanga ā-rohe ki te tautoko i ngā kirirarau e uara ana me te whakamahi i ngā ikiiki toitū i roto i te hapori tata. Ko tētahi kaupapa ko te mahi tahi ki ngā taiohi ki te whakawhanake i ngā kōwhiringa mō te hīkoi me te eke pahikara. </w:t>
      </w:r>
    </w:p>
    <w:p w14:paraId="4C7A60E8" w14:textId="77777777" w:rsidR="00D73046" w:rsidRDefault="00D73046" w:rsidP="00D73046">
      <w:pPr>
        <w:spacing w:after="120"/>
      </w:pPr>
      <w:r>
        <w:t xml:space="preserve">E whakaatu ana ngā rangahau kei te hiahia ngā kaieke pahikara hou ki ngā papa tākaro kia ngahau, ā, kia haumaru ai rātau i te wā e whakaharatau ana i te eke pahikara. </w:t>
      </w:r>
    </w:p>
    <w:p w14:paraId="0DE4853E" w14:textId="77777777" w:rsidR="00D73046" w:rsidRPr="00C52813" w:rsidRDefault="00D73046" w:rsidP="00D73046">
      <w:pPr>
        <w:spacing w:after="120"/>
      </w:pPr>
      <w:r>
        <w:t xml:space="preserve">Kua tonoa tō kura ki te tautohu me te hoahoa i tētahi wāhi mātātoa mō ngā kaieke pahikara whai pūkenga Kōeke 1 e hiahia ana ki te whakaharatau i te eke pahikara i tētahi pāka paetata, i te takiwā kura, i ngā whare hapori, te tūnga waka rānei kāore i te whakamahia rānei, aha atu, aha atu. </w:t>
      </w:r>
    </w:p>
    <w:p w14:paraId="12D850A7" w14:textId="77777777" w:rsidR="00D73046" w:rsidRPr="00C52813" w:rsidRDefault="00D73046" w:rsidP="00D73046">
      <w:pPr>
        <w:pStyle w:val="ListParagraph"/>
        <w:numPr>
          <w:ilvl w:val="0"/>
          <w:numId w:val="21"/>
        </w:numPr>
        <w:spacing w:after="120"/>
      </w:pPr>
      <w:r>
        <w:t xml:space="preserve">Me mātua tōtika ngā wāhi mātātoa mō ngā kaieke pahikara hou kua tutuki nei i a rātau te akoranga whakangungu pūkenga Pahikara Kōeke 1, ā, me whai kōwhiringa uaua mō ngā kaieke pahikara matatau hoki. </w:t>
      </w:r>
    </w:p>
    <w:p w14:paraId="0F9AC1D4" w14:textId="77777777" w:rsidR="00D73046" w:rsidRPr="00C52813" w:rsidRDefault="00D73046" w:rsidP="00D73046">
      <w:pPr>
        <w:pStyle w:val="ListParagraph"/>
        <w:numPr>
          <w:ilvl w:val="0"/>
          <w:numId w:val="21"/>
        </w:numPr>
        <w:spacing w:after="120"/>
      </w:pPr>
      <w:r>
        <w:t xml:space="preserve">Ko ēnei wāhi mātātoa kia haumaru, ā, kia tino arohia e ngā taiohi. </w:t>
      </w:r>
    </w:p>
    <w:p w14:paraId="3F0AAD78" w14:textId="77777777" w:rsidR="00D73046" w:rsidRPr="00C52813" w:rsidRDefault="00D73046" w:rsidP="00D73046">
      <w:pPr>
        <w:pStyle w:val="ListParagraph"/>
        <w:numPr>
          <w:ilvl w:val="0"/>
          <w:numId w:val="21"/>
        </w:numPr>
        <w:spacing w:after="120"/>
      </w:pPr>
      <w:r>
        <w:t>Kei te hiahia te kāwanatanga ā-rohe ki te whakauru mai i ngā tamariki ki te hoahoatanga i te mea he auau te wareware i ngā kaihoahoa pakeke ngā wāhi motuhake, tūtohu whenua me ngā whakapātari e hiahia ana ngā tamariki ki te hōpara ina eke pahikara me ētahi atu.</w:t>
      </w:r>
    </w:p>
    <w:p w14:paraId="17ADAB10" w14:textId="19F6943F" w:rsidR="00B24253" w:rsidRDefault="00B24253">
      <w:pPr>
        <w:rPr>
          <w:b/>
          <w:bCs/>
        </w:rPr>
      </w:pPr>
      <w:r>
        <w:rPr>
          <w:b/>
          <w:bCs/>
        </w:rPr>
        <w:br w:type="page"/>
      </w:r>
    </w:p>
    <w:p w14:paraId="7C884FD0" w14:textId="77777777" w:rsidR="00D73046" w:rsidRPr="00127BD7" w:rsidRDefault="00D73046" w:rsidP="0052275C">
      <w:pPr>
        <w:pStyle w:val="Heading3"/>
      </w:pPr>
      <w:r>
        <w:lastRenderedPageBreak/>
        <w:t>Mahinga</w:t>
      </w:r>
    </w:p>
    <w:p w14:paraId="146AD7F3" w14:textId="77777777" w:rsidR="00D73046" w:rsidRDefault="00D73046" w:rsidP="00D73046">
      <w:pPr>
        <w:spacing w:after="120"/>
      </w:pPr>
      <w:r>
        <w:t xml:space="preserve">Me hanga e koe tētahi mahere o ō ara me ngā wāhi mātātoa e marohitia ana, tae atu ki ngā tuhinga e whakamārama ana he aha i whakaurua mai ai ngā tini āhuatanga me ngā wāhi. </w:t>
      </w:r>
    </w:p>
    <w:p w14:paraId="61EB42A4" w14:textId="77777777" w:rsidR="00D73046" w:rsidRPr="00C52813" w:rsidRDefault="00D73046" w:rsidP="00D73046">
      <w:pPr>
        <w:spacing w:after="120"/>
      </w:pPr>
      <w:r>
        <w:t xml:space="preserve">Ka tautohu anō tō marohitanga i ngā rauemi, aratohu me ngā rauemi whakatairanga e aro ana ki ngā ākonga i tutuki i te akoranga whakangungu Pūkenga Pahikara Kōeke 1. </w:t>
      </w:r>
    </w:p>
    <w:p w14:paraId="196884B7" w14:textId="77777777" w:rsidR="00D73046" w:rsidRPr="00C52813" w:rsidRDefault="00D73046" w:rsidP="001240AA">
      <w:r>
        <w:t>Whakaputaina tō mahere ara pahikara me ō rauemi tautoko hei mātārere, hei aratohu hāereere ki tētahi paetukutuku, hei Google Map, hei whakaaturanga whakaahua, hei pānui rongorau mō te pouaka whakaata tamariki, hei ataata hīkoi, hei toi ara hīkoi, ki tētahi atu takotoranga rānei.</w:t>
      </w:r>
    </w:p>
    <w:p w14:paraId="59B832FA" w14:textId="77777777" w:rsidR="00D73046" w:rsidRPr="00C52813" w:rsidRDefault="00D73046" w:rsidP="001240AA"/>
    <w:p w14:paraId="0A887A23" w14:textId="77777777" w:rsidR="00D73046" w:rsidRPr="00C52813" w:rsidRDefault="00D73046" w:rsidP="001240AA">
      <w:pPr>
        <w:pStyle w:val="Heading2"/>
        <w:spacing w:before="0"/>
      </w:pPr>
      <w:r>
        <w:t xml:space="preserve">T.2. WAIHANGA ara pahikara ngahau i roto i tō rohe  </w:t>
      </w:r>
    </w:p>
    <w:p w14:paraId="30C257F9" w14:textId="77777777" w:rsidR="00D73046" w:rsidRDefault="00D73046" w:rsidP="001240AA"/>
    <w:p w14:paraId="2AB5BB55" w14:textId="77777777" w:rsidR="00D73046" w:rsidRPr="00C52813" w:rsidRDefault="00D73046" w:rsidP="00D73046">
      <w:pPr>
        <w:spacing w:after="120"/>
      </w:pPr>
      <w:r>
        <w:t>Waihanga ara pahikara ngahau i roto i tō hapori tata mō ngā kaieke pahikara whai pūkenga Kōeke 2, 3, teitei ake rānei.</w:t>
      </w:r>
    </w:p>
    <w:p w14:paraId="18E0777C" w14:textId="77777777" w:rsidR="00D73046" w:rsidRPr="00C52813" w:rsidRDefault="00D73046" w:rsidP="00D73046">
      <w:pPr>
        <w:spacing w:after="120"/>
      </w:pPr>
      <w:r>
        <w:t xml:space="preserve">Me tuari tētahi mahere rauemi 'E hia te tawhiti mai i konei ki korā?' mō ngā ara pahikara ka hangaia e koe ki tō rohe. Whakamahia ngā raraunga ine aronga whānui, rerekē hoki kua kitea e koe. </w:t>
      </w:r>
    </w:p>
    <w:p w14:paraId="76548E16" w14:textId="77777777" w:rsidR="00D73046" w:rsidRPr="00C52813" w:rsidRDefault="00D73046" w:rsidP="00D73046">
      <w:pPr>
        <w:spacing w:after="120"/>
      </w:pPr>
      <w:r>
        <w:t>Ki tētahi mahere o te akomanga/kura/wāhi paetata, tuhia tētahi ara pahikara paetata ka tono ki ngā ākonga ki te tuhi i ngā tohutohu tika.</w:t>
      </w:r>
    </w:p>
    <w:p w14:paraId="24DBCB1E" w14:textId="77777777" w:rsidR="00D73046" w:rsidRPr="00C52813" w:rsidRDefault="00D73046" w:rsidP="00D73046">
      <w:pPr>
        <w:spacing w:after="120"/>
      </w:pPr>
      <w:r>
        <w:t>Tonoa ngā ākonga ki te mahi takirua hei waihanga i ō rātau ake ara me te tuhi tohutohu hei whai mā tētahi hoa.</w:t>
      </w:r>
    </w:p>
    <w:p w14:paraId="1F0C11BF" w14:textId="77777777" w:rsidR="00D73046" w:rsidRDefault="00D73046" w:rsidP="00D73046">
      <w:pPr>
        <w:spacing w:after="120"/>
      </w:pPr>
      <w:r>
        <w:t xml:space="preserve">Tirohia ngā ara i tohua e ngā ākonga. </w:t>
      </w:r>
    </w:p>
    <w:p w14:paraId="2D1189AE" w14:textId="77777777" w:rsidR="00D73046" w:rsidRPr="00C52813" w:rsidRDefault="00D73046" w:rsidP="001240AA">
      <w:r>
        <w:t>Tonoa ia takirua o ngā ākonga ki te tuhi i ngā tohutohu hei whai mō tētahi o ngā ara. Waihangatia ki tētahi takotoranga tūtohu kia taea ai te māka tika, hē rānei mēnā kei te tika ā rātau tohutohu i te riunga.</w:t>
      </w:r>
    </w:p>
    <w:p w14:paraId="71C8D945" w14:textId="77777777" w:rsidR="00D73046" w:rsidRPr="00E3042D" w:rsidRDefault="00D73046" w:rsidP="001240AA">
      <w:pPr>
        <w:rPr>
          <w:sz w:val="8"/>
          <w:szCs w:val="8"/>
        </w:rPr>
      </w:pPr>
    </w:p>
    <w:p w14:paraId="48E34A12" w14:textId="56661260" w:rsidR="00D73046" w:rsidRPr="00C52813" w:rsidRDefault="00D73046" w:rsidP="00EE4E34">
      <w:pPr>
        <w:pStyle w:val="Heading2"/>
        <w:spacing w:before="0"/>
      </w:pPr>
      <w:r>
        <w:t xml:space="preserve">T.3. POHEWA - Whakaaro arohaehae, auaha hoki mō te wāhanga o te kaieke pahikara kirirarau i roto i ngā hapori me ngā tāonenui o anamata </w:t>
      </w:r>
    </w:p>
    <w:p w14:paraId="529D6D7A" w14:textId="77777777" w:rsidR="00D73046" w:rsidRPr="00E3042D" w:rsidRDefault="00D73046" w:rsidP="00EE4E34">
      <w:pPr>
        <w:rPr>
          <w:sz w:val="8"/>
          <w:szCs w:val="8"/>
        </w:rPr>
      </w:pPr>
    </w:p>
    <w:p w14:paraId="7C7DD275" w14:textId="77777777" w:rsidR="00D73046" w:rsidRPr="00872467" w:rsidRDefault="00D73046" w:rsidP="00EE4E34">
      <w:pPr>
        <w:pStyle w:val="Heading3"/>
        <w:spacing w:before="0"/>
      </w:pPr>
      <w:r>
        <w:t>Tauari</w:t>
      </w:r>
    </w:p>
    <w:p w14:paraId="01FFDD5A" w14:textId="77777777" w:rsidR="00D73046" w:rsidRPr="00C52813" w:rsidRDefault="00D73046" w:rsidP="00D73046">
      <w:pPr>
        <w:spacing w:after="120"/>
      </w:pPr>
      <w:r>
        <w:t xml:space="preserve">Ka māmā ake, ka haumaru i ngā rori ki te nekeneke rawa, tāngata hoki. He rawa tūhonohono ngā rori e pae ana i tō kura me tō pokapū toa hokohoko paetata mō te haere haumaru ake. </w:t>
      </w:r>
    </w:p>
    <w:p w14:paraId="4FDB6923" w14:textId="77777777" w:rsidR="00D73046" w:rsidRPr="00C52813" w:rsidRDefault="00D73046" w:rsidP="00D73046">
      <w:pPr>
        <w:spacing w:after="120"/>
      </w:pPr>
      <w:r>
        <w:t xml:space="preserve">Ka whai wāhi atu ngā kirirarau ki ngā rawa ngātahi. He whakapātari ka puta i te whakamahi tahi i ngā rori paetata. Ka manaaki ngā kirirarau tētahi i tētahi ina whakamahi tahi ana i ngā rawa pērā i ngā rori paetata. </w:t>
      </w:r>
    </w:p>
    <w:p w14:paraId="2F5D3A56" w14:textId="77777777" w:rsidR="00D73046" w:rsidRPr="00C52813" w:rsidRDefault="00D73046" w:rsidP="00D73046">
      <w:pPr>
        <w:spacing w:after="120"/>
      </w:pPr>
      <w:r>
        <w:t>Me he kaieke pahikara kirirarau koe:</w:t>
      </w:r>
    </w:p>
    <w:p w14:paraId="2693BED3" w14:textId="77777777" w:rsidR="00D73046" w:rsidRPr="00F35B7A" w:rsidRDefault="00D73046" w:rsidP="00D73046">
      <w:pPr>
        <w:pStyle w:val="ListParagraph"/>
        <w:numPr>
          <w:ilvl w:val="0"/>
          <w:numId w:val="22"/>
        </w:numPr>
        <w:spacing w:after="120"/>
      </w:pPr>
      <w:r>
        <w:t xml:space="preserve">ka rongohia tō reo, e whai wāhi ana koe, he hira koe, ā, ka whai hua āu mahi </w:t>
      </w:r>
    </w:p>
    <w:p w14:paraId="0D0C665E" w14:textId="77777777" w:rsidR="00D73046" w:rsidRPr="00F35B7A" w:rsidRDefault="00D73046" w:rsidP="00D73046">
      <w:pPr>
        <w:pStyle w:val="ListParagraph"/>
        <w:numPr>
          <w:ilvl w:val="0"/>
          <w:numId w:val="22"/>
        </w:numPr>
        <w:spacing w:after="120"/>
      </w:pPr>
      <w:r>
        <w:t>mā ngā tikanga me ngā ture e tiaki ō motika me te whakamōhio ki a tātau ō kawenga hei kaieke pahikara, hei kirirarau</w:t>
      </w:r>
    </w:p>
    <w:p w14:paraId="2FBFE317" w14:textId="77777777" w:rsidR="00D73046" w:rsidRPr="00C52813" w:rsidRDefault="00D73046" w:rsidP="00D73046">
      <w:pPr>
        <w:pStyle w:val="ListParagraph"/>
        <w:numPr>
          <w:ilvl w:val="0"/>
          <w:numId w:val="22"/>
        </w:numPr>
        <w:spacing w:after="120"/>
      </w:pPr>
      <w:r>
        <w:t xml:space="preserve">ka whakatūturu ngā tikanga me ngā ture kei te noho tahi, kei te mahi tahi tātau e ai ki ngā tikanga tika, haumaru hoki. </w:t>
      </w:r>
    </w:p>
    <w:p w14:paraId="5E1B42C5" w14:textId="77777777" w:rsidR="00D73046" w:rsidRDefault="00D73046" w:rsidP="00D73046">
      <w:pPr>
        <w:spacing w:after="120"/>
      </w:pPr>
      <w:r>
        <w:t>Pohewatia he pūtea ā tō hapori hei whakatū i ētahi ‘takiwā pahikara anake' puta noa i ngā hapori paetata.</w:t>
      </w:r>
    </w:p>
    <w:p w14:paraId="47F061A8" w14:textId="15126C51" w:rsidR="00D73046" w:rsidRDefault="00D73046" w:rsidP="00B24253">
      <w:pPr>
        <w:spacing w:after="120"/>
      </w:pPr>
      <w:r>
        <w:t>Kei te hiahia tō kura me tō hapori ki te tono. Mahi tahi me ētahi atu ki te waihanga i tētahi kaupapa marohi mō te hanga takiwā pahikara anake i roto i tōu rohe paetata.</w:t>
      </w:r>
    </w:p>
    <w:p w14:paraId="44BAE499" w14:textId="77777777" w:rsidR="00D73046" w:rsidRPr="009E5294" w:rsidRDefault="00D73046" w:rsidP="0052275C">
      <w:pPr>
        <w:pStyle w:val="Heading3"/>
      </w:pPr>
      <w:r>
        <w:lastRenderedPageBreak/>
        <w:t>Mahinga</w:t>
      </w:r>
    </w:p>
    <w:p w14:paraId="50E08EE8" w14:textId="77777777" w:rsidR="00D73046" w:rsidRPr="00C52813" w:rsidRDefault="00D73046" w:rsidP="00D73046">
      <w:pPr>
        <w:spacing w:after="120"/>
      </w:pPr>
      <w:r>
        <w:t xml:space="preserve">1. Tīpakohia tētahi takiwā/wāhi ikiiki toritori e tūtata ana ki tō kura, kāinga rānei ka aukatia ai ngā waka ā-penehīni, ā-hiko rānei. Tohua tēnei rohe ki tētahi mahere. </w:t>
      </w:r>
    </w:p>
    <w:p w14:paraId="51D74581" w14:textId="77777777" w:rsidR="00D73046" w:rsidRPr="00C52813" w:rsidRDefault="00D73046" w:rsidP="00D73046">
      <w:pPr>
        <w:spacing w:after="120"/>
      </w:pPr>
      <w:r>
        <w:t xml:space="preserve">2. Whiriwhiri ka pēhea te pānga atu ki ngā tāngata, ngā wāhi me te aorangi nei. </w:t>
      </w:r>
    </w:p>
    <w:p w14:paraId="4A923CEE" w14:textId="77777777" w:rsidR="00D73046" w:rsidRDefault="00D73046" w:rsidP="00D73046">
      <w:pPr>
        <w:spacing w:after="120"/>
      </w:pPr>
      <w:r>
        <w:t xml:space="preserve">3. Whakaaro ki ngā tāngata me ngā rōpū ki tō hapori. </w:t>
      </w:r>
    </w:p>
    <w:p w14:paraId="673852D8" w14:textId="77777777" w:rsidR="00D73046" w:rsidRDefault="00D73046" w:rsidP="00D73046">
      <w:pPr>
        <w:spacing w:after="120"/>
      </w:pPr>
      <w:r>
        <w:t>Ko wai ka whai huanga i tētahi ture 'takiwā pahikara anake'?</w:t>
      </w:r>
    </w:p>
    <w:p w14:paraId="76CF273F" w14:textId="77777777" w:rsidR="00D73046" w:rsidRDefault="00D73046" w:rsidP="00D73046">
      <w:pPr>
        <w:spacing w:after="120"/>
      </w:pPr>
      <w:r>
        <w:t>Ko wai ka whakataumahatia?</w:t>
      </w:r>
    </w:p>
    <w:p w14:paraId="0421829E" w14:textId="77777777" w:rsidR="00D73046" w:rsidRDefault="00D73046" w:rsidP="00D73046">
      <w:pPr>
        <w:spacing w:after="120"/>
      </w:pPr>
      <w:r>
        <w:t>Ko wai te hunga kāore e pāngia?</w:t>
      </w:r>
    </w:p>
    <w:p w14:paraId="149C9C13" w14:textId="77777777" w:rsidR="00D73046" w:rsidRDefault="00D73046" w:rsidP="00D73046">
      <w:pPr>
        <w:spacing w:after="120"/>
      </w:pPr>
      <w:r>
        <w:t>Whakamahia tētahi mahere SOLO Discuss hei tautoko, hei āki i te whakaaroaro hōhonu ake.</w:t>
      </w:r>
    </w:p>
    <w:p w14:paraId="571C52FA" w14:textId="77777777" w:rsidR="00D73046" w:rsidRPr="00C52813" w:rsidRDefault="00000000" w:rsidP="00D73046">
      <w:pPr>
        <w:spacing w:after="120"/>
      </w:pPr>
      <w:hyperlink r:id="rId9" w:history="1">
        <w:r w:rsidR="00D73046">
          <w:rPr>
            <w:rStyle w:val="Hyperlink"/>
          </w:rPr>
          <w:t>HookED SOLO Discuss (Describe++) map</w:t>
        </w:r>
      </w:hyperlink>
    </w:p>
    <w:p w14:paraId="74A824FF" w14:textId="77777777" w:rsidR="00D73046" w:rsidRPr="00C52813" w:rsidRDefault="00D73046" w:rsidP="00D73046">
      <w:pPr>
        <w:spacing w:after="120"/>
      </w:pPr>
      <w:r>
        <w:t>4. Tautohua ngā rawa hapori katoa kei roto i te takiwā me torotoro e te iwi whānui.</w:t>
      </w:r>
    </w:p>
    <w:p w14:paraId="71A04537" w14:textId="77777777" w:rsidR="00D73046" w:rsidRPr="00C52813" w:rsidRDefault="00D73046" w:rsidP="00D73046">
      <w:pPr>
        <w:spacing w:after="120"/>
      </w:pPr>
      <w:r>
        <w:t xml:space="preserve">5. Waihangatia tētahi mahere e whakaahua ana me pēhea te mahi tahi a ngā kirirarau hei whakatūturu ka taea e tāngata katoa kei te hiahia haere i roto i tēnei takiwā ki te pērā. </w:t>
      </w:r>
    </w:p>
    <w:p w14:paraId="2C8C557A" w14:textId="77777777" w:rsidR="00D73046" w:rsidRPr="00C52813" w:rsidRDefault="00D73046" w:rsidP="00D73046">
      <w:pPr>
        <w:spacing w:after="120"/>
      </w:pPr>
      <w:r>
        <w:t xml:space="preserve">6. Waihangatia ngā ture mā ngā kaiwhakamahi pahikara me ngā kaihīkoi e whakamahi ana i te takiwā. </w:t>
      </w:r>
    </w:p>
    <w:p w14:paraId="1EB804F6" w14:textId="77777777" w:rsidR="00D73046" w:rsidRPr="00C52813" w:rsidRDefault="00D73046" w:rsidP="00D73046">
      <w:pPr>
        <w:spacing w:after="120"/>
      </w:pPr>
      <w:r>
        <w:t>7. Me hanga he rauemi mō ngā tino pātai (NGĀ TINO PĀTAI) hei āwhina ki te whakautu i ngā pātai pēnei i ēnei:</w:t>
      </w:r>
    </w:p>
    <w:p w14:paraId="14A30A77" w14:textId="77777777" w:rsidR="00D73046" w:rsidRPr="00C52813" w:rsidRDefault="00D73046" w:rsidP="00D73046">
      <w:pPr>
        <w:spacing w:after="120"/>
        <w:ind w:left="360"/>
      </w:pPr>
      <w:r>
        <w:t xml:space="preserve">Ka pēhea te mino pahikara a ngā kirirarau? </w:t>
      </w:r>
    </w:p>
    <w:p w14:paraId="4DD53A71" w14:textId="77777777" w:rsidR="00D73046" w:rsidRPr="00C52813" w:rsidRDefault="00D73046" w:rsidP="00D73046">
      <w:pPr>
        <w:spacing w:after="120"/>
        <w:ind w:left="360"/>
      </w:pPr>
      <w:r>
        <w:t xml:space="preserve">Ka pēhea te ako a ngā kirirarau ki te eke pahikara? </w:t>
      </w:r>
    </w:p>
    <w:p w14:paraId="082FD845" w14:textId="77777777" w:rsidR="00D73046" w:rsidRPr="00C52813" w:rsidRDefault="00D73046" w:rsidP="00D73046">
      <w:pPr>
        <w:spacing w:after="120"/>
        <w:ind w:left="360"/>
      </w:pPr>
      <w:r>
        <w:t>Ka pēhea te āhei atu o ngā kirirarau kāore i te mōhio ki te eke pahikara ki ngā rawa i roto i te takiwā?</w:t>
      </w:r>
    </w:p>
    <w:p w14:paraId="2E889307" w14:textId="77777777" w:rsidR="00D73046" w:rsidRPr="00C52813" w:rsidRDefault="00D73046" w:rsidP="00D73046">
      <w:pPr>
        <w:spacing w:after="120"/>
        <w:ind w:left="360"/>
      </w:pPr>
      <w:r>
        <w:t xml:space="preserve">Ka pēhea tō whakahoki mai i ngā pahikara mai i ngā wāhi i whakarērea atu, otirā mēnā ka heria atu ki waho o te takiwā? </w:t>
      </w:r>
    </w:p>
    <w:p w14:paraId="487D43B7" w14:textId="77777777" w:rsidR="00D73046" w:rsidRPr="00C52813" w:rsidRDefault="00D73046" w:rsidP="00D73046">
      <w:pPr>
        <w:spacing w:after="120"/>
        <w:ind w:left="360"/>
      </w:pPr>
      <w:r>
        <w:t xml:space="preserve">Ka pēhea te auau o tō aroturuki i ngā pahikara mō ngā take hauora me te haumaru? </w:t>
      </w:r>
    </w:p>
    <w:p w14:paraId="45705E2A" w14:textId="77777777" w:rsidR="00485343" w:rsidRDefault="00D73046" w:rsidP="00D73046">
      <w:pPr>
        <w:spacing w:after="120"/>
      </w:pPr>
      <w:r>
        <w:t>8. Hangaia he mahere pūtea. Me whakarite e koe he mahere tahua mō ngā utu rawa me ngā whakapaunga ā-tau.</w:t>
      </w:r>
    </w:p>
    <w:p w14:paraId="089BAAF6" w14:textId="02D94EB3" w:rsidR="00D73046" w:rsidRDefault="00D73046" w:rsidP="00D73046">
      <w:pPr>
        <w:spacing w:after="120"/>
      </w:pPr>
      <w:r>
        <w:t>Hei tauira:</w:t>
      </w:r>
    </w:p>
    <w:tbl>
      <w:tblPr>
        <w:tblStyle w:val="TableGrid"/>
        <w:tblW w:w="5000" w:type="pct"/>
        <w:tblLook w:val="04A0" w:firstRow="1" w:lastRow="0" w:firstColumn="1" w:lastColumn="0" w:noHBand="0" w:noVBand="1"/>
      </w:tblPr>
      <w:tblGrid>
        <w:gridCol w:w="4505"/>
        <w:gridCol w:w="4505"/>
      </w:tblGrid>
      <w:tr w:rsidR="00D73046" w:rsidRPr="00C52813" w14:paraId="7D44D9CC" w14:textId="77777777" w:rsidTr="00370C87">
        <w:tc>
          <w:tcPr>
            <w:tcW w:w="2500" w:type="pct"/>
            <w:shd w:val="clear" w:color="auto" w:fill="auto"/>
          </w:tcPr>
          <w:p w14:paraId="5B65E45B" w14:textId="77777777" w:rsidR="00D73046" w:rsidRPr="00872467" w:rsidRDefault="00D73046" w:rsidP="00D73046">
            <w:pPr>
              <w:spacing w:after="120"/>
              <w:rPr>
                <w:b/>
                <w:bCs/>
              </w:rPr>
            </w:pPr>
            <w:r>
              <w:rPr>
                <w:b/>
              </w:rPr>
              <w:t>Ngā utu</w:t>
            </w:r>
          </w:p>
        </w:tc>
        <w:tc>
          <w:tcPr>
            <w:tcW w:w="2500" w:type="pct"/>
            <w:shd w:val="clear" w:color="auto" w:fill="auto"/>
          </w:tcPr>
          <w:p w14:paraId="6EF6631A" w14:textId="77777777" w:rsidR="00D73046" w:rsidRPr="00872467" w:rsidDel="000654AF" w:rsidRDefault="00D73046" w:rsidP="00D73046">
            <w:pPr>
              <w:spacing w:after="120"/>
              <w:rPr>
                <w:b/>
                <w:bCs/>
              </w:rPr>
            </w:pPr>
            <w:r>
              <w:rPr>
                <w:b/>
              </w:rPr>
              <w:t>Te tahua</w:t>
            </w:r>
          </w:p>
        </w:tc>
      </w:tr>
      <w:tr w:rsidR="00D73046" w:rsidRPr="00C52813" w14:paraId="513E336A" w14:textId="77777777" w:rsidTr="00370C87">
        <w:tc>
          <w:tcPr>
            <w:tcW w:w="2500" w:type="pct"/>
            <w:shd w:val="clear" w:color="auto" w:fill="auto"/>
          </w:tcPr>
          <w:p w14:paraId="556462F7" w14:textId="77777777" w:rsidR="00D73046" w:rsidRPr="00C52813" w:rsidRDefault="00D73046" w:rsidP="00D73046">
            <w:pPr>
              <w:spacing w:after="120"/>
            </w:pPr>
            <w:r>
              <w:t>Ngā pahikara – ngā momo pahikara pai mō ngā kirirarau rerekē</w:t>
            </w:r>
          </w:p>
          <w:p w14:paraId="07358150" w14:textId="77777777" w:rsidR="00D73046" w:rsidRPr="00C52813" w:rsidRDefault="00D73046" w:rsidP="00D73046">
            <w:pPr>
              <w:spacing w:after="120"/>
            </w:pPr>
            <w:r>
              <w:t>Ngā teihana pahikara – ngā wāhi hei tiki, hei waiho pahikara</w:t>
            </w:r>
          </w:p>
          <w:p w14:paraId="2AAE9CE6" w14:textId="77777777" w:rsidR="00D73046" w:rsidRPr="00C52813" w:rsidRDefault="00D73046" w:rsidP="00D73046">
            <w:pPr>
              <w:spacing w:after="120"/>
            </w:pPr>
            <w:r>
              <w:t>Raihana pahikara – kōeke pūkenga o te kaiwhakamahi</w:t>
            </w:r>
          </w:p>
          <w:p w14:paraId="07C5FE4C" w14:textId="77777777" w:rsidR="00D73046" w:rsidRPr="00C52813" w:rsidRDefault="00D73046" w:rsidP="00D73046">
            <w:pPr>
              <w:spacing w:after="120"/>
            </w:pPr>
            <w:r>
              <w:t>Te hangarau whaiwhai pahikara</w:t>
            </w:r>
          </w:p>
          <w:p w14:paraId="51B95BD0" w14:textId="77777777" w:rsidR="00D73046" w:rsidRPr="00C52813" w:rsidRDefault="00D73046" w:rsidP="00D73046">
            <w:pPr>
              <w:spacing w:after="120"/>
            </w:pPr>
            <w:r>
              <w:t>Ngā whakaaetanga whakamahi, rīhi rānei</w:t>
            </w:r>
          </w:p>
          <w:p w14:paraId="4F0408DD" w14:textId="77777777" w:rsidR="00D73046" w:rsidRPr="00C52813" w:rsidRDefault="00D73046" w:rsidP="00D73046">
            <w:pPr>
              <w:spacing w:after="120"/>
            </w:pPr>
            <w:r>
              <w:t>Te whakatika me te tautiaki pahikara</w:t>
            </w:r>
          </w:p>
          <w:p w14:paraId="68D4D901" w14:textId="77777777" w:rsidR="00D73046" w:rsidRPr="00C52813" w:rsidRDefault="00D73046" w:rsidP="00D73046">
            <w:pPr>
              <w:spacing w:after="120"/>
            </w:pPr>
            <w:r>
              <w:t>Te tohatoha pahikara</w:t>
            </w:r>
          </w:p>
          <w:p w14:paraId="4895E995" w14:textId="77777777" w:rsidR="00D73046" w:rsidRPr="00C52813" w:rsidRDefault="00D73046" w:rsidP="00D73046">
            <w:pPr>
              <w:spacing w:after="120"/>
            </w:pPr>
            <w:r>
              <w:t>Te putunga</w:t>
            </w:r>
          </w:p>
          <w:p w14:paraId="3A2EDA63" w14:textId="77777777" w:rsidR="00D73046" w:rsidRPr="00C52813" w:rsidRDefault="00D73046" w:rsidP="00D73046">
            <w:pPr>
              <w:spacing w:after="120"/>
            </w:pPr>
            <w:r>
              <w:t>Ngā ratonga kaimahi</w:t>
            </w:r>
          </w:p>
          <w:p w14:paraId="56D41E84" w14:textId="77777777" w:rsidR="00D73046" w:rsidRPr="00C52813" w:rsidRDefault="00D73046" w:rsidP="00D73046">
            <w:pPr>
              <w:spacing w:after="120"/>
            </w:pPr>
            <w:r>
              <w:t>Te pūtaurima paetukutuku</w:t>
            </w:r>
          </w:p>
          <w:p w14:paraId="79C22434" w14:textId="49485F17" w:rsidR="00D73046" w:rsidRPr="00C52813" w:rsidRDefault="00D73046" w:rsidP="00485343">
            <w:pPr>
              <w:spacing w:after="120"/>
            </w:pPr>
            <w:r>
              <w:t>Ngā whaipainga</w:t>
            </w:r>
          </w:p>
        </w:tc>
        <w:tc>
          <w:tcPr>
            <w:tcW w:w="2500" w:type="pct"/>
            <w:shd w:val="clear" w:color="auto" w:fill="auto"/>
          </w:tcPr>
          <w:p w14:paraId="27F3DBA6" w14:textId="77777777" w:rsidR="00D73046" w:rsidRPr="00C52813" w:rsidRDefault="00D73046" w:rsidP="00D73046">
            <w:pPr>
              <w:spacing w:after="120"/>
            </w:pPr>
            <w:r>
              <w:t xml:space="preserve"> </w:t>
            </w:r>
          </w:p>
        </w:tc>
      </w:tr>
    </w:tbl>
    <w:p w14:paraId="7B9357A1" w14:textId="77777777" w:rsidR="00D73046" w:rsidRPr="00C52813" w:rsidRDefault="00D73046" w:rsidP="00D73046">
      <w:pPr>
        <w:spacing w:after="120"/>
      </w:pPr>
      <w:r>
        <w:lastRenderedPageBreak/>
        <w:t>9. Waihanga he kaupapa whakatairanga pāpāho pāpori me ngā rauemi whakatairanga e whakamārama ana i te kaupapa o te takiwā pahikara, ā, ka pēhea te āwhina i ngā tāngata, ngā wāhi me te aorangi nei anō hoki.</w:t>
      </w:r>
    </w:p>
    <w:p w14:paraId="5E95B685" w14:textId="77777777" w:rsidR="00D73046" w:rsidRPr="00C52813" w:rsidRDefault="00D73046" w:rsidP="00D73046">
      <w:pPr>
        <w:spacing w:after="120"/>
      </w:pPr>
    </w:p>
    <w:p w14:paraId="3087F00C" w14:textId="77777777" w:rsidR="00D73046" w:rsidRPr="00C52813" w:rsidRDefault="00D73046" w:rsidP="00D73046">
      <w:pPr>
        <w:pStyle w:val="Heading2"/>
        <w:spacing w:before="0" w:after="120"/>
      </w:pPr>
      <w:r>
        <w:t>T.4. RANGAHAUA ngā whakaaro o ngā kaieke pahikara mō te eke pahikara i ngā rori paetata</w:t>
      </w:r>
    </w:p>
    <w:p w14:paraId="6A10CD21" w14:textId="77777777" w:rsidR="00D73046" w:rsidRDefault="00D73046" w:rsidP="00D73046">
      <w:pPr>
        <w:spacing w:after="120"/>
      </w:pPr>
      <w:r>
        <w:t xml:space="preserve">He mea urutau mai i te Rauemi Marautanga a Waka Kotahi: </w:t>
      </w:r>
      <w:r w:rsidRPr="006F3F98">
        <w:rPr>
          <w:i/>
          <w:iCs/>
        </w:rPr>
        <w:t>He kaiwhakamahi rori ngā tāngata katoa</w:t>
      </w:r>
      <w:r>
        <w:t xml:space="preserve">. </w:t>
      </w:r>
    </w:p>
    <w:p w14:paraId="3AF55526" w14:textId="77777777" w:rsidR="00D73046" w:rsidRPr="00C52813" w:rsidRDefault="00D73046" w:rsidP="00D73046">
      <w:pPr>
        <w:spacing w:after="120"/>
      </w:pPr>
      <w:r>
        <w:t>He aha ki ngā kaieke pahikara ngā raruraru me ngā whai wāhitanga i ngā rori paetata?</w:t>
      </w:r>
    </w:p>
    <w:p w14:paraId="70D05A0F" w14:textId="77777777" w:rsidR="00D73046" w:rsidRPr="00C52813" w:rsidRDefault="00D73046" w:rsidP="00D73046">
      <w:pPr>
        <w:spacing w:after="120"/>
        <w:rPr>
          <w:b/>
        </w:rPr>
      </w:pPr>
    </w:p>
    <w:p w14:paraId="041BE7B1" w14:textId="77777777" w:rsidR="00D73046" w:rsidRPr="00C52813" w:rsidRDefault="00D73046" w:rsidP="00D73046">
      <w:pPr>
        <w:pStyle w:val="Heading3"/>
        <w:spacing w:before="0" w:after="120"/>
      </w:pPr>
      <w:r>
        <w:t>T.4.1 Te kohinga raraunga – tirohia, uiuitia rānei ngā kaiwhakamahi rori</w:t>
      </w:r>
    </w:p>
    <w:p w14:paraId="10EC00B9" w14:textId="51167454" w:rsidR="00FC0A54" w:rsidRDefault="00FC0A54" w:rsidP="00ED4256">
      <w:pPr>
        <w:pStyle w:val="Heading4"/>
      </w:pPr>
      <w:r>
        <w:t>Tirohanga</w:t>
      </w:r>
    </w:p>
    <w:p w14:paraId="3D9416B1" w14:textId="7B5F4521" w:rsidR="00D73046" w:rsidRPr="00C52813" w:rsidRDefault="00D73046" w:rsidP="00D73046">
      <w:pPr>
        <w:spacing w:after="120"/>
      </w:pPr>
      <w:r>
        <w:t>Waihanga i tētahi rangahau tuihono hei kohikohi raraunga mai i ngā kaieke pahikara ki tō hapori mō ō rātau kare ā-roto ina whakamahi ana rātau i te rori.</w:t>
      </w:r>
    </w:p>
    <w:p w14:paraId="75375046" w14:textId="77777777" w:rsidR="00D73046" w:rsidRPr="00C52813" w:rsidRDefault="00D73046" w:rsidP="00D73046">
      <w:pPr>
        <w:spacing w:after="120"/>
      </w:pPr>
      <w:r>
        <w:t xml:space="preserve">Ko ētahi rangahau tuihono me ngā kaihanga pōti e hāngai ana ko: </w:t>
      </w:r>
    </w:p>
    <w:p w14:paraId="660F94AC" w14:textId="77777777" w:rsidR="00D73046" w:rsidRPr="00D7192C" w:rsidRDefault="00000000" w:rsidP="00D73046">
      <w:pPr>
        <w:autoSpaceDE w:val="0"/>
        <w:autoSpaceDN w:val="0"/>
        <w:adjustRightInd w:val="0"/>
        <w:spacing w:after="120"/>
        <w:rPr>
          <w:rFonts w:cs="GillSans-Light"/>
        </w:rPr>
      </w:pPr>
      <w:hyperlink r:id="rId10" w:history="1">
        <w:r w:rsidR="00D73046">
          <w:rPr>
            <w:rStyle w:val="Hyperlink"/>
          </w:rPr>
          <w:t>Google Forms – me pēhea te whakamahi</w:t>
        </w:r>
      </w:hyperlink>
    </w:p>
    <w:p w14:paraId="7EC78570" w14:textId="77777777" w:rsidR="00D73046" w:rsidRPr="00D7192C" w:rsidRDefault="00000000" w:rsidP="00D73046">
      <w:pPr>
        <w:autoSpaceDE w:val="0"/>
        <w:autoSpaceDN w:val="0"/>
        <w:adjustRightInd w:val="0"/>
        <w:spacing w:after="120"/>
        <w:rPr>
          <w:rFonts w:cs="GillSans-Light"/>
        </w:rPr>
      </w:pPr>
      <w:hyperlink r:id="rId11" w:history="1">
        <w:r w:rsidR="00D73046">
          <w:rPr>
            <w:rStyle w:val="Hyperlink"/>
          </w:rPr>
          <w:t>SurveyMonkey</w:t>
        </w:r>
      </w:hyperlink>
      <w:r w:rsidR="00D73046">
        <w:t xml:space="preserve"> </w:t>
      </w:r>
    </w:p>
    <w:p w14:paraId="47571CA9" w14:textId="77777777" w:rsidR="00D73046" w:rsidRPr="00D7192C" w:rsidRDefault="00000000" w:rsidP="00D73046">
      <w:pPr>
        <w:autoSpaceDE w:val="0"/>
        <w:autoSpaceDN w:val="0"/>
        <w:adjustRightInd w:val="0"/>
        <w:spacing w:after="120"/>
        <w:rPr>
          <w:rFonts w:cs="GillSans-Light"/>
        </w:rPr>
      </w:pPr>
      <w:hyperlink r:id="rId12" w:history="1">
        <w:r w:rsidR="00D73046">
          <w:rPr>
            <w:rStyle w:val="Hyperlink"/>
          </w:rPr>
          <w:t>Crowdsignal</w:t>
        </w:r>
      </w:hyperlink>
    </w:p>
    <w:p w14:paraId="73F36CB6" w14:textId="77777777" w:rsidR="00D73046" w:rsidRPr="00C52813" w:rsidRDefault="00D73046" w:rsidP="00D73046">
      <w:pPr>
        <w:spacing w:after="120"/>
      </w:pPr>
    </w:p>
    <w:p w14:paraId="5C9E82D8" w14:textId="2313AAFC" w:rsidR="00D73046" w:rsidRDefault="00D73046" w:rsidP="00D73046">
      <w:pPr>
        <w:spacing w:after="120"/>
      </w:pPr>
      <w:r>
        <w:t>Tirohia tēnei tauira o tētahi tirohanga (he ataata te nuinga o te tirohanga kei raro nei, ā, kāore ōna kuputuhi ka taea te takata).</w:t>
      </w:r>
    </w:p>
    <w:p w14:paraId="480E74B5" w14:textId="77777777" w:rsidR="00D73046" w:rsidRPr="008C58EB" w:rsidRDefault="00D73046" w:rsidP="00D73046">
      <w:pPr>
        <w:spacing w:after="120"/>
      </w:pPr>
    </w:p>
    <w:p w14:paraId="6DA00E3B" w14:textId="77777777" w:rsidR="00D73046" w:rsidRPr="00FC0A54" w:rsidRDefault="00D73046" w:rsidP="00D73046">
      <w:pPr>
        <w:spacing w:after="120"/>
        <w:rPr>
          <w:i/>
          <w:iCs/>
        </w:rPr>
      </w:pPr>
      <w:r>
        <w:rPr>
          <w:i/>
        </w:rPr>
        <w:t xml:space="preserve">Kōrero mai mō te wāhanga o te rori paetata e kōhukihuki ana i a koe, e noho hīrokiroki rānei koe. </w:t>
      </w:r>
    </w:p>
    <w:p w14:paraId="304EDC67" w14:textId="77777777" w:rsidR="00D73046" w:rsidRPr="00FC0A54" w:rsidRDefault="00D73046" w:rsidP="00D73046">
      <w:pPr>
        <w:spacing w:after="120"/>
        <w:rPr>
          <w:i/>
          <w:iCs/>
        </w:rPr>
      </w:pPr>
      <w:r>
        <w:rPr>
          <w:i/>
        </w:rPr>
        <w:t xml:space="preserve">Pāwhiria te wāhi hāngai o te mahere, ka pāwhiri ki te kara ka tō ki te pūwāhi ake o te wāhi. </w:t>
      </w:r>
    </w:p>
    <w:p w14:paraId="6A6E9309" w14:textId="77777777" w:rsidR="00D73046" w:rsidRPr="00C52813" w:rsidRDefault="00D73046" w:rsidP="00D73046">
      <w:pPr>
        <w:spacing w:after="120"/>
      </w:pPr>
      <w:r w:rsidRPr="00C52813">
        <w:rPr>
          <w:noProof/>
        </w:rPr>
        <w:drawing>
          <wp:inline distT="0" distB="0" distL="0" distR="0" wp14:anchorId="1DD3D8D0" wp14:editId="63315E14">
            <wp:extent cx="2639143" cy="2095500"/>
            <wp:effectExtent l="0" t="0" r="8890"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7794" cy="2150010"/>
                    </a:xfrm>
                    <a:prstGeom prst="rect">
                      <a:avLst/>
                    </a:prstGeom>
                    <a:noFill/>
                    <a:ln>
                      <a:noFill/>
                    </a:ln>
                  </pic:spPr>
                </pic:pic>
              </a:graphicData>
            </a:graphic>
          </wp:inline>
        </w:drawing>
      </w:r>
    </w:p>
    <w:p w14:paraId="2F0BB72F" w14:textId="77777777" w:rsidR="00D73046" w:rsidRPr="00C52813" w:rsidRDefault="00D73046" w:rsidP="00D73046">
      <w:pPr>
        <w:spacing w:after="120"/>
      </w:pPr>
    </w:p>
    <w:p w14:paraId="6F7F43AA" w14:textId="77777777" w:rsidR="00D73046" w:rsidRPr="00C52813" w:rsidRDefault="00D73046" w:rsidP="00D73046">
      <w:pPr>
        <w:spacing w:after="120"/>
      </w:pPr>
      <w:r w:rsidRPr="00C52813">
        <w:rPr>
          <w:noProof/>
        </w:rPr>
        <w:lastRenderedPageBreak/>
        <w:drawing>
          <wp:inline distT="0" distB="0" distL="0" distR="0" wp14:anchorId="77F32025" wp14:editId="45252773">
            <wp:extent cx="4398085" cy="3394253"/>
            <wp:effectExtent l="0" t="0" r="2540" b="0"/>
            <wp:docPr id="4" name="Picture 7" descr="Road User Surve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oad User Survey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28093" cy="3417412"/>
                    </a:xfrm>
                    <a:prstGeom prst="rect">
                      <a:avLst/>
                    </a:prstGeom>
                    <a:noFill/>
                    <a:ln>
                      <a:noFill/>
                    </a:ln>
                  </pic:spPr>
                </pic:pic>
              </a:graphicData>
            </a:graphic>
          </wp:inline>
        </w:drawing>
      </w:r>
    </w:p>
    <w:p w14:paraId="0053B671" w14:textId="77777777" w:rsidR="00D73046" w:rsidRPr="00C52813" w:rsidRDefault="00D73046" w:rsidP="00D73046">
      <w:pPr>
        <w:spacing w:after="120"/>
      </w:pPr>
      <w:r w:rsidRPr="00C52813">
        <w:rPr>
          <w:noProof/>
        </w:rPr>
        <w:drawing>
          <wp:inline distT="0" distB="0" distL="0" distR="0" wp14:anchorId="3D6731EE" wp14:editId="3AF3586B">
            <wp:extent cx="3964839" cy="3080832"/>
            <wp:effectExtent l="0" t="0" r="0" b="5715"/>
            <wp:docPr id="1" name="Picture 4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1" descr="Graphical user interface, text, application, email&#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71030" cy="3085643"/>
                    </a:xfrm>
                    <a:prstGeom prst="rect">
                      <a:avLst/>
                    </a:prstGeom>
                    <a:noFill/>
                    <a:ln>
                      <a:noFill/>
                    </a:ln>
                  </pic:spPr>
                </pic:pic>
              </a:graphicData>
            </a:graphic>
          </wp:inline>
        </w:drawing>
      </w:r>
    </w:p>
    <w:p w14:paraId="268AACE6" w14:textId="77777777" w:rsidR="00D73046" w:rsidRPr="00C52813" w:rsidRDefault="00D73046" w:rsidP="00D73046">
      <w:pPr>
        <w:spacing w:after="120"/>
      </w:pPr>
      <w:r w:rsidRPr="00C52813">
        <w:rPr>
          <w:noProof/>
        </w:rPr>
        <w:drawing>
          <wp:inline distT="0" distB="0" distL="0" distR="0" wp14:anchorId="2493DC5C" wp14:editId="577986F1">
            <wp:extent cx="4037991" cy="1253866"/>
            <wp:effectExtent l="0" t="0" r="635" b="3810"/>
            <wp:docPr id="6" name="Picture 4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2" descr="Graphical user interface, text, applicatio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65035" cy="1262264"/>
                    </a:xfrm>
                    <a:prstGeom prst="rect">
                      <a:avLst/>
                    </a:prstGeom>
                    <a:noFill/>
                    <a:ln>
                      <a:noFill/>
                    </a:ln>
                  </pic:spPr>
                </pic:pic>
              </a:graphicData>
            </a:graphic>
          </wp:inline>
        </w:drawing>
      </w:r>
    </w:p>
    <w:p w14:paraId="3117AE9A" w14:textId="4493598B" w:rsidR="00FC0A54" w:rsidRDefault="00FC0A54">
      <w:r>
        <w:br w:type="page"/>
      </w:r>
    </w:p>
    <w:p w14:paraId="63DEF4B9" w14:textId="77777777" w:rsidR="00D73046" w:rsidRDefault="00D73046" w:rsidP="00D73046">
      <w:pPr>
        <w:pStyle w:val="ListNumber"/>
        <w:numPr>
          <w:ilvl w:val="0"/>
          <w:numId w:val="0"/>
        </w:numPr>
        <w:spacing w:after="120"/>
      </w:pPr>
    </w:p>
    <w:p w14:paraId="749210E6" w14:textId="77777777" w:rsidR="00D73046" w:rsidRPr="00ED4256" w:rsidRDefault="00D73046" w:rsidP="00ED4256">
      <w:pPr>
        <w:pStyle w:val="Heading4"/>
      </w:pPr>
      <w:r>
        <w:t xml:space="preserve">He whakakapinga kohinga raraunga – uiuitia ngā kaieke pahikara </w:t>
      </w:r>
    </w:p>
    <w:p w14:paraId="2C8BFBE2" w14:textId="77777777" w:rsidR="00ED4256" w:rsidRDefault="00ED4256" w:rsidP="00D73046">
      <w:pPr>
        <w:pStyle w:val="ListNumber"/>
        <w:numPr>
          <w:ilvl w:val="0"/>
          <w:numId w:val="0"/>
        </w:numPr>
        <w:spacing w:after="120"/>
      </w:pPr>
    </w:p>
    <w:p w14:paraId="229F4849" w14:textId="354ED69C" w:rsidR="00D73046" w:rsidRPr="00C52813" w:rsidRDefault="00D73046" w:rsidP="00D73046">
      <w:pPr>
        <w:pStyle w:val="ListNumber"/>
        <w:numPr>
          <w:ilvl w:val="0"/>
          <w:numId w:val="0"/>
        </w:numPr>
        <w:spacing w:after="120"/>
      </w:pPr>
      <w:r>
        <w:t xml:space="preserve">Tonoa rātau ki te whakamārama i tā rātau tirohanga me te pūtake o ō rātau whakaaro, ā, ka rapu i ō rātau whakaaro mō te rori. </w:t>
      </w:r>
    </w:p>
    <w:p w14:paraId="748EC32B" w14:textId="77777777" w:rsidR="00D73046" w:rsidRPr="00C52813" w:rsidRDefault="00D73046" w:rsidP="00D73046">
      <w:pPr>
        <w:spacing w:after="120"/>
        <w:rPr>
          <w:b/>
        </w:rPr>
      </w:pPr>
      <w:r>
        <w:rPr>
          <w:b/>
        </w:rPr>
        <w:t>Pepa tuhinga uiui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259"/>
        <w:gridCol w:w="2262"/>
        <w:gridCol w:w="2259"/>
      </w:tblGrid>
      <w:tr w:rsidR="00D73046" w:rsidRPr="00C52813" w14:paraId="23BE9E20" w14:textId="77777777" w:rsidTr="00370C87">
        <w:tc>
          <w:tcPr>
            <w:tcW w:w="2310" w:type="dxa"/>
          </w:tcPr>
          <w:p w14:paraId="23E23798" w14:textId="77777777" w:rsidR="00D73046" w:rsidRPr="00C52813" w:rsidRDefault="00D73046" w:rsidP="00D73046">
            <w:pPr>
              <w:spacing w:after="120"/>
            </w:pPr>
            <w:r>
              <w:t>Kaieke pahikara</w:t>
            </w:r>
          </w:p>
        </w:tc>
        <w:tc>
          <w:tcPr>
            <w:tcW w:w="2310" w:type="dxa"/>
          </w:tcPr>
          <w:p w14:paraId="387B7625" w14:textId="77777777" w:rsidR="00D73046" w:rsidRPr="00C52813" w:rsidRDefault="00D73046" w:rsidP="00D73046">
            <w:pPr>
              <w:spacing w:after="120"/>
            </w:pPr>
            <w:r>
              <w:t xml:space="preserve">Whakaahuahia tā rātau tirohanga ki te rori. </w:t>
            </w:r>
          </w:p>
          <w:p w14:paraId="73703E8F" w14:textId="77777777" w:rsidR="00D73046" w:rsidRPr="00C52813" w:rsidRDefault="00D73046" w:rsidP="00D73046">
            <w:pPr>
              <w:spacing w:after="120"/>
            </w:pPr>
            <w:r>
              <w:t>Hei tauira, he aha ngā raruraru me ngā whai wāhitanga kei te tukuna e te rori mō ngā kaiwhakamahi rori?</w:t>
            </w:r>
          </w:p>
          <w:p w14:paraId="341CDAFA" w14:textId="77777777" w:rsidR="00D73046" w:rsidRPr="00C52813" w:rsidRDefault="00D73046" w:rsidP="00D73046">
            <w:pPr>
              <w:spacing w:after="120"/>
              <w:rPr>
                <w:i/>
              </w:rPr>
            </w:pPr>
            <w:r>
              <w:rPr>
                <w:i/>
              </w:rPr>
              <w:t>[Tohua te tirohanga hei takatika, whakakāhore, ngākau tapatahi rānei.]</w:t>
            </w:r>
          </w:p>
        </w:tc>
        <w:tc>
          <w:tcPr>
            <w:tcW w:w="2311" w:type="dxa"/>
          </w:tcPr>
          <w:p w14:paraId="5209795E" w14:textId="77777777" w:rsidR="00D73046" w:rsidRPr="00C52813" w:rsidRDefault="00D73046" w:rsidP="00D73046">
            <w:pPr>
              <w:spacing w:after="120"/>
            </w:pPr>
            <w:r>
              <w:t>Whakamārama he aha i pēnei ai ō rātau whakaaro.</w:t>
            </w:r>
          </w:p>
        </w:tc>
        <w:tc>
          <w:tcPr>
            <w:tcW w:w="2311" w:type="dxa"/>
          </w:tcPr>
          <w:p w14:paraId="5081EF1A" w14:textId="77777777" w:rsidR="00D73046" w:rsidRPr="00C52813" w:rsidRDefault="00D73046" w:rsidP="00D73046">
            <w:pPr>
              <w:spacing w:after="120"/>
            </w:pPr>
            <w:r>
              <w:t>He aha tā rātau e whaiwhakaaro ana e pā ana ki te rori?</w:t>
            </w:r>
          </w:p>
        </w:tc>
      </w:tr>
      <w:tr w:rsidR="00D73046" w:rsidRPr="00C52813" w14:paraId="0DF249E2" w14:textId="77777777" w:rsidTr="00370C87">
        <w:tc>
          <w:tcPr>
            <w:tcW w:w="2310" w:type="dxa"/>
          </w:tcPr>
          <w:p w14:paraId="62C4F7C2" w14:textId="77777777" w:rsidR="00D73046" w:rsidRPr="00C52813" w:rsidRDefault="00D73046" w:rsidP="00D73046">
            <w:pPr>
              <w:spacing w:after="120"/>
            </w:pPr>
          </w:p>
        </w:tc>
        <w:tc>
          <w:tcPr>
            <w:tcW w:w="2310" w:type="dxa"/>
          </w:tcPr>
          <w:p w14:paraId="3961A7EA" w14:textId="77777777" w:rsidR="00D73046" w:rsidRPr="00C52813" w:rsidRDefault="00D73046" w:rsidP="00D73046">
            <w:pPr>
              <w:spacing w:after="120"/>
            </w:pPr>
          </w:p>
        </w:tc>
        <w:tc>
          <w:tcPr>
            <w:tcW w:w="2311" w:type="dxa"/>
          </w:tcPr>
          <w:p w14:paraId="72739F0F" w14:textId="77777777" w:rsidR="00D73046" w:rsidRPr="00C52813" w:rsidRDefault="00D73046" w:rsidP="00D73046">
            <w:pPr>
              <w:spacing w:after="120"/>
            </w:pPr>
          </w:p>
        </w:tc>
        <w:tc>
          <w:tcPr>
            <w:tcW w:w="2311" w:type="dxa"/>
          </w:tcPr>
          <w:p w14:paraId="58AA0798" w14:textId="77777777" w:rsidR="00D73046" w:rsidRPr="00C52813" w:rsidRDefault="00D73046" w:rsidP="00D73046">
            <w:pPr>
              <w:spacing w:after="120"/>
            </w:pPr>
          </w:p>
        </w:tc>
      </w:tr>
      <w:tr w:rsidR="00D73046" w:rsidRPr="00C52813" w14:paraId="6F17C7BA" w14:textId="77777777" w:rsidTr="00370C87">
        <w:tc>
          <w:tcPr>
            <w:tcW w:w="2310" w:type="dxa"/>
          </w:tcPr>
          <w:p w14:paraId="230919A7" w14:textId="77777777" w:rsidR="00D73046" w:rsidRPr="00C52813" w:rsidRDefault="00D73046" w:rsidP="00D73046">
            <w:pPr>
              <w:spacing w:after="120"/>
            </w:pPr>
          </w:p>
        </w:tc>
        <w:tc>
          <w:tcPr>
            <w:tcW w:w="2310" w:type="dxa"/>
          </w:tcPr>
          <w:p w14:paraId="2F29D823" w14:textId="77777777" w:rsidR="00D73046" w:rsidRPr="00C52813" w:rsidRDefault="00D73046" w:rsidP="00D73046">
            <w:pPr>
              <w:spacing w:after="120"/>
            </w:pPr>
          </w:p>
        </w:tc>
        <w:tc>
          <w:tcPr>
            <w:tcW w:w="2311" w:type="dxa"/>
          </w:tcPr>
          <w:p w14:paraId="73558097" w14:textId="77777777" w:rsidR="00D73046" w:rsidRPr="00C52813" w:rsidRDefault="00D73046" w:rsidP="00D73046">
            <w:pPr>
              <w:spacing w:after="120"/>
            </w:pPr>
          </w:p>
        </w:tc>
        <w:tc>
          <w:tcPr>
            <w:tcW w:w="2311" w:type="dxa"/>
          </w:tcPr>
          <w:p w14:paraId="323324CE" w14:textId="77777777" w:rsidR="00D73046" w:rsidRPr="00C52813" w:rsidRDefault="00D73046" w:rsidP="00D73046">
            <w:pPr>
              <w:spacing w:after="120"/>
            </w:pPr>
          </w:p>
        </w:tc>
      </w:tr>
      <w:tr w:rsidR="00D73046" w:rsidRPr="00C52813" w14:paraId="7F32A73A" w14:textId="77777777" w:rsidTr="00370C87">
        <w:tc>
          <w:tcPr>
            <w:tcW w:w="2310" w:type="dxa"/>
          </w:tcPr>
          <w:p w14:paraId="7E56230D" w14:textId="77777777" w:rsidR="00D73046" w:rsidRPr="00C52813" w:rsidRDefault="00D73046" w:rsidP="00D73046">
            <w:pPr>
              <w:spacing w:after="120"/>
            </w:pPr>
          </w:p>
        </w:tc>
        <w:tc>
          <w:tcPr>
            <w:tcW w:w="2310" w:type="dxa"/>
          </w:tcPr>
          <w:p w14:paraId="498BACEC" w14:textId="77777777" w:rsidR="00D73046" w:rsidRPr="00C52813" w:rsidRDefault="00D73046" w:rsidP="00D73046">
            <w:pPr>
              <w:spacing w:after="120"/>
            </w:pPr>
          </w:p>
        </w:tc>
        <w:tc>
          <w:tcPr>
            <w:tcW w:w="2311" w:type="dxa"/>
          </w:tcPr>
          <w:p w14:paraId="0E75B5AD" w14:textId="77777777" w:rsidR="00D73046" w:rsidRPr="00C52813" w:rsidRDefault="00D73046" w:rsidP="00D73046">
            <w:pPr>
              <w:spacing w:after="120"/>
            </w:pPr>
          </w:p>
        </w:tc>
        <w:tc>
          <w:tcPr>
            <w:tcW w:w="2311" w:type="dxa"/>
          </w:tcPr>
          <w:p w14:paraId="54C75C74" w14:textId="77777777" w:rsidR="00D73046" w:rsidRPr="00C52813" w:rsidRDefault="00D73046" w:rsidP="00D73046">
            <w:pPr>
              <w:spacing w:after="120"/>
            </w:pPr>
          </w:p>
        </w:tc>
      </w:tr>
    </w:tbl>
    <w:p w14:paraId="55465B26" w14:textId="77777777" w:rsidR="00D73046" w:rsidRPr="00C52813" w:rsidRDefault="00D73046" w:rsidP="00D73046">
      <w:pPr>
        <w:spacing w:after="120"/>
      </w:pPr>
    </w:p>
    <w:p w14:paraId="07239D0C" w14:textId="77777777" w:rsidR="00D73046" w:rsidRDefault="00D73046" w:rsidP="00D73046">
      <w:pPr>
        <w:spacing w:after="120"/>
      </w:pPr>
      <w:r>
        <w:t xml:space="preserve">I muri mai, tuhia he rārangi o ngā kaiwhakamahi rori rerekē i roto i tō hapori. </w:t>
      </w:r>
    </w:p>
    <w:p w14:paraId="06A5694B" w14:textId="68990093" w:rsidR="00ED4256" w:rsidRPr="00C52813" w:rsidRDefault="00ED4256" w:rsidP="00D73046">
      <w:pPr>
        <w:spacing w:after="120"/>
      </w:pPr>
      <w:r>
        <w:t>Hei tauira:</w:t>
      </w:r>
    </w:p>
    <w:p w14:paraId="7C4C7979" w14:textId="422DDF42" w:rsidR="00D73046" w:rsidRPr="00C52813" w:rsidRDefault="00D73046" w:rsidP="00D73046">
      <w:pPr>
        <w:pStyle w:val="ListParagraph"/>
        <w:numPr>
          <w:ilvl w:val="0"/>
          <w:numId w:val="19"/>
        </w:numPr>
        <w:spacing w:after="120"/>
      </w:pPr>
      <w:r>
        <w:t>Ngā kaitaraiwa, ngā pāhīhī, kaihīkoi, kaieke pahikara. Ngā tamariki, taiohi, kaumātua.</w:t>
      </w:r>
    </w:p>
    <w:p w14:paraId="1CDD05EE" w14:textId="77777777" w:rsidR="00D73046" w:rsidRPr="00C52813" w:rsidRDefault="00D73046" w:rsidP="00D73046">
      <w:pPr>
        <w:pStyle w:val="ListParagraph"/>
        <w:numPr>
          <w:ilvl w:val="0"/>
          <w:numId w:val="19"/>
        </w:numPr>
        <w:spacing w:after="120"/>
      </w:pPr>
      <w:r>
        <w:t xml:space="preserve">Te hunga tauhou ki te rohe, ngā kainoho mai rā anō, ngā manuhiri wā poto, ngā kaiheke hou me ngā tūruhi. </w:t>
      </w:r>
    </w:p>
    <w:p w14:paraId="66392F62" w14:textId="77777777" w:rsidR="00D73046" w:rsidRPr="00C52813" w:rsidRDefault="00D73046" w:rsidP="00D73046">
      <w:pPr>
        <w:pStyle w:val="ListParagraph"/>
        <w:numPr>
          <w:ilvl w:val="0"/>
          <w:numId w:val="19"/>
        </w:numPr>
        <w:spacing w:after="120"/>
      </w:pPr>
      <w:r>
        <w:t xml:space="preserve">Ngā kōhungahunga, ākonga kura tuatahi, ākonga kura tuarua, ākonga whare wānanga, kaimahi, te hunga kore mahi me te hunga kua tāoki. </w:t>
      </w:r>
    </w:p>
    <w:p w14:paraId="1B1812A8" w14:textId="77777777" w:rsidR="00D73046" w:rsidRPr="00C52813" w:rsidRDefault="00D73046" w:rsidP="00D73046">
      <w:pPr>
        <w:spacing w:after="120"/>
      </w:pPr>
      <w:r>
        <w:t xml:space="preserve">Me pōhiri mai i a rātau ki tō akomanga me te whakautu pātai mō te rori mai i tā rātau tirohanga. </w:t>
      </w:r>
    </w:p>
    <w:p w14:paraId="05908782" w14:textId="77777777" w:rsidR="00D73046" w:rsidRDefault="00D73046" w:rsidP="00D73046">
      <w:pPr>
        <w:spacing w:after="120"/>
      </w:pPr>
      <w:r>
        <w:t xml:space="preserve">Uiuitia ia kaiwhakamahi rori kia mōhiotia ai tā rātau tirohanga mō te rori. </w:t>
      </w:r>
    </w:p>
    <w:p w14:paraId="14AB3CDA" w14:textId="77777777" w:rsidR="00D73046" w:rsidRPr="00C52813" w:rsidRDefault="00D73046" w:rsidP="00D73046">
      <w:pPr>
        <w:spacing w:after="120"/>
      </w:pPr>
      <w:r>
        <w:t>He tā rātau titiro? He ngā mea e ngahau ana ki a rātau mō te rori? He aha e kaingākau ana tēnei ki a rātau? He aha ngā painga o te whakamahi i te rori? He aha ngā mate? He aha ngā whakapātari (ngā raruraru me ngā whai wāhitanga) e tukuna ana e te rori? He aha ngā mea kāore rātau i te mōhio mō te rori? He aha ngā mea kāore i te pai ki a rātau mō te rori? He aha ngā mea e kiriweti ai rātau mō te rori? He aha ngā mea pai ki a rātau mō te rori? He aha ngā mea e menemene ai rātau mō te rori? Mēnā ka taea e rātau te whakarerekē te āhua o te rori, ahakoa pēhea, he aha ka whakarerekētia? He aha te take ka whakarerekētia e rātau? He aha te mea ka toko ake ki ō rātau whakaaro mō tēnei?</w:t>
      </w:r>
    </w:p>
    <w:p w14:paraId="084A3AA2" w14:textId="77777777" w:rsidR="00D73046" w:rsidRPr="00C52813" w:rsidRDefault="00D73046" w:rsidP="00D73046">
      <w:pPr>
        <w:spacing w:after="120"/>
      </w:pPr>
      <w:r>
        <w:t xml:space="preserve">Pātai ki ia rōpū he aha ō rātau whakaaro mō ngā kaieke pahikara i te rori?  Ka pēhea te kaha o te tūpono ka whakamahia e rātau he pahikara ki te rori? </w:t>
      </w:r>
    </w:p>
    <w:p w14:paraId="0C7B24A3" w14:textId="77777777" w:rsidR="00D73046" w:rsidRPr="00C52813" w:rsidRDefault="00D73046" w:rsidP="00D73046">
      <w:pPr>
        <w:spacing w:after="120"/>
      </w:pPr>
      <w:r>
        <w:t>Ka tukuna e ngā hono e whai ake ngā mōhiohio hei āwhina i a koe ki te hanga pātai tōtika:</w:t>
      </w:r>
    </w:p>
    <w:p w14:paraId="6B392C25" w14:textId="77777777" w:rsidR="00D73046" w:rsidRPr="00B67D50" w:rsidRDefault="00000000" w:rsidP="00D73046">
      <w:pPr>
        <w:autoSpaceDE w:val="0"/>
        <w:autoSpaceDN w:val="0"/>
        <w:adjustRightInd w:val="0"/>
        <w:spacing w:after="120"/>
        <w:rPr>
          <w:rFonts w:cs="GillSans-Light"/>
        </w:rPr>
      </w:pPr>
      <w:hyperlink r:id="rId17" w:history="1">
        <w:r w:rsidR="00D73046">
          <w:rPr>
            <w:rStyle w:val="Hyperlink"/>
          </w:rPr>
          <w:t>BBC Schools – Bitesize – te hanga uiui</w:t>
        </w:r>
      </w:hyperlink>
      <w:r w:rsidR="00D73046">
        <w:t xml:space="preserve"> </w:t>
      </w:r>
    </w:p>
    <w:p w14:paraId="6B59714F" w14:textId="77777777" w:rsidR="00D73046" w:rsidRPr="00C52813" w:rsidRDefault="00D73046" w:rsidP="00D73046">
      <w:pPr>
        <w:spacing w:after="120"/>
      </w:pPr>
      <w:r>
        <w:t xml:space="preserve">I mua i te uiui, tukuna he tauākī ā-tuhi ki ngā kaiwhakamahi rori e āta whakamārama ana i te kaupapa o ngā pātai, ā, ka pēhea tāu whakamahi i ā rātou whakautu. Whiwhi i tō rātou whakaaetanga kia pupuri i tētahi mauhanga o ā rātou whakautu. Kaua e whakamahia ngā mōhiohio mā tētahi āhuatanga e mōhiotia ai tētahi tangata. </w:t>
      </w:r>
    </w:p>
    <w:p w14:paraId="413BA249" w14:textId="77777777" w:rsidR="00D73046" w:rsidRPr="00C52813" w:rsidRDefault="00D73046" w:rsidP="00D73046">
      <w:pPr>
        <w:spacing w:after="120"/>
      </w:pPr>
      <w:r>
        <w:lastRenderedPageBreak/>
        <w:t>Me mahi ā-rōpū ki te kohikohi me te whakahiato i ēnei mōhiohio. Ka taea e koe ngā pūmanawa tuihono mahi ngātahi te whakamahi pērā i a Google Docs kia wātea ai ēnei raraunga ki ngā mema katoa o te rōpū. Me whakamahi ngā āki e whai ake hei ārahi i ō whakaaro.</w:t>
      </w:r>
    </w:p>
    <w:p w14:paraId="187D3FB5" w14:textId="77777777" w:rsidR="00D73046" w:rsidRPr="00C52813" w:rsidRDefault="00D73046" w:rsidP="00D73046">
      <w:pPr>
        <w:spacing w:after="120"/>
        <w:rPr>
          <w:b/>
        </w:rPr>
      </w:pPr>
      <w:r>
        <w:rPr>
          <w:b/>
        </w:rPr>
        <w:t>Pepa tuhinga uiui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1"/>
        <w:gridCol w:w="2252"/>
        <w:gridCol w:w="2255"/>
        <w:gridCol w:w="2252"/>
      </w:tblGrid>
      <w:tr w:rsidR="00D73046" w:rsidRPr="00C52813" w14:paraId="61D06ECD" w14:textId="77777777" w:rsidTr="00370C87">
        <w:tc>
          <w:tcPr>
            <w:tcW w:w="2310" w:type="dxa"/>
          </w:tcPr>
          <w:p w14:paraId="1801BE1A" w14:textId="77777777" w:rsidR="00D73046" w:rsidRPr="00C52813" w:rsidRDefault="00D73046" w:rsidP="00D73046">
            <w:pPr>
              <w:spacing w:after="120"/>
            </w:pPr>
            <w:r>
              <w:t>Kaiwhakamahi rori</w:t>
            </w:r>
          </w:p>
        </w:tc>
        <w:tc>
          <w:tcPr>
            <w:tcW w:w="2310" w:type="dxa"/>
          </w:tcPr>
          <w:p w14:paraId="15E69987" w14:textId="77777777" w:rsidR="00D73046" w:rsidRPr="00C52813" w:rsidRDefault="00D73046" w:rsidP="00D73046">
            <w:pPr>
              <w:spacing w:after="120"/>
            </w:pPr>
            <w:r>
              <w:t>Whakaahuahia tā rātau tirohanga ki te rori. He aha ngā whakapātari (ngā raruraru me ngā whai wāhitanga) e tukuna ana e te rori? Ka pēhea te kaha o te tūpono ka eke pahikara rātau ki te rori?</w:t>
            </w:r>
          </w:p>
          <w:p w14:paraId="4A9C9EB8" w14:textId="77777777" w:rsidR="00D73046" w:rsidRPr="00C52813" w:rsidRDefault="00D73046" w:rsidP="00D73046">
            <w:pPr>
              <w:spacing w:after="120"/>
              <w:rPr>
                <w:i/>
              </w:rPr>
            </w:pPr>
            <w:r>
              <w:rPr>
                <w:i/>
              </w:rPr>
              <w:t>[Tohua te tirohanga hei takatika, whakakāhore, ngākau tapatahi rānei.]</w:t>
            </w:r>
          </w:p>
        </w:tc>
        <w:tc>
          <w:tcPr>
            <w:tcW w:w="2311" w:type="dxa"/>
          </w:tcPr>
          <w:p w14:paraId="7581C80A" w14:textId="77777777" w:rsidR="00D73046" w:rsidRPr="00C52813" w:rsidRDefault="00D73046" w:rsidP="00D73046">
            <w:pPr>
              <w:spacing w:after="120"/>
            </w:pPr>
            <w:r>
              <w:t>Whakamārama he aha i pēnei ai ō rātau whakaaro.</w:t>
            </w:r>
          </w:p>
        </w:tc>
        <w:tc>
          <w:tcPr>
            <w:tcW w:w="2311" w:type="dxa"/>
          </w:tcPr>
          <w:p w14:paraId="0EE4279D" w14:textId="77777777" w:rsidR="00D73046" w:rsidRPr="00C52813" w:rsidRDefault="00D73046" w:rsidP="00D73046">
            <w:pPr>
              <w:spacing w:after="120"/>
            </w:pPr>
            <w:r>
              <w:t>He aha tā rātau e whaiwhakaaro ana e pā ana ki te rori?</w:t>
            </w:r>
          </w:p>
        </w:tc>
      </w:tr>
    </w:tbl>
    <w:p w14:paraId="1437943A" w14:textId="77777777" w:rsidR="00D73046" w:rsidRPr="00C52813" w:rsidRDefault="00D73046" w:rsidP="00E3042D"/>
    <w:p w14:paraId="333E422C" w14:textId="77777777" w:rsidR="00D73046" w:rsidRPr="00C52813" w:rsidRDefault="00D73046" w:rsidP="00E3042D">
      <w:r>
        <w:rPr>
          <w:b/>
        </w:rPr>
        <w:t>Te tātari i ngā whakaaro o ngā tāngata mō tētahi rori paetata</w:t>
      </w:r>
      <w:r w:rsidRPr="00C52813">
        <w:br/>
        <w:t>He aha ngā mea ka kitea e ngā kaiwhakamahi rori he raruraru, he whai wāhitanga hoki i ngā rori paetata?</w:t>
      </w:r>
    </w:p>
    <w:p w14:paraId="767D684C" w14:textId="77777777" w:rsidR="00D73046" w:rsidRPr="00C52813" w:rsidRDefault="00D73046" w:rsidP="00D73046">
      <w:pPr>
        <w:spacing w:after="120"/>
      </w:pPr>
      <w:r>
        <w:t>E ai ki te āhua o ngā raraunga, me te taumata o tō rātau mārama ā-tatauranga, ka taea pea e ngā ākonga te:</w:t>
      </w:r>
    </w:p>
    <w:p w14:paraId="44173567" w14:textId="77777777" w:rsidR="00D73046" w:rsidRPr="00C52813" w:rsidRDefault="00D73046" w:rsidP="00D73046">
      <w:pPr>
        <w:pStyle w:val="ListParagraph"/>
        <w:numPr>
          <w:ilvl w:val="0"/>
          <w:numId w:val="20"/>
        </w:numPr>
        <w:spacing w:after="120"/>
      </w:pPr>
      <w:r>
        <w:t xml:space="preserve">Kōmaka ngā kaiwhakamahi rori, ngā raraunga tauoti rānei mō ā rātau tirohanga rerekē ki ngā rōpū, ka kōrero mō ngā otinga. </w:t>
      </w:r>
    </w:p>
    <w:p w14:paraId="49688BC1" w14:textId="77777777" w:rsidR="00D73046" w:rsidRPr="00C52813" w:rsidRDefault="00D73046" w:rsidP="00D73046">
      <w:pPr>
        <w:pStyle w:val="ListParagraph"/>
        <w:numPr>
          <w:ilvl w:val="0"/>
          <w:numId w:val="20"/>
        </w:numPr>
        <w:spacing w:after="120"/>
      </w:pPr>
      <w:r>
        <w:t xml:space="preserve">Tatauhia ngā kaiwhakamahi rori i roto i ngā rōpū hei whakataurite i ngā rōpū. </w:t>
      </w:r>
    </w:p>
    <w:p w14:paraId="4AC65510" w14:textId="77777777" w:rsidR="00D73046" w:rsidRPr="00C52813" w:rsidRDefault="00D73046" w:rsidP="00D73046">
      <w:pPr>
        <w:pStyle w:val="ListParagraph"/>
        <w:numPr>
          <w:ilvl w:val="0"/>
          <w:numId w:val="20"/>
        </w:numPr>
        <w:spacing w:after="120"/>
      </w:pPr>
      <w:r>
        <w:t>Me whakarōpū me te whakariterite i ngā raraunga kōwae mō ngā kaiwhakamahi rori, ka whakatakoto atu mā tētahi āhuatanga raupapa, pērā i te tūtohi tatau, kauwhata whakaahua, kauwhata pou rānei.</w:t>
      </w:r>
    </w:p>
    <w:p w14:paraId="35BA1A82" w14:textId="77777777" w:rsidR="00D73046" w:rsidRPr="00C52813" w:rsidRDefault="00D73046" w:rsidP="00D73046">
      <w:pPr>
        <w:pStyle w:val="ListParagraph"/>
        <w:numPr>
          <w:ilvl w:val="0"/>
          <w:numId w:val="20"/>
        </w:numPr>
        <w:spacing w:after="120"/>
      </w:pPr>
      <w:r>
        <w:t>Kōwhiri me te whakamahi i tētahi takotoranga tōtika hei whakaatu i ngā raraunga matawhāiti mō ngā kaiwhakamahi rori; ko ngā kōwhiringa pea ka taea ko ngā kauwhata pou me ngā kauwhata rautō.</w:t>
      </w:r>
    </w:p>
    <w:p w14:paraId="3F97C2F2" w14:textId="77777777" w:rsidR="00D73046" w:rsidRPr="00C52813" w:rsidRDefault="00D73046" w:rsidP="00D73046">
      <w:pPr>
        <w:pStyle w:val="ListParagraph"/>
        <w:numPr>
          <w:ilvl w:val="0"/>
          <w:numId w:val="20"/>
        </w:numPr>
        <w:spacing w:after="120"/>
      </w:pPr>
      <w:r>
        <w:t>Whakatakotohia ngā raraunga tauanga mō ngā kaiwhakamahi rori me ā rātau tirohanga mā ngā tikanga rerekē, hei tauira, ngā raraunga whakataurite māmā i roto i ngā kauwhata rautō taha ki te taha.</w:t>
      </w:r>
    </w:p>
    <w:p w14:paraId="3C1E8FF6" w14:textId="77777777" w:rsidR="00D73046" w:rsidRPr="00C52813" w:rsidRDefault="00D73046" w:rsidP="00D73046">
      <w:pPr>
        <w:pStyle w:val="ListParagraph"/>
        <w:numPr>
          <w:ilvl w:val="0"/>
          <w:numId w:val="20"/>
        </w:numPr>
        <w:spacing w:after="120"/>
      </w:pPr>
      <w:r>
        <w:t>Whakatakotohia ngā raraunga whakataurite mō ngā kaiwhakamahi rori me ā rātau tirohanga mā ngā whakaaturanga tatauranga tōtika, hei tauira, ngā kauwhata rautō taha ki te taha me ngā kauwhata kauamo.</w:t>
      </w:r>
    </w:p>
    <w:p w14:paraId="51472BC7" w14:textId="77777777" w:rsidR="00D73046" w:rsidRPr="00C52813" w:rsidRDefault="00D73046" w:rsidP="00E3042D">
      <w:r>
        <w:t xml:space="preserve">Tonoa ngā ākonga ki te whakarōpū me te whakarōpū anō i ngā raraunga i kohia i mua kia taea ai ngā whakaaturanga maha te whakamahi (ngā whakaaturanga tauanga) hei whakaatu i ngā raraunga taketake kia pai ake te mārama ki te tikanga o ngā raraunga mō ngā tirohanga o ngā kaiwhakamahi rori mō ngā rori paetata. </w:t>
      </w:r>
      <w:r w:rsidRPr="00C52813">
        <w:br/>
      </w:r>
    </w:p>
    <w:p w14:paraId="3267655C" w14:textId="77777777" w:rsidR="00D73046" w:rsidRDefault="00D73046" w:rsidP="00D73046">
      <w:pPr>
        <w:shd w:val="clear" w:color="auto" w:fill="69BBAF"/>
        <w:spacing w:after="120"/>
        <w:rPr>
          <w:b/>
        </w:rPr>
      </w:pPr>
      <w:r>
        <w:rPr>
          <w:b/>
        </w:rPr>
        <w:t xml:space="preserve">Ngā āki matapaki </w:t>
      </w:r>
    </w:p>
    <w:p w14:paraId="43A83BC2" w14:textId="77777777" w:rsidR="00D73046" w:rsidRPr="00C52813" w:rsidRDefault="00D73046" w:rsidP="00D73046">
      <w:pPr>
        <w:shd w:val="clear" w:color="auto" w:fill="69BBAF"/>
        <w:spacing w:after="120"/>
      </w:pPr>
      <w:r>
        <w:t>[whakaaro-takirua-tuari, ngā rōpū iti rānei, ngā matapakinga akomanga whānui rānei]</w:t>
      </w:r>
    </w:p>
    <w:p w14:paraId="28096A4E" w14:textId="77777777" w:rsidR="00D73046" w:rsidRPr="00A1517E" w:rsidRDefault="00D73046" w:rsidP="00D73046">
      <w:pPr>
        <w:shd w:val="clear" w:color="auto" w:fill="69BBAF"/>
        <w:spacing w:after="120"/>
      </w:pPr>
      <w:r>
        <w:t xml:space="preserve">Tirohia ngā tikanga rerekē kua whakaaturia ngā raraunga. </w:t>
      </w:r>
    </w:p>
    <w:p w14:paraId="0C3FEA3C" w14:textId="77777777" w:rsidR="00D73046" w:rsidRDefault="00D73046" w:rsidP="00D73046">
      <w:pPr>
        <w:shd w:val="clear" w:color="auto" w:fill="69BBAF"/>
        <w:spacing w:after="120"/>
      </w:pPr>
      <w:r>
        <w:t>He aha ngā kaha me ngā ngoikoretanga o ia whakaaturanga?</w:t>
      </w:r>
    </w:p>
    <w:p w14:paraId="0B09C69C" w14:textId="77777777" w:rsidR="00D73046" w:rsidRDefault="00D73046" w:rsidP="00D73046">
      <w:pPr>
        <w:shd w:val="clear" w:color="auto" w:fill="69BBAF"/>
        <w:spacing w:after="120"/>
      </w:pPr>
      <w:r>
        <w:t>Ki ō whakaaro he aha i pērā ai?</w:t>
      </w:r>
    </w:p>
    <w:p w14:paraId="1114F4BD" w14:textId="77777777" w:rsidR="00D73046" w:rsidRPr="00A1517E" w:rsidRDefault="00D73046" w:rsidP="00D73046">
      <w:pPr>
        <w:shd w:val="clear" w:color="auto" w:fill="69BBAF"/>
        <w:spacing w:after="120"/>
      </w:pPr>
      <w:r>
        <w:t>He aha ngā whakaaro ka toko ake ki a koe i tēnei?</w:t>
      </w:r>
    </w:p>
    <w:p w14:paraId="6BFDB4A0" w14:textId="77777777" w:rsidR="00D73046" w:rsidRPr="00C52813" w:rsidRDefault="00D73046" w:rsidP="00D73046">
      <w:pPr>
        <w:shd w:val="clear" w:color="auto" w:fill="69BBAF"/>
        <w:spacing w:after="120"/>
      </w:pPr>
      <w:r>
        <w:t>Mēnā he kirirarau koe e whakamahi ana i ngā rori paetata hei kaieke pahikara, kaihīkoi, pāhīhī rānei, he aha ngā mea whaitake hei tuari mō ēnei whakaaturanga o ngā raraunga hei whakaatu i ngā tirohanga o ngā kaiwhakamahi rori paetata?</w:t>
      </w:r>
    </w:p>
    <w:p w14:paraId="5675E5FC" w14:textId="43B5EF9E" w:rsidR="00D73046" w:rsidRPr="00C52813" w:rsidRDefault="005F58FA" w:rsidP="005F58FA">
      <w:r>
        <w:br w:type="page"/>
      </w:r>
    </w:p>
    <w:p w14:paraId="5439E232" w14:textId="77777777" w:rsidR="00D73046" w:rsidRDefault="00D73046" w:rsidP="005F58FA">
      <w:pPr>
        <w:pStyle w:val="Heading4"/>
      </w:pPr>
      <w:r>
        <w:lastRenderedPageBreak/>
        <w:t>Mahi tāpiri</w:t>
      </w:r>
    </w:p>
    <w:p w14:paraId="4BA7827D" w14:textId="77777777" w:rsidR="00D73046" w:rsidRDefault="00D73046" w:rsidP="00D73046">
      <w:pPr>
        <w:spacing w:after="120"/>
      </w:pPr>
      <w:r>
        <w:t xml:space="preserve">Aromātaihia ngā kaha me ngā ngoikoretanga o ngā whakaaturanga raraunga rerekē i whakamahia hei tātari i ngā tirohanga kaiwhakamahi rori mō tētahi, ētahi rānei o ngā rori paetata. </w:t>
      </w:r>
    </w:p>
    <w:p w14:paraId="7445C595" w14:textId="77777777" w:rsidR="00D73046" w:rsidRPr="00C52813" w:rsidRDefault="00D73046" w:rsidP="00D73046">
      <w:pPr>
        <w:spacing w:after="120"/>
      </w:pPr>
      <w:r>
        <w:t xml:space="preserve">Whakamahia ngā otinga o te arotakenga hei tuku matapae me te kimi kitenga pāngarau mō ngā tirohanga a ngā kaiwhakamahi rori. </w:t>
      </w:r>
    </w:p>
    <w:p w14:paraId="33B9CC9B" w14:textId="77777777" w:rsidR="00D73046" w:rsidRPr="00C52813" w:rsidRDefault="00D73046" w:rsidP="00D73046">
      <w:pPr>
        <w:spacing w:after="120"/>
      </w:pPr>
    </w:p>
    <w:p w14:paraId="79EB2A4D" w14:textId="77777777" w:rsidR="00D73046" w:rsidRPr="00C52813" w:rsidRDefault="00D73046" w:rsidP="00D73046">
      <w:pPr>
        <w:pStyle w:val="Heading3"/>
        <w:spacing w:before="0" w:after="120"/>
      </w:pPr>
      <w:r>
        <w:t xml:space="preserve">T.4.2 He aha ngā whakapātari (ngā raruraru me ngā whai wāhitanga) mō ngā kaieke pahikara i tētahi rori paetata? </w:t>
      </w:r>
    </w:p>
    <w:p w14:paraId="4DC2BD90" w14:textId="77777777" w:rsidR="00D73046" w:rsidRPr="00C52813" w:rsidRDefault="00D73046" w:rsidP="00D73046">
      <w:pPr>
        <w:spacing w:after="120"/>
      </w:pPr>
      <w:r>
        <w:rPr>
          <w:b/>
        </w:rPr>
        <w:t>Me karawhiu whakaaro</w:t>
      </w:r>
      <w:r>
        <w:t xml:space="preserve"> mō ngā whakapātari rori paetata (ngā raruraru me ngā whai wāhitanga).</w:t>
      </w:r>
    </w:p>
    <w:p w14:paraId="42EF253D" w14:textId="77777777" w:rsidR="00D73046" w:rsidRPr="00C52813" w:rsidRDefault="00D73046" w:rsidP="00D73046">
      <w:pPr>
        <w:spacing w:after="120"/>
      </w:pPr>
      <w:r>
        <w:t>Hei tauira:</w:t>
      </w:r>
    </w:p>
    <w:p w14:paraId="6B746C86" w14:textId="696A978C" w:rsidR="00D73046" w:rsidRPr="00EB39E1" w:rsidRDefault="00D73046" w:rsidP="00D73046">
      <w:pPr>
        <w:pStyle w:val="ListParagraph"/>
        <w:numPr>
          <w:ilvl w:val="0"/>
          <w:numId w:val="23"/>
        </w:numPr>
        <w:spacing w:after="120"/>
      </w:pPr>
      <w:r>
        <w:t>Ngā whai wāhitanga mai i ngā rori paetata: kāore he utu hei whakamahi, he ngāwari te kōwhiri ara, ngā momo ikiiki kūaha ki te kūaha, ka taea e te katoa te rori te whakamahi, he tūnga waka māmā mō ngā waka, ā, ka taea māmātia ngā whakawhitinga rori mā-raro.</w:t>
      </w:r>
    </w:p>
    <w:p w14:paraId="6C7448F0" w14:textId="20259D60" w:rsidR="00D73046" w:rsidRPr="00EB39E1" w:rsidRDefault="00D73046" w:rsidP="00D73046">
      <w:pPr>
        <w:pStyle w:val="ListParagraph"/>
        <w:numPr>
          <w:ilvl w:val="0"/>
          <w:numId w:val="23"/>
        </w:numPr>
        <w:spacing w:after="120"/>
        <w:rPr>
          <w:b/>
        </w:rPr>
      </w:pPr>
      <w:r>
        <w:t>Ngā raruraru me ngā rori paetata: ka pokea te rori, kāore he whakaurunga tūnga mō ngā pahikara, ngā mata hīrokiroki, ngā waka hohoro te haere, ngā waka i te wā popoke.</w:t>
      </w:r>
    </w:p>
    <w:p w14:paraId="441F0D8F" w14:textId="77777777" w:rsidR="00D73046" w:rsidRPr="00C52813" w:rsidRDefault="00D73046" w:rsidP="00D73046">
      <w:pPr>
        <w:spacing w:after="120"/>
        <w:rPr>
          <w:b/>
        </w:rPr>
      </w:pPr>
    </w:p>
    <w:p w14:paraId="7657EFDA" w14:textId="77777777" w:rsidR="00D73046" w:rsidRPr="00C52813" w:rsidRDefault="00D73046" w:rsidP="00D73046">
      <w:pPr>
        <w:spacing w:after="120"/>
        <w:rPr>
          <w:b/>
        </w:rPr>
      </w:pPr>
      <w:r>
        <w:rPr>
          <w:b/>
        </w:rPr>
        <w:t>Te whakaara pātai</w:t>
      </w:r>
    </w:p>
    <w:p w14:paraId="26997449" w14:textId="77777777" w:rsidR="00D73046" w:rsidRPr="00C52813" w:rsidRDefault="00D73046" w:rsidP="00D73046">
      <w:pPr>
        <w:spacing w:after="120"/>
      </w:pPr>
      <w:r>
        <w:t>Tonoa ngā ākonga ki te:</w:t>
      </w:r>
    </w:p>
    <w:p w14:paraId="680ED22F" w14:textId="77777777" w:rsidR="00D73046" w:rsidRPr="00EB39E1" w:rsidRDefault="00D73046" w:rsidP="00D73046">
      <w:pPr>
        <w:spacing w:after="120"/>
      </w:pPr>
      <w:r>
        <w:t>Whakaara pātai hei tūhura i ngā whakapātari (ngā raruraru me ngā whai wāhitanga) e whakaaturia ana e tētahi, ētahi rānei o ngā rori paetata.</w:t>
      </w:r>
    </w:p>
    <w:p w14:paraId="1BA241B9" w14:textId="77777777" w:rsidR="00D73046" w:rsidRPr="00EB39E1" w:rsidRDefault="00D73046" w:rsidP="00D73046">
      <w:pPr>
        <w:spacing w:after="120"/>
      </w:pPr>
      <w:r>
        <w:t>Tautohua te taupori tīpakonga, hei tauira, 'ngā kaieke pahikara' – ngā whānau, ngā whanaunga me ngā hoa o ngā ākonga i te kura e eke pahikara ana i ngā rori paetata.</w:t>
      </w:r>
    </w:p>
    <w:p w14:paraId="3AC01838" w14:textId="77777777" w:rsidR="00D73046" w:rsidRPr="00EB39E1" w:rsidRDefault="00D73046" w:rsidP="00D73046">
      <w:pPr>
        <w:spacing w:after="120"/>
      </w:pPr>
      <w:r>
        <w:t>Tautohua te rahinga tīpako.</w:t>
      </w:r>
    </w:p>
    <w:p w14:paraId="766DF727" w14:textId="77777777" w:rsidR="00D73046" w:rsidRDefault="00D73046" w:rsidP="00D73046">
      <w:pPr>
        <w:spacing w:after="120"/>
      </w:pPr>
      <w:r>
        <w:t>Tautohua ngā taurangi ka inehia i runga i tō pātai tūhura, pērā i:</w:t>
      </w:r>
    </w:p>
    <w:p w14:paraId="73AF9910" w14:textId="53D72663" w:rsidR="00D73046" w:rsidRDefault="00D73046" w:rsidP="00D73046">
      <w:pPr>
        <w:pStyle w:val="ListParagraph"/>
        <w:numPr>
          <w:ilvl w:val="0"/>
          <w:numId w:val="24"/>
        </w:numPr>
        <w:spacing w:after="120"/>
      </w:pPr>
      <w:r>
        <w:t>te tau o ngā kaieke pahikara kua pāngia e te uaua, e te painga rānei i tētahi rori tūtata i ngā marama e ono kua pahure ake (he raraunga motumotu)</w:t>
      </w:r>
    </w:p>
    <w:p w14:paraId="328FEB6E" w14:textId="77777777" w:rsidR="00D73046" w:rsidRDefault="00D73046" w:rsidP="00D73046">
      <w:pPr>
        <w:pStyle w:val="ListParagraph"/>
        <w:numPr>
          <w:ilvl w:val="0"/>
          <w:numId w:val="24"/>
        </w:numPr>
        <w:spacing w:after="120"/>
      </w:pPr>
      <w:r>
        <w:t>te taipakeke o ngā kaiwhakamahi rori kua rongo i te uaua, i te painga rānei i tētahi rori tūtata i ngā marama e ono kua pahure ake (he raraunga motumotu)</w:t>
      </w:r>
    </w:p>
    <w:p w14:paraId="5647B519" w14:textId="77777777" w:rsidR="00D73046" w:rsidRDefault="00D73046" w:rsidP="00D73046">
      <w:pPr>
        <w:pStyle w:val="ListParagraph"/>
        <w:numPr>
          <w:ilvl w:val="0"/>
          <w:numId w:val="24"/>
        </w:numPr>
        <w:spacing w:after="120"/>
      </w:pPr>
      <w:r>
        <w:t>te momo o ngā kaiwhakamahi rori kua rongo i te uaua, i te painga rānei i tētahi rori tūtata i ngā marama e ono kua pahure ake (he raraunga motumotu)</w:t>
      </w:r>
    </w:p>
    <w:p w14:paraId="17FB6DA1" w14:textId="77777777" w:rsidR="00D73046" w:rsidRDefault="00D73046" w:rsidP="00D73046">
      <w:pPr>
        <w:pStyle w:val="ListParagraph"/>
        <w:numPr>
          <w:ilvl w:val="0"/>
          <w:numId w:val="24"/>
        </w:numPr>
        <w:spacing w:after="120"/>
      </w:pPr>
      <w:r>
        <w:t>te wāhi i rongo ngā kaieke pahikara i te kore haumaru, i te uruhau rānei i tētahi rori tūtata (raraunga motumotu)</w:t>
      </w:r>
    </w:p>
    <w:p w14:paraId="23A98265" w14:textId="77777777" w:rsidR="00D73046" w:rsidRDefault="00D73046" w:rsidP="00D73046">
      <w:pPr>
        <w:pStyle w:val="ListParagraph"/>
        <w:numPr>
          <w:ilvl w:val="0"/>
          <w:numId w:val="24"/>
        </w:numPr>
        <w:spacing w:after="120"/>
      </w:pPr>
      <w:r>
        <w:t>te momo o te uaua, o te painga rānei i whai wāhi mai (raraunga motumotu)</w:t>
      </w:r>
    </w:p>
    <w:p w14:paraId="38FC2C6A" w14:textId="77777777" w:rsidR="00D73046" w:rsidRPr="00EB39E1" w:rsidRDefault="00D73046" w:rsidP="00D73046">
      <w:pPr>
        <w:pStyle w:val="ListParagraph"/>
        <w:numPr>
          <w:ilvl w:val="0"/>
          <w:numId w:val="24"/>
        </w:numPr>
        <w:spacing w:after="120"/>
      </w:pPr>
      <w:r>
        <w:t xml:space="preserve">te taumata o te hira o te uaua, o te painga rānei (raraunga motumotu). </w:t>
      </w:r>
    </w:p>
    <w:p w14:paraId="3D40C28A" w14:textId="77777777" w:rsidR="00D73046" w:rsidRPr="00C52813" w:rsidRDefault="00D73046" w:rsidP="00D73046">
      <w:pPr>
        <w:spacing w:after="120"/>
      </w:pPr>
      <w:r>
        <w:t>Hoahoatia he tikanga mō te kohikohi raraunga. Hei tauira, whakamahia ngā rangahau, ngā tirotiro, ngā uiui, patapatai rānei.</w:t>
      </w:r>
    </w:p>
    <w:p w14:paraId="7873EE6A" w14:textId="77777777" w:rsidR="00D73046" w:rsidRPr="00C52813" w:rsidRDefault="00D73046" w:rsidP="00D73046">
      <w:pPr>
        <w:spacing w:after="120"/>
        <w:rPr>
          <w:b/>
        </w:rPr>
      </w:pPr>
    </w:p>
    <w:p w14:paraId="128E40E3" w14:textId="77777777" w:rsidR="00D73046" w:rsidRPr="00C52813" w:rsidRDefault="00D73046" w:rsidP="00D73046">
      <w:pPr>
        <w:spacing w:after="120"/>
        <w:rPr>
          <w:b/>
        </w:rPr>
      </w:pPr>
      <w:r>
        <w:rPr>
          <w:b/>
        </w:rPr>
        <w:t>Te kohikohi raraunga</w:t>
      </w:r>
    </w:p>
    <w:p w14:paraId="765BF8FD" w14:textId="77777777" w:rsidR="00D73046" w:rsidRPr="00C52813" w:rsidRDefault="00D73046" w:rsidP="00D73046">
      <w:pPr>
        <w:spacing w:after="120"/>
      </w:pPr>
      <w:r>
        <w:t>Tonoa ngā ākonga ki te:</w:t>
      </w:r>
    </w:p>
    <w:p w14:paraId="416BE86A" w14:textId="77777777" w:rsidR="00D73046" w:rsidRPr="00A0667C" w:rsidRDefault="00D73046" w:rsidP="00D73046">
      <w:pPr>
        <w:pStyle w:val="ListParagraph"/>
        <w:numPr>
          <w:ilvl w:val="0"/>
          <w:numId w:val="25"/>
        </w:numPr>
        <w:spacing w:after="120"/>
      </w:pPr>
      <w:r>
        <w:t>Kohikohi raraunga, hei tauira, te tuhi i ēnei raraunga rangahau ki tētahi tūtohi tatau.</w:t>
      </w:r>
    </w:p>
    <w:p w14:paraId="63BFF090" w14:textId="77777777" w:rsidR="00D73046" w:rsidRPr="00A0667C" w:rsidRDefault="00D73046" w:rsidP="00D73046">
      <w:pPr>
        <w:pStyle w:val="ListParagraph"/>
        <w:numPr>
          <w:ilvl w:val="0"/>
          <w:numId w:val="25"/>
        </w:numPr>
        <w:spacing w:after="120"/>
      </w:pPr>
      <w:r>
        <w:t>Kōmaka, whakariterite me te whakaraupapa i ngā raraunga.</w:t>
      </w:r>
    </w:p>
    <w:p w14:paraId="557CBE25" w14:textId="77777777" w:rsidR="00D73046" w:rsidRPr="00A0667C" w:rsidRDefault="00D73046" w:rsidP="00D73046">
      <w:pPr>
        <w:pStyle w:val="ListParagraph"/>
        <w:numPr>
          <w:ilvl w:val="0"/>
          <w:numId w:val="25"/>
        </w:numPr>
        <w:spacing w:after="120"/>
      </w:pPr>
      <w:r>
        <w:t>Whakarāpopotohia ngā raraunga.</w:t>
      </w:r>
    </w:p>
    <w:p w14:paraId="2D97789E" w14:textId="7FE87868" w:rsidR="00533DCB" w:rsidRDefault="00533DCB">
      <w:r>
        <w:br w:type="page"/>
      </w:r>
    </w:p>
    <w:p w14:paraId="26FB23CF" w14:textId="77777777" w:rsidR="00D73046" w:rsidRPr="00C52813" w:rsidRDefault="00D73046" w:rsidP="00D73046">
      <w:pPr>
        <w:spacing w:after="120"/>
        <w:rPr>
          <w:b/>
        </w:rPr>
      </w:pPr>
      <w:r>
        <w:rPr>
          <w:b/>
        </w:rPr>
        <w:lastRenderedPageBreak/>
        <w:t>Te whakaatu i ngā raraunga</w:t>
      </w:r>
    </w:p>
    <w:p w14:paraId="0B9990F2" w14:textId="77777777" w:rsidR="00D73046" w:rsidRPr="00C52813" w:rsidRDefault="00D73046" w:rsidP="00D73046">
      <w:pPr>
        <w:spacing w:after="120"/>
      </w:pPr>
      <w:r>
        <w:t>Tonoa ngā ākonga ki te whakaatu i ā rātau raraunga mā te tikanga tōtika rawa, pērā i ngā kauwhata pou, kauwhata pouhere, tūtohi tatau, kauwhata whakaahua, kauwhata tāhei, kauwhata porohita, ngā tūtohi, kauwhata ira, kauwhata houanga.</w:t>
      </w:r>
    </w:p>
    <w:p w14:paraId="1D5A581A" w14:textId="77777777" w:rsidR="00D73046" w:rsidRPr="00C52813" w:rsidRDefault="00D73046" w:rsidP="00D73046">
      <w:pPr>
        <w:spacing w:after="120"/>
        <w:rPr>
          <w:b/>
        </w:rPr>
      </w:pPr>
    </w:p>
    <w:p w14:paraId="2DF29C29" w14:textId="77777777" w:rsidR="00D73046" w:rsidRPr="00C52813" w:rsidRDefault="00D73046" w:rsidP="00D73046">
      <w:pPr>
        <w:spacing w:after="120"/>
        <w:rPr>
          <w:b/>
        </w:rPr>
      </w:pPr>
      <w:r>
        <w:rPr>
          <w:b/>
        </w:rPr>
        <w:t>Ngā matapaki otinga</w:t>
      </w:r>
    </w:p>
    <w:p w14:paraId="4F5DAC02" w14:textId="77777777" w:rsidR="00D73046" w:rsidRPr="00A0667C" w:rsidRDefault="00D73046" w:rsidP="00D73046">
      <w:pPr>
        <w:spacing w:after="120"/>
      </w:pPr>
      <w:r>
        <w:t>Matapaki i ngā āhuatanga o te whakaaturanga raraunga. Whakamahia ngā kupu pērā i waenganui, hora, mōwaho, toharite, tau toharite, tauputu.</w:t>
      </w:r>
    </w:p>
    <w:p w14:paraId="579C9DC5" w14:textId="77777777" w:rsidR="00D73046" w:rsidRPr="00A0667C" w:rsidRDefault="00D73046" w:rsidP="00D73046">
      <w:pPr>
        <w:spacing w:after="120"/>
      </w:pPr>
      <w:r>
        <w:t>Whiriwhiria he whakataunga mai i ngā tātaritanga raraunga mō ngā whakapātari e mōhiotia ana (ngā raruraru me ngā whai wāhitanga) ina whakamahi ana i tētahi rori paetata.</w:t>
      </w:r>
    </w:p>
    <w:p w14:paraId="2E5D6EA0" w14:textId="77777777" w:rsidR="00D73046" w:rsidRPr="00C52813" w:rsidRDefault="00D73046" w:rsidP="00D73046">
      <w:pPr>
        <w:spacing w:after="120"/>
      </w:pPr>
      <w:r>
        <w:t>Tukuna he kōrero whānui mai i ō raraunga (he tauākī e tuku whakapae ana, he whakamārama i te pūtake me te tuku taunakitanga mai i ngā raraunga) me pēhea tō whakahaere pai rawa i ngā raruraru me te whai i ngā whai wāhitanga e tukuna ana e tētahi rori paetata.</w:t>
      </w:r>
    </w:p>
    <w:p w14:paraId="5169C4B8" w14:textId="77777777" w:rsidR="00D73046" w:rsidRPr="00C52813" w:rsidRDefault="00D73046" w:rsidP="00D73046">
      <w:pPr>
        <w:spacing w:after="120"/>
        <w:rPr>
          <w:b/>
        </w:rPr>
      </w:pPr>
    </w:p>
    <w:p w14:paraId="61ACA374" w14:textId="77777777" w:rsidR="00D73046" w:rsidRPr="00C52813" w:rsidRDefault="00D73046" w:rsidP="00D73046">
      <w:pPr>
        <w:spacing w:after="120"/>
        <w:rPr>
          <w:b/>
        </w:rPr>
      </w:pPr>
      <w:r>
        <w:rPr>
          <w:b/>
        </w:rPr>
        <w:t>Mā te whakamahi i ngā whakairoiro mōhiohio hei whakapuaki i tētahi kōrero me ngā raraunga</w:t>
      </w:r>
    </w:p>
    <w:p w14:paraId="37078676" w14:textId="77777777" w:rsidR="00D73046" w:rsidRPr="00D64AEE" w:rsidRDefault="00D73046" w:rsidP="00D73046">
      <w:pPr>
        <w:spacing w:after="120"/>
      </w:pPr>
      <w:r>
        <w:t>Whakaaturia ngā raraunga mā tētahi tikanga ka whakamōhio i ētahi atu mō te rori paetata.</w:t>
      </w:r>
    </w:p>
    <w:p w14:paraId="36BE373B" w14:textId="77777777" w:rsidR="00D73046" w:rsidRPr="00D64AEE" w:rsidRDefault="00D73046" w:rsidP="00D73046">
      <w:pPr>
        <w:spacing w:after="120"/>
      </w:pPr>
      <w:r>
        <w:t xml:space="preserve">Whakamahia ngā whakaaturanga raraunga i roto i tētahi whakairoiro mōhiohio hei whakapuaki kōrero mō ngā tirohanga rerekē a ngā kaieke pahikara mō tētahi rori paetata.  He aha ngā whakaaro o ngā kaieke pahikara mō tēnei rori paetata? </w:t>
      </w:r>
    </w:p>
    <w:p w14:paraId="3A59AE85" w14:textId="77777777" w:rsidR="00D73046" w:rsidRPr="00D64AEE" w:rsidRDefault="00D73046" w:rsidP="00D73046">
      <w:pPr>
        <w:spacing w:after="120"/>
      </w:pPr>
      <w:r>
        <w:t>Me uru ki tō whakairoiro mōhiohio ko ngā atahanga taikaha, ngā tauanga hira, raraunga hoki me te whakamahi i ngā kupu pūtaiao me te reo hangarau.</w:t>
      </w:r>
    </w:p>
    <w:p w14:paraId="1D890739" w14:textId="77777777" w:rsidR="00D73046" w:rsidRPr="00C52813" w:rsidRDefault="00D73046" w:rsidP="00D73046">
      <w:pPr>
        <w:spacing w:after="120"/>
      </w:pPr>
      <w:r>
        <w:t xml:space="preserve">Rangahauhia ngā tikanga rerekē e whakamahia ana ngā whakairoiro mōhiohio hei whakapuaki kōrero me ngā raraunga i mua i tō hanga mahere mō tāu ake whakairoiro mōhiohio. </w:t>
      </w:r>
    </w:p>
    <w:p w14:paraId="2CE6E68E" w14:textId="77777777" w:rsidR="00D73046" w:rsidRPr="00C52813" w:rsidRDefault="00D73046" w:rsidP="00D73046">
      <w:pPr>
        <w:spacing w:after="120"/>
      </w:pPr>
      <w:r>
        <w:t>Ko ngā wāhi tōtika ko:</w:t>
      </w:r>
    </w:p>
    <w:p w14:paraId="3127AF0D" w14:textId="77777777" w:rsidR="00D73046" w:rsidRPr="00B67D50" w:rsidRDefault="00000000" w:rsidP="00D73046">
      <w:pPr>
        <w:spacing w:after="120"/>
      </w:pPr>
      <w:hyperlink r:id="rId18" w:history="1">
        <w:r w:rsidR="00D73046">
          <w:rPr>
            <w:rStyle w:val="Hyperlink"/>
          </w:rPr>
          <w:t>He Whakairoiro Pārongo nā Mashable (Pinterest)</w:t>
        </w:r>
      </w:hyperlink>
      <w:r w:rsidR="00D73046">
        <w:t xml:space="preserve"> </w:t>
      </w:r>
    </w:p>
    <w:p w14:paraId="5A735AEA" w14:textId="77777777" w:rsidR="00D73046" w:rsidRPr="00B67D50" w:rsidRDefault="00000000" w:rsidP="00D73046">
      <w:pPr>
        <w:spacing w:after="120"/>
      </w:pPr>
      <w:hyperlink r:id="rId19" w:history="1">
        <w:r w:rsidR="00D73046">
          <w:rPr>
            <w:rStyle w:val="Hyperlink"/>
          </w:rPr>
          <w:t>Whakairoiro Pārongo o Ia Rā</w:t>
        </w:r>
      </w:hyperlink>
      <w:r w:rsidR="00D73046">
        <w:t xml:space="preserve"> </w:t>
      </w:r>
    </w:p>
    <w:p w14:paraId="744B2CD7" w14:textId="77777777" w:rsidR="00D73046" w:rsidRPr="00D64AEE" w:rsidRDefault="00D73046" w:rsidP="00D73046">
      <w:pPr>
        <w:spacing w:after="120"/>
      </w:pPr>
      <w:r>
        <w:t xml:space="preserve">Hopu tirohangamata o ngā tirohanga tiriti a Google Maps o te rori (hopukina rānei āu ake whakaahua o te rori). </w:t>
      </w:r>
    </w:p>
    <w:p w14:paraId="03041A89" w14:textId="77777777" w:rsidR="00D73046" w:rsidRPr="00D64AEE" w:rsidRDefault="00D73046" w:rsidP="00D73046">
      <w:pPr>
        <w:spacing w:after="120"/>
      </w:pPr>
      <w:r>
        <w:t xml:space="preserve">Whakamahia ēnei hei papamuri ina mahi pānui, tāpirihia rānei ēnei atahanga ki tētahi papatono kiriata pērā i te MS PowerPoint, Apple Keynote rānei. </w:t>
      </w:r>
    </w:p>
    <w:p w14:paraId="4F7AB8EF" w14:textId="77777777" w:rsidR="00D73046" w:rsidRDefault="00D73046" w:rsidP="00D73046">
      <w:pPr>
        <w:spacing w:after="120"/>
      </w:pPr>
      <w:r>
        <w:t>Tāpirihia ngā atahanga o ngā tāngata e whakamahi ana i te rori i hangaia e koe, me ngā pātai ā-waha, ā-tuhi rānei, ki ngā pānui (kiriata rānei).</w:t>
      </w:r>
    </w:p>
    <w:p w14:paraId="7EF7B448" w14:textId="461087B7" w:rsidR="00D73046" w:rsidRDefault="00533DCB" w:rsidP="00D73046">
      <w:pPr>
        <w:spacing w:after="120"/>
      </w:pPr>
      <w:r>
        <w:t>Kōwhiringa: waihanga mahere i tētahi mahere whaiaro mā te whakamahi i Google My Maps.  Kia hāngai te tāpiri atu i ngā atahanga me ngā pātai ka tāmau i tētahi mahere whakakaupapa ā-ākonga i roto i tētahi rangitaki akomanga, wiki rānei.</w:t>
      </w:r>
    </w:p>
    <w:p w14:paraId="7FCC2DC1" w14:textId="77777777" w:rsidR="00D73046" w:rsidRPr="00C52813" w:rsidRDefault="00000000" w:rsidP="00D73046">
      <w:pPr>
        <w:spacing w:after="120"/>
      </w:pPr>
      <w:hyperlink r:id="rId20" w:history="1">
        <w:r w:rsidR="00D73046">
          <w:rPr>
            <w:rStyle w:val="Hyperlink"/>
          </w:rPr>
          <w:t>Whakakitea ō raraunga i tētahi mahere whaiaro mā te whakamahi i Google My Maps.</w:t>
        </w:r>
      </w:hyperlink>
    </w:p>
    <w:p w14:paraId="57045234" w14:textId="000F716C" w:rsidR="00E3042D" w:rsidRDefault="00E3042D">
      <w:pPr>
        <w:rPr>
          <w:b/>
        </w:rPr>
      </w:pPr>
      <w:r>
        <w:rPr>
          <w:b/>
        </w:rPr>
        <w:br w:type="page"/>
      </w:r>
    </w:p>
    <w:p w14:paraId="6B7EED29" w14:textId="77777777" w:rsidR="00D73046" w:rsidRPr="00C52813" w:rsidRDefault="00D73046" w:rsidP="00D73046">
      <w:pPr>
        <w:spacing w:after="120"/>
        <w:rPr>
          <w:b/>
        </w:rPr>
      </w:pPr>
    </w:p>
    <w:p w14:paraId="5BD26FED" w14:textId="77777777" w:rsidR="00D73046" w:rsidRDefault="00D73046" w:rsidP="00D73046">
      <w:pPr>
        <w:shd w:val="clear" w:color="auto" w:fill="69BBAF"/>
        <w:spacing w:after="120"/>
        <w:rPr>
          <w:b/>
        </w:rPr>
      </w:pPr>
      <w:r>
        <w:rPr>
          <w:b/>
        </w:rPr>
        <w:t>Ngā āki matapaki</w:t>
      </w:r>
    </w:p>
    <w:p w14:paraId="331CCB8A" w14:textId="77777777" w:rsidR="00D73046" w:rsidRPr="00F037F9" w:rsidRDefault="00D73046" w:rsidP="00D73046">
      <w:pPr>
        <w:shd w:val="clear" w:color="auto" w:fill="69BBAF"/>
        <w:spacing w:after="120"/>
      </w:pPr>
      <w:r>
        <w:t>[whakaaro-takirua-tuari, ngā rōpū iti rānei, ngā matapakinga akomanga whānui rānei]</w:t>
      </w:r>
    </w:p>
    <w:p w14:paraId="72B92AF2" w14:textId="77777777" w:rsidR="00D73046" w:rsidRPr="00F037F9" w:rsidRDefault="00D73046" w:rsidP="00D73046">
      <w:pPr>
        <w:shd w:val="clear" w:color="auto" w:fill="69BBAF"/>
        <w:spacing w:after="120"/>
      </w:pPr>
      <w:r>
        <w:t xml:space="preserve">Tirohia ngā whakairoiro mōhiohio ka whakaaroaro mō ngā kōrero ka kōrerohia mō ngā rori paetata me ngā kaieke pahikara. </w:t>
      </w:r>
    </w:p>
    <w:p w14:paraId="44B1807F" w14:textId="77777777" w:rsidR="00D73046" w:rsidRDefault="00D73046" w:rsidP="00D73046">
      <w:pPr>
        <w:shd w:val="clear" w:color="auto" w:fill="69BBAF"/>
        <w:spacing w:after="120"/>
      </w:pPr>
      <w:r>
        <w:t>He aha ngā kōrero ka kōrerohia e rātau?</w:t>
      </w:r>
    </w:p>
    <w:p w14:paraId="689B6844" w14:textId="77777777" w:rsidR="00D73046" w:rsidRDefault="00D73046" w:rsidP="00D73046">
      <w:pPr>
        <w:shd w:val="clear" w:color="auto" w:fill="69BBAF"/>
        <w:spacing w:after="120"/>
      </w:pPr>
      <w:r>
        <w:t>Ki ō whakaaro he aha i pērā ai?</w:t>
      </w:r>
    </w:p>
    <w:p w14:paraId="2CFBFAA1" w14:textId="77777777" w:rsidR="00D73046" w:rsidRPr="00F037F9" w:rsidRDefault="00D73046" w:rsidP="00D73046">
      <w:pPr>
        <w:shd w:val="clear" w:color="auto" w:fill="69BBAF"/>
        <w:spacing w:after="120"/>
      </w:pPr>
      <w:r>
        <w:t>He aha ngā whakaaro ka toko ake ki a koe i tēnei?</w:t>
      </w:r>
    </w:p>
    <w:p w14:paraId="59CACAFA" w14:textId="77777777" w:rsidR="00D73046" w:rsidRPr="00C52813" w:rsidRDefault="00D73046" w:rsidP="00D73046">
      <w:pPr>
        <w:shd w:val="clear" w:color="auto" w:fill="69BBAF"/>
        <w:spacing w:after="120"/>
      </w:pPr>
      <w:r>
        <w:t>Mēnā he kirirarau koe e whakamahi ana i ngā rori paetata hei kaieke pahikara, he aha ngā mea whaitake hei tuari mai i ō kōrero whakairoiro mōhiohio? Me whakaaroaro mō ngā pātai ka hiahia pea tētahi kaiwhakamahi rori ki te pātai ki ngā kaieke pahikara. Me whakaaroaro mō te whakairoiro mōhiohio ka whakamahia pea e tētahi kaiwhakamahi rori hei whakapuaki kōrero.</w:t>
      </w:r>
    </w:p>
    <w:p w14:paraId="24A33598" w14:textId="77777777" w:rsidR="00D73046" w:rsidRPr="00C52813" w:rsidRDefault="00D73046" w:rsidP="0052275C">
      <w:pPr>
        <w:pStyle w:val="Heading2"/>
      </w:pPr>
      <w:r>
        <w:t>T.5. HANGAIA he toa tautiaki pahikara 'whakatū ohorere'</w:t>
      </w:r>
    </w:p>
    <w:p w14:paraId="244BC6A3" w14:textId="77777777" w:rsidR="00D73046" w:rsidRPr="00A33B91" w:rsidRDefault="00D73046" w:rsidP="00D73046">
      <w:pPr>
        <w:spacing w:after="120"/>
        <w:rPr>
          <w:bCs/>
          <w:iCs/>
        </w:rPr>
      </w:pPr>
    </w:p>
    <w:p w14:paraId="0A101A75" w14:textId="77777777" w:rsidR="00D73046" w:rsidRPr="00206C31" w:rsidRDefault="00D73046" w:rsidP="00D73046">
      <w:pPr>
        <w:spacing w:after="120"/>
        <w:rPr>
          <w:iCs/>
        </w:rPr>
      </w:pPr>
      <w:r>
        <w:t xml:space="preserve">Kia mōhio: Ki te tautiakina haere tonutia e koe tō pahikara ka whakarākeihia tō wheako eke pahikara, ā, ka haumaru ake koe. Ko te rahinga o ngā mahi tautiaki kei tō kaha me ngā taputapu. He uaua ngā āhuatanga maha o te tautiaki pahikara. Ki te hē te whakatikatika ka tino mōrea pea ki te kaieke nō reira mēnā kei te māharahara koe, he pai ake kia waiho mā tētahi mātanga i tētahi toa pahikara tō pahikara e tautiaki. </w:t>
      </w:r>
    </w:p>
    <w:p w14:paraId="26D3B9AC" w14:textId="77777777" w:rsidR="00D73046" w:rsidRPr="00C52813" w:rsidRDefault="00D73046" w:rsidP="00D73046">
      <w:pPr>
        <w:spacing w:after="120"/>
      </w:pPr>
      <w:r>
        <w:t>Tirohia te:</w:t>
      </w:r>
    </w:p>
    <w:p w14:paraId="2386B3AF" w14:textId="77777777" w:rsidR="00D73046" w:rsidRPr="00C52813" w:rsidRDefault="00000000" w:rsidP="00D73046">
      <w:pPr>
        <w:spacing w:after="120"/>
      </w:pPr>
      <w:hyperlink r:id="rId21" w:history="1">
        <w:r w:rsidR="00D73046">
          <w:rPr>
            <w:rStyle w:val="Hyperlink"/>
          </w:rPr>
          <w:t xml:space="preserve">Me pēhea te hihira i tō paihikara (BikeReady) </w:t>
        </w:r>
      </w:hyperlink>
      <w:r w:rsidR="00D73046">
        <w:t xml:space="preserve"> </w:t>
      </w:r>
    </w:p>
    <w:p w14:paraId="01A7FCE5" w14:textId="77777777" w:rsidR="00D73046" w:rsidRPr="00C52813" w:rsidRDefault="00000000" w:rsidP="00D73046">
      <w:pPr>
        <w:spacing w:after="120"/>
      </w:pPr>
      <w:hyperlink r:id="rId22" w:history="1">
        <w:r w:rsidR="00D73046">
          <w:rPr>
            <w:rStyle w:val="Hyperlink"/>
          </w:rPr>
          <w:t>Adult bikes skills (including bike maintenance – Auckland Transport)</w:t>
        </w:r>
      </w:hyperlink>
      <w:r w:rsidR="00D73046">
        <w:t xml:space="preserve"> </w:t>
      </w:r>
    </w:p>
    <w:p w14:paraId="249D9923" w14:textId="77777777" w:rsidR="00D73046" w:rsidRDefault="00000000" w:rsidP="00D73046">
      <w:pPr>
        <w:spacing w:after="120"/>
      </w:pPr>
      <w:hyperlink r:id="rId23" w:history="1">
        <w:r w:rsidR="00D73046">
          <w:rPr>
            <w:rStyle w:val="Hyperlink"/>
          </w:rPr>
          <w:t>Start with design (d school, Stanford)</w:t>
        </w:r>
      </w:hyperlink>
    </w:p>
    <w:p w14:paraId="4D08932E" w14:textId="77777777" w:rsidR="00D73046" w:rsidRPr="00C52813" w:rsidRDefault="00D73046" w:rsidP="00D73046">
      <w:pPr>
        <w:spacing w:after="120"/>
      </w:pPr>
    </w:p>
    <w:p w14:paraId="5D032B48" w14:textId="77777777" w:rsidR="00D73046" w:rsidRPr="00C52813" w:rsidRDefault="00D73046" w:rsidP="00D73046">
      <w:pPr>
        <w:spacing w:after="120"/>
      </w:pPr>
      <w:r>
        <w:t xml:space="preserve">Me whakamahi ko ngā wāhanga tukatuka o te </w:t>
      </w:r>
      <w:r w:rsidRPr="00C52813">
        <w:rPr>
          <w:b/>
        </w:rPr>
        <w:t>whakaaro hoahoa</w:t>
      </w:r>
      <w:r>
        <w:t xml:space="preserve"> hei whakarite i tētahi whai wāhitanga ki te āwhina i ngā tautiaki auau mō ō rātau pahikara ina tutuki i a rātau ngā wāhanga pūkenga. </w:t>
      </w:r>
    </w:p>
    <w:p w14:paraId="5DA049F6" w14:textId="77777777" w:rsidR="00D73046" w:rsidRPr="00C52813" w:rsidRDefault="00D73046" w:rsidP="00D73046">
      <w:pPr>
        <w:spacing w:after="120"/>
      </w:pPr>
    </w:p>
    <w:p w14:paraId="69425647" w14:textId="77777777" w:rsidR="00D73046" w:rsidRPr="00C52813" w:rsidRDefault="00D73046" w:rsidP="00D73046">
      <w:pPr>
        <w:spacing w:after="120"/>
      </w:pPr>
      <w:r w:rsidRPr="00C52813">
        <w:rPr>
          <w:b/>
          <w:noProof/>
        </w:rPr>
        <w:lastRenderedPageBreak/>
        <w:drawing>
          <wp:inline distT="0" distB="0" distL="0" distR="0" wp14:anchorId="6C3ABD5D" wp14:editId="466FDCB8">
            <wp:extent cx="5925312" cy="4396435"/>
            <wp:effectExtent l="0" t="0" r="0" b="4254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6CBF2C8B" w14:textId="71B95A36" w:rsidR="009F7731" w:rsidRDefault="009F7731">
      <w:pPr>
        <w:rPr>
          <w:b/>
          <w:bCs/>
        </w:rPr>
      </w:pPr>
      <w:r>
        <w:rPr>
          <w:b/>
          <w:bCs/>
        </w:rPr>
        <w:br w:type="page"/>
      </w:r>
    </w:p>
    <w:p w14:paraId="3D8BE570" w14:textId="2A17C3CC" w:rsidR="00D73046" w:rsidRPr="00E776B1" w:rsidRDefault="00D73046" w:rsidP="00D73046">
      <w:pPr>
        <w:spacing w:after="120"/>
      </w:pPr>
      <w:r>
        <w:rPr>
          <w:b/>
        </w:rPr>
        <w:lastRenderedPageBreak/>
        <w:t xml:space="preserve">Me aro mai </w:t>
      </w:r>
      <w:r w:rsidRPr="00E776B1">
        <w:t xml:space="preserve"> ki tētahi whakapātari, whai wāhitanga rānei:</w:t>
      </w:r>
    </w:p>
    <w:p w14:paraId="3AEDD733" w14:textId="77777777" w:rsidR="00D73046" w:rsidRPr="00E776B1" w:rsidRDefault="00D73046" w:rsidP="00D73046">
      <w:pPr>
        <w:pStyle w:val="ListParagraph"/>
        <w:numPr>
          <w:ilvl w:val="0"/>
          <w:numId w:val="29"/>
        </w:numPr>
        <w:spacing w:after="120"/>
      </w:pPr>
      <w:r>
        <w:t>Me ako mō te hunga mātakitaki mō te whai wāhitanga hoahoa</w:t>
      </w:r>
    </w:p>
    <w:p w14:paraId="51658D61" w14:textId="77777777" w:rsidR="00D73046" w:rsidRPr="00E776B1" w:rsidRDefault="00D73046" w:rsidP="00D73046">
      <w:pPr>
        <w:pStyle w:val="ListParagraph"/>
        <w:numPr>
          <w:ilvl w:val="0"/>
          <w:numId w:val="26"/>
        </w:numPr>
        <w:spacing w:after="120"/>
      </w:pPr>
      <w:r>
        <w:t>ko wai rātau? (tautohu)</w:t>
      </w:r>
    </w:p>
    <w:p w14:paraId="3FED9183" w14:textId="77777777" w:rsidR="00D73046" w:rsidRPr="00E776B1" w:rsidRDefault="00D73046" w:rsidP="00D73046">
      <w:pPr>
        <w:pStyle w:val="ListParagraph"/>
        <w:numPr>
          <w:ilvl w:val="0"/>
          <w:numId w:val="26"/>
        </w:numPr>
        <w:spacing w:after="120"/>
      </w:pPr>
      <w:r>
        <w:t xml:space="preserve">he aha ō rātau hiahia? (whakaahua) </w:t>
      </w:r>
    </w:p>
    <w:p w14:paraId="17F42F2D" w14:textId="77777777" w:rsidR="00D73046" w:rsidRPr="00E776B1" w:rsidRDefault="00D73046" w:rsidP="00D73046">
      <w:pPr>
        <w:pStyle w:val="ListParagraph"/>
        <w:numPr>
          <w:ilvl w:val="0"/>
          <w:numId w:val="26"/>
        </w:numPr>
        <w:spacing w:after="120"/>
      </w:pPr>
      <w:r>
        <w:t>he aha tō rātau hihiri? (whakamaramahia he aha ai)</w:t>
      </w:r>
    </w:p>
    <w:p w14:paraId="7B34BB66" w14:textId="77777777" w:rsidR="00D73046" w:rsidRPr="00E776B1" w:rsidRDefault="00D73046" w:rsidP="00D73046">
      <w:pPr>
        <w:spacing w:after="120"/>
      </w:pPr>
      <w:r>
        <w:t>Uiuia ngā rangatira o ngā pahikara i roto i te hapori mō ngā raruraru tautiaki pahikara noa e pā mai ana ki a rātau, kāore e mahia hoki/rānei e rātau. </w:t>
      </w:r>
    </w:p>
    <w:p w14:paraId="31062800" w14:textId="1D23886A" w:rsidR="00D73046" w:rsidRPr="00E776B1" w:rsidRDefault="00D73046" w:rsidP="00D73046">
      <w:pPr>
        <w:spacing w:after="120"/>
      </w:pPr>
    </w:p>
    <w:p w14:paraId="543949DC" w14:textId="10E0F88F" w:rsidR="00D73046" w:rsidRPr="00E776B1" w:rsidRDefault="00D73046" w:rsidP="00D73046">
      <w:pPr>
        <w:spacing w:after="120"/>
      </w:pPr>
      <w:r>
        <w:rPr>
          <w:b/>
        </w:rPr>
        <w:t>Me tautuhi</w:t>
      </w:r>
      <w:r>
        <w:t xml:space="preserve"> e ai ki tētahi whakapātari, whai wāhitanga rānei:</w:t>
      </w:r>
    </w:p>
    <w:p w14:paraId="34D3702A" w14:textId="77777777" w:rsidR="00D73046" w:rsidRPr="00E776B1" w:rsidRDefault="00D73046" w:rsidP="00D73046">
      <w:pPr>
        <w:pStyle w:val="ListParagraph"/>
        <w:numPr>
          <w:ilvl w:val="0"/>
          <w:numId w:val="27"/>
        </w:numPr>
        <w:spacing w:after="120"/>
      </w:pPr>
      <w:r>
        <w:t xml:space="preserve">whakatakotohia te raruraru (he aha?) </w:t>
      </w:r>
    </w:p>
    <w:p w14:paraId="2E82BCAC" w14:textId="77777777" w:rsidR="00D73046" w:rsidRPr="00E776B1" w:rsidRDefault="00D73046" w:rsidP="00D73046">
      <w:pPr>
        <w:pStyle w:val="ListParagraph"/>
        <w:numPr>
          <w:ilvl w:val="0"/>
          <w:numId w:val="27"/>
        </w:numPr>
        <w:spacing w:after="120"/>
      </w:pPr>
      <w:r>
        <w:t>me whai i tētahi tirohanga</w:t>
      </w:r>
    </w:p>
    <w:p w14:paraId="688CDBE9" w14:textId="77777777" w:rsidR="00D73046" w:rsidRPr="00E776B1" w:rsidRDefault="00D73046" w:rsidP="00D73046">
      <w:pPr>
        <w:spacing w:after="120"/>
      </w:pPr>
    </w:p>
    <w:p w14:paraId="7EDD7A25" w14:textId="21AC3648" w:rsidR="00D73046" w:rsidRPr="00E776B1" w:rsidRDefault="00D73046" w:rsidP="00D73046">
      <w:pPr>
        <w:spacing w:after="120"/>
      </w:pPr>
      <w:r>
        <w:rPr>
          <w:b/>
        </w:rPr>
        <w:t>Whakaputa whakaaro</w:t>
      </w:r>
      <w:r>
        <w:t xml:space="preserve"> e ai ki tētahi whakapātari, whai wāhitanga rānei:</w:t>
      </w:r>
    </w:p>
    <w:p w14:paraId="11A3CAFD" w14:textId="77777777" w:rsidR="00D73046" w:rsidRPr="00E776B1" w:rsidRDefault="00D73046" w:rsidP="00D73046">
      <w:pPr>
        <w:pStyle w:val="ListParagraph"/>
        <w:numPr>
          <w:ilvl w:val="0"/>
          <w:numId w:val="28"/>
        </w:numPr>
        <w:spacing w:after="120"/>
      </w:pPr>
      <w:r>
        <w:t>Whakaputahia ngā rongoā rerekē maha (ohia manomano)</w:t>
      </w:r>
    </w:p>
    <w:p w14:paraId="53AF14F7" w14:textId="77777777" w:rsidR="00D73046" w:rsidRPr="00E776B1" w:rsidRDefault="00D73046" w:rsidP="00D73046">
      <w:pPr>
        <w:pStyle w:val="ListParagraph"/>
        <w:numPr>
          <w:ilvl w:val="0"/>
          <w:numId w:val="28"/>
        </w:numPr>
        <w:spacing w:after="120"/>
      </w:pPr>
      <w:r>
        <w:t>matatau</w:t>
      </w:r>
    </w:p>
    <w:p w14:paraId="7EC42563" w14:textId="77777777" w:rsidR="00D73046" w:rsidRPr="00E776B1" w:rsidRDefault="00D73046" w:rsidP="00D73046">
      <w:pPr>
        <w:pStyle w:val="ListParagraph"/>
        <w:numPr>
          <w:ilvl w:val="0"/>
          <w:numId w:val="28"/>
        </w:numPr>
        <w:spacing w:after="120"/>
      </w:pPr>
      <w:r>
        <w:t>ngāwari</w:t>
      </w:r>
    </w:p>
    <w:p w14:paraId="45DB491E" w14:textId="66AB21B3" w:rsidR="00D73046" w:rsidRPr="00E776B1" w:rsidRDefault="00D73046" w:rsidP="00D73046">
      <w:pPr>
        <w:pStyle w:val="ListParagraph"/>
        <w:numPr>
          <w:ilvl w:val="0"/>
          <w:numId w:val="28"/>
        </w:numPr>
        <w:spacing w:after="120"/>
      </w:pPr>
      <w:r>
        <w:t>tūturutanga.</w:t>
      </w:r>
    </w:p>
    <w:p w14:paraId="35C8CDAA" w14:textId="6B73EE82" w:rsidR="00D73046" w:rsidRPr="00F253A1" w:rsidRDefault="00D73046" w:rsidP="00D73046">
      <w:pPr>
        <w:spacing w:after="120"/>
      </w:pPr>
      <w:r>
        <w:t>Hei tauira whakaaro</w:t>
      </w:r>
    </w:p>
    <w:p w14:paraId="7386C69A" w14:textId="77777777" w:rsidR="00D73046" w:rsidRPr="00E776B1" w:rsidRDefault="00D73046" w:rsidP="00D73046">
      <w:pPr>
        <w:spacing w:after="120"/>
      </w:pPr>
      <w:r>
        <w:t xml:space="preserve">Whakatūhia he toa tautiaki peka noa i te takiwā kura. Mahi tahi ki tētahi pakeke haepapa, ki tētahi toa pahikara tūtata rānei hei hoahoa. </w:t>
      </w:r>
    </w:p>
    <w:p w14:paraId="147DE59A" w14:textId="77777777" w:rsidR="00D73046" w:rsidRPr="00E776B1" w:rsidRDefault="00D73046" w:rsidP="00D73046">
      <w:pPr>
        <w:spacing w:after="120"/>
      </w:pPr>
      <w:r>
        <w:t>Tukuna ngā awheawhe tohutohu ā-ringa kia ako ai ngā rangatira o ngā pahikara ki te tautiaki i ō rātau ake pahikara.</w:t>
      </w:r>
    </w:p>
    <w:p w14:paraId="3CDE0EE6" w14:textId="77777777" w:rsidR="00D73046" w:rsidRPr="00E776B1" w:rsidRDefault="00D73046" w:rsidP="00D73046">
      <w:pPr>
        <w:spacing w:after="120"/>
      </w:pPr>
      <w:r>
        <w:t xml:space="preserve">Mahia ngā ataata tohutohu hei whakamārama i ngā wāhi uaua o te tautiaki pahikara. </w:t>
      </w:r>
    </w:p>
    <w:p w14:paraId="2DEE721C" w14:textId="77777777" w:rsidR="00D73046" w:rsidRPr="00E776B1" w:rsidRDefault="00D73046" w:rsidP="00D73046">
      <w:pPr>
        <w:spacing w:after="120"/>
      </w:pPr>
      <w:r>
        <w:t>Tukuna ngā whai wāhitanga hei whakaharatau mā ngā rangatira o ngā pahikara me ngā pahikara pakaru wātea, kāore i te whakamahia rānei i mua i tā rātau whakatika i tō rātau ake.</w:t>
      </w:r>
    </w:p>
    <w:p w14:paraId="2F9C6CDF" w14:textId="77777777" w:rsidR="00D73046" w:rsidRPr="00E776B1" w:rsidRDefault="00D73046" w:rsidP="00D73046">
      <w:pPr>
        <w:spacing w:after="120"/>
      </w:pPr>
      <w:r>
        <w:t>Tukuna he ratonga whakataka mā ngā kaieke pahikara e hiahia ana kia tirohia, kia whakamahia ō rātau pahikara i a rātau e warea ana ki mahi kē i te wā tina.</w:t>
      </w:r>
    </w:p>
    <w:p w14:paraId="1F09728B" w14:textId="77777777" w:rsidR="00D73046" w:rsidRPr="00E776B1" w:rsidRDefault="00D73046" w:rsidP="00D73046">
      <w:pPr>
        <w:spacing w:after="120"/>
      </w:pPr>
      <w:r>
        <w:t>Whakaratoa ngā rauemi tautiaki pahikara -hinu, ngā papanga horoi, aha atu, aha atu, hei tauwhitiwhiti mō ētahi atu mahi.</w:t>
      </w:r>
    </w:p>
    <w:p w14:paraId="487BF591" w14:textId="77777777" w:rsidR="00D73046" w:rsidRPr="00E776B1" w:rsidRDefault="00D73046" w:rsidP="00D73046">
      <w:pPr>
        <w:spacing w:after="120"/>
      </w:pPr>
      <w:r>
        <w:t xml:space="preserve">Whakaratoa tētahi ratonga patowaea hei whakamahara i ngā kaieke pahikara mō tā rātau mahi tautiaki whai ake. </w:t>
      </w:r>
    </w:p>
    <w:p w14:paraId="5688A8EC" w14:textId="77777777" w:rsidR="00D73046" w:rsidRPr="00E776B1" w:rsidRDefault="00D73046" w:rsidP="00D73046">
      <w:pPr>
        <w:spacing w:after="120"/>
      </w:pPr>
    </w:p>
    <w:p w14:paraId="53C53921" w14:textId="77777777" w:rsidR="00D73046" w:rsidRPr="00E776B1" w:rsidRDefault="00D73046" w:rsidP="00D73046">
      <w:pPr>
        <w:spacing w:after="120"/>
      </w:pPr>
      <w:r>
        <w:rPr>
          <w:b/>
        </w:rPr>
        <w:t xml:space="preserve">Me waihanga he tauira </w:t>
      </w:r>
      <w:r w:rsidRPr="00E776B1">
        <w:t>e ai ki tētahi whakapātari, whai wāhitanga rānei:</w:t>
      </w:r>
    </w:p>
    <w:p w14:paraId="502D8732" w14:textId="77777777" w:rsidR="00D73046" w:rsidRPr="00E776B1" w:rsidRDefault="00D73046" w:rsidP="00D73046">
      <w:pPr>
        <w:pStyle w:val="ListParagraph"/>
        <w:numPr>
          <w:ilvl w:val="0"/>
          <w:numId w:val="30"/>
        </w:numPr>
        <w:spacing w:after="120"/>
      </w:pPr>
      <w:r>
        <w:t>hangaia ngā tauira, whakaaturanga rānei o ngā huatau hei whakaatu ki ētahi atu</w:t>
      </w:r>
    </w:p>
    <w:p w14:paraId="7DA86BB1" w14:textId="77777777" w:rsidR="00D73046" w:rsidRPr="00E776B1" w:rsidRDefault="00D73046" w:rsidP="00D73046">
      <w:pPr>
        <w:pStyle w:val="ListParagraph"/>
        <w:numPr>
          <w:ilvl w:val="0"/>
          <w:numId w:val="30"/>
        </w:numPr>
        <w:spacing w:after="120"/>
      </w:pPr>
      <w:r>
        <w:t>hanga ki te ako</w:t>
      </w:r>
    </w:p>
    <w:p w14:paraId="41386009" w14:textId="4E38BD0C" w:rsidR="00D73046" w:rsidRPr="00E776B1" w:rsidRDefault="00D73046" w:rsidP="00D73046">
      <w:pPr>
        <w:pStyle w:val="ListParagraph"/>
        <w:numPr>
          <w:ilvl w:val="0"/>
          <w:numId w:val="30"/>
        </w:numPr>
        <w:spacing w:after="120"/>
      </w:pPr>
      <w:r>
        <w:t>tukurua.</w:t>
      </w:r>
    </w:p>
    <w:p w14:paraId="0808E090" w14:textId="77777777" w:rsidR="009F7731" w:rsidRDefault="009F7731" w:rsidP="00D73046">
      <w:pPr>
        <w:spacing w:after="120"/>
      </w:pPr>
    </w:p>
    <w:p w14:paraId="7C3D09E1" w14:textId="0C007157" w:rsidR="00D73046" w:rsidRPr="00E776B1" w:rsidRDefault="00D73046" w:rsidP="00D73046">
      <w:pPr>
        <w:spacing w:after="120"/>
      </w:pPr>
      <w:r>
        <w:t>Hei waihanga i tētahi wāhi peka mai tauira me:</w:t>
      </w:r>
    </w:p>
    <w:p w14:paraId="4CB0F419" w14:textId="77777777" w:rsidR="00D73046" w:rsidRPr="00E776B1" w:rsidRDefault="00D73046" w:rsidP="00D73046">
      <w:pPr>
        <w:pStyle w:val="ListParagraph"/>
        <w:numPr>
          <w:ilvl w:val="0"/>
          <w:numId w:val="32"/>
        </w:numPr>
        <w:spacing w:after="120"/>
      </w:pPr>
      <w:r>
        <w:t>Kimi me te whai whakaaetanga hei whakamahi i tētahi wāhi i roto i te takiwā kura.</w:t>
      </w:r>
    </w:p>
    <w:p w14:paraId="3B914A8F" w14:textId="77777777" w:rsidR="00D73046" w:rsidRDefault="00D73046" w:rsidP="00D73046">
      <w:pPr>
        <w:pStyle w:val="ListParagraph"/>
        <w:numPr>
          <w:ilvl w:val="0"/>
          <w:numId w:val="32"/>
        </w:numPr>
        <w:spacing w:after="120"/>
      </w:pPr>
      <w:r>
        <w:t>Whakamahere ka pēhea te hoahoa i te wāhi.</w:t>
      </w:r>
    </w:p>
    <w:p w14:paraId="4FE623DE" w14:textId="77777777" w:rsidR="00D73046" w:rsidRPr="00E776B1" w:rsidRDefault="00D73046" w:rsidP="00D73046">
      <w:pPr>
        <w:pStyle w:val="ListParagraph"/>
        <w:numPr>
          <w:ilvl w:val="0"/>
          <w:numId w:val="32"/>
        </w:numPr>
        <w:spacing w:after="120"/>
      </w:pPr>
      <w:r>
        <w:t xml:space="preserve">Tīpakohia ngā raruraru ka taea te whakarite i runga i te māmā, haumaru hoki. </w:t>
      </w:r>
    </w:p>
    <w:p w14:paraId="4AFAE645" w14:textId="77777777" w:rsidR="00D73046" w:rsidRPr="00E776B1" w:rsidRDefault="00D73046" w:rsidP="00D73046">
      <w:pPr>
        <w:pStyle w:val="ListParagraph"/>
        <w:numPr>
          <w:ilvl w:val="0"/>
          <w:numId w:val="32"/>
        </w:numPr>
        <w:spacing w:after="120"/>
      </w:pPr>
      <w:r>
        <w:t xml:space="preserve">Kimihia ngā utauta e hiahiatia ana. Me mino, me rapu pūtea rānei. </w:t>
      </w:r>
    </w:p>
    <w:p w14:paraId="1660D11E" w14:textId="77777777" w:rsidR="00D73046" w:rsidRPr="00E776B1" w:rsidRDefault="00D73046" w:rsidP="00D73046">
      <w:pPr>
        <w:pStyle w:val="ListParagraph"/>
        <w:numPr>
          <w:ilvl w:val="0"/>
          <w:numId w:val="32"/>
        </w:numPr>
        <w:spacing w:after="120"/>
      </w:pPr>
      <w:r>
        <w:t>Me whakarite ka pēhea te pānui i tō toa tautiaki.</w:t>
      </w:r>
    </w:p>
    <w:p w14:paraId="1B431C88" w14:textId="77777777" w:rsidR="00D73046" w:rsidRPr="00E776B1" w:rsidRDefault="00D73046" w:rsidP="00D73046">
      <w:pPr>
        <w:pStyle w:val="ListParagraph"/>
        <w:numPr>
          <w:ilvl w:val="0"/>
          <w:numId w:val="32"/>
        </w:numPr>
        <w:spacing w:after="120"/>
      </w:pPr>
      <w:r>
        <w:lastRenderedPageBreak/>
        <w:t>Me whakarite ka pēhea te whakarewa i tō toa tautiaki.</w:t>
      </w:r>
    </w:p>
    <w:p w14:paraId="78AA3C75" w14:textId="77777777" w:rsidR="00D73046" w:rsidRPr="00E776B1" w:rsidRDefault="00D73046" w:rsidP="00D73046">
      <w:pPr>
        <w:pStyle w:val="ListParagraph"/>
        <w:numPr>
          <w:ilvl w:val="0"/>
          <w:numId w:val="32"/>
        </w:numPr>
        <w:spacing w:after="120"/>
      </w:pPr>
      <w:r>
        <w:t xml:space="preserve">Me whakarite ka pēhea tō urupare ki ngā kiritaki. Ka tukuna e koe he pūrongo whānui mō ngā mea i oti me ngā hapa me tirotiro e tētahi mātanga? Me tono ngā urupare kiritaki mō ngā mahi i oti. </w:t>
      </w:r>
    </w:p>
    <w:p w14:paraId="35DE5768" w14:textId="77777777" w:rsidR="00D73046" w:rsidRPr="00E776B1" w:rsidRDefault="00D73046" w:rsidP="00D73046">
      <w:pPr>
        <w:pStyle w:val="ListParagraph"/>
        <w:numPr>
          <w:ilvl w:val="0"/>
          <w:numId w:val="32"/>
        </w:numPr>
        <w:spacing w:after="120"/>
      </w:pPr>
      <w:r>
        <w:t xml:space="preserve">Tautohua ngā tūraru o te mahi. Whakaritea he rautaki hei whakakore, hei whakamōkito rānei i ia tūraru. Hei tauira, me whakarite ka tirotiroa ngā mahi tautiaki e tētahi pakeke tōtika. </w:t>
      </w:r>
    </w:p>
    <w:p w14:paraId="2DCBF0D9" w14:textId="77777777" w:rsidR="00D73046" w:rsidRPr="00E776B1" w:rsidRDefault="00D73046" w:rsidP="00D73046">
      <w:pPr>
        <w:spacing w:after="120"/>
      </w:pPr>
    </w:p>
    <w:p w14:paraId="03E373ED" w14:textId="6A566EAE" w:rsidR="00D73046" w:rsidRPr="00E776B1" w:rsidRDefault="00D73046" w:rsidP="00D73046">
      <w:pPr>
        <w:spacing w:after="120"/>
      </w:pPr>
      <w:r>
        <w:rPr>
          <w:b/>
        </w:rPr>
        <w:t>Whakamātautau</w:t>
      </w:r>
      <w:r>
        <w:t xml:space="preserve"> huatau e ai ki tētahi whakapātari, whai wāhitanga rānei:</w:t>
      </w:r>
    </w:p>
    <w:p w14:paraId="47E2FC53" w14:textId="77777777" w:rsidR="00D73046" w:rsidRPr="00E776B1" w:rsidRDefault="00D73046" w:rsidP="00D73046">
      <w:pPr>
        <w:pStyle w:val="ListParagraph"/>
        <w:numPr>
          <w:ilvl w:val="0"/>
          <w:numId w:val="31"/>
        </w:numPr>
        <w:spacing w:after="120"/>
      </w:pPr>
      <w:r>
        <w:t>rapu urupare mō ō huatau mai i te kaiwhakamahi tūturu</w:t>
      </w:r>
    </w:p>
    <w:p w14:paraId="69F6E2F4" w14:textId="77777777" w:rsidR="00D73046" w:rsidRPr="00E776B1" w:rsidRDefault="00D73046" w:rsidP="00D73046">
      <w:pPr>
        <w:pStyle w:val="ListParagraph"/>
        <w:numPr>
          <w:ilvl w:val="0"/>
          <w:numId w:val="31"/>
        </w:numPr>
        <w:spacing w:after="120"/>
      </w:pPr>
      <w:r>
        <w:t>whakaatu kaua e kōrero</w:t>
      </w:r>
    </w:p>
    <w:p w14:paraId="3F6D8C92" w14:textId="77777777" w:rsidR="00D73046" w:rsidRPr="00E776B1" w:rsidRDefault="00D73046" w:rsidP="00D73046">
      <w:pPr>
        <w:pStyle w:val="ListParagraph"/>
        <w:numPr>
          <w:ilvl w:val="0"/>
          <w:numId w:val="31"/>
        </w:numPr>
        <w:spacing w:after="120"/>
      </w:pPr>
      <w:r>
        <w:t xml:space="preserve">mahia anō </w:t>
      </w:r>
    </w:p>
    <w:p w14:paraId="68B6A663" w14:textId="77777777" w:rsidR="00D73046" w:rsidRPr="00E776B1" w:rsidRDefault="00D73046" w:rsidP="00D73046">
      <w:pPr>
        <w:pStyle w:val="ListParagraph"/>
        <w:numPr>
          <w:ilvl w:val="0"/>
          <w:numId w:val="31"/>
        </w:numPr>
        <w:spacing w:after="120"/>
      </w:pPr>
      <w:r>
        <w:t>me whakapai haere tonu i tō hoahoa</w:t>
      </w:r>
    </w:p>
    <w:p w14:paraId="421A0CA4" w14:textId="77777777" w:rsidR="00D73046" w:rsidRPr="00E776B1" w:rsidRDefault="00D73046" w:rsidP="00D73046">
      <w:pPr>
        <w:spacing w:after="120"/>
      </w:pPr>
    </w:p>
    <w:p w14:paraId="7C63BFE6" w14:textId="77777777" w:rsidR="00D73046" w:rsidRPr="00E776B1" w:rsidRDefault="00D73046" w:rsidP="00D73046">
      <w:pPr>
        <w:spacing w:after="120"/>
      </w:pPr>
      <w:r>
        <w:rPr>
          <w:b/>
        </w:rPr>
        <w:t>Whakarewahia</w:t>
      </w:r>
      <w:r w:rsidRPr="00E776B1">
        <w:t xml:space="preserve"> ō huatau hoahoa. </w:t>
      </w:r>
    </w:p>
    <w:p w14:paraId="19C5CFF8" w14:textId="77777777" w:rsidR="00D73046" w:rsidRPr="00E776B1" w:rsidRDefault="00D73046" w:rsidP="00D73046">
      <w:pPr>
        <w:spacing w:after="120"/>
      </w:pPr>
      <w:r>
        <w:t xml:space="preserve">Hei tauira, tukuna he wāhi tautiaki pahikara i roto i te takiwā kura e āhei ai ngā kaieke pahikara ki te tūtakitaki here ki te kōrerorero pahikara me te tautiaki i ō rātau pahikara. </w:t>
      </w:r>
    </w:p>
    <w:p w14:paraId="54C828D8" w14:textId="77777777" w:rsidR="00D73046" w:rsidRPr="00E776B1" w:rsidRDefault="00D73046" w:rsidP="00D73046">
      <w:pPr>
        <w:spacing w:after="120"/>
      </w:pPr>
      <w:r>
        <w:t>Me arotake haere tonu i ō hoahoa.</w:t>
      </w:r>
    </w:p>
    <w:p w14:paraId="53746926" w14:textId="77777777" w:rsidR="00D73046" w:rsidRDefault="00D73046" w:rsidP="00D73046">
      <w:pPr>
        <w:spacing w:after="120"/>
      </w:pPr>
    </w:p>
    <w:sectPr w:rsidR="00D73046" w:rsidSect="007C5E57">
      <w:headerReference w:type="default" r:id="rId29"/>
      <w:footerReference w:type="even" r:id="rId30"/>
      <w:footerReference w:type="default" r:id="rId31"/>
      <w:footerReference w:type="first" r:id="rId32"/>
      <w:pgSz w:w="11900" w:h="16840" w:code="9"/>
      <w:pgMar w:top="1701" w:right="1440" w:bottom="1701"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81477" w14:textId="77777777" w:rsidR="00111F6E" w:rsidRDefault="00111F6E" w:rsidP="003F6EDA">
      <w:r>
        <w:separator/>
      </w:r>
    </w:p>
  </w:endnote>
  <w:endnote w:type="continuationSeparator" w:id="0">
    <w:p w14:paraId="74B32A81" w14:textId="77777777" w:rsidR="00111F6E" w:rsidRDefault="00111F6E" w:rsidP="003F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GillSans-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55487" w14:textId="77777777" w:rsidR="00E42B11" w:rsidRDefault="00E42B11" w:rsidP="006E79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887957" w14:textId="77777777" w:rsidR="00E42B11" w:rsidRDefault="00E42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C59" w14:textId="77777777" w:rsidR="00051157" w:rsidRPr="00B557DE" w:rsidRDefault="00DB3B0E" w:rsidP="007C5E57">
    <w:pPr>
      <w:pStyle w:val="Footer"/>
      <w:pBdr>
        <w:top w:val="single" w:sz="4" w:space="1" w:color="A6A6A6" w:themeColor="background1" w:themeShade="A6"/>
      </w:pBdr>
      <w:tabs>
        <w:tab w:val="clear" w:pos="8640"/>
        <w:tab w:val="right" w:pos="9000"/>
      </w:tabs>
      <w:ind w:right="20"/>
      <w:rPr>
        <w:sz w:val="16"/>
        <w:szCs w:val="16"/>
      </w:rPr>
    </w:pPr>
    <w:r>
      <w:rPr>
        <w:noProof/>
      </w:rPr>
      <w:drawing>
        <wp:inline distT="0" distB="0" distL="0" distR="0" wp14:anchorId="6E5A89EE" wp14:editId="226A689F">
          <wp:extent cx="1128730" cy="350875"/>
          <wp:effectExtent l="0" t="0" r="635" b="0"/>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aka-Kotahi_RGB_BLUE.jpg"/>
                  <pic:cNvPicPr/>
                </pic:nvPicPr>
                <pic:blipFill>
                  <a:blip r:embed="rId1"/>
                  <a:stretch>
                    <a:fillRect/>
                  </a:stretch>
                </pic:blipFill>
                <pic:spPr>
                  <a:xfrm>
                    <a:off x="0" y="0"/>
                    <a:ext cx="1128730" cy="350875"/>
                  </a:xfrm>
                  <a:prstGeom prst="rect">
                    <a:avLst/>
                  </a:prstGeom>
                </pic:spPr>
              </pic:pic>
            </a:graphicData>
          </a:graphic>
        </wp:inline>
      </w:drawing>
    </w:r>
    <w:r w:rsidR="00051157" w:rsidRPr="00B557DE">
      <w:rPr>
        <w:sz w:val="16"/>
        <w:szCs w:val="16"/>
      </w:rPr>
      <w:tab/>
    </w:r>
    <w:r w:rsidR="007C5E57">
      <w:rPr>
        <w:sz w:val="16"/>
        <w:szCs w:val="16"/>
      </w:rPr>
      <w:fldChar w:fldCharType="begin"/>
    </w:r>
    <w:r w:rsidR="007C5E57">
      <w:rPr>
        <w:sz w:val="16"/>
        <w:szCs w:val="16"/>
      </w:rPr>
      <w:instrText xml:space="preserve"> PAGE  \* Arabic  \* MERGEFORMAT </w:instrText>
    </w:r>
    <w:r w:rsidR="007C5E57">
      <w:rPr>
        <w:sz w:val="16"/>
        <w:szCs w:val="16"/>
      </w:rPr>
      <w:fldChar w:fldCharType="separate"/>
    </w:r>
    <w:r>
      <w:rPr>
        <w:sz w:val="16"/>
      </w:rPr>
      <w:t>1</w:t>
    </w:r>
    <w:r w:rsidR="007C5E57">
      <w:rPr>
        <w:sz w:val="16"/>
        <w:szCs w:val="16"/>
      </w:rPr>
      <w:fldChar w:fldCharType="end"/>
    </w:r>
    <w:r w:rsidR="007C5E57">
      <w:rPr>
        <w:sz w:val="16"/>
        <w:szCs w:val="16"/>
      </w:rPr>
      <w:tab/>
    </w:r>
    <w:r>
      <w:rPr>
        <w:noProof/>
      </w:rPr>
      <w:drawing>
        <wp:inline distT="0" distB="0" distL="0" distR="0" wp14:anchorId="673C6AA9" wp14:editId="13D4B980">
          <wp:extent cx="786809" cy="296842"/>
          <wp:effectExtent l="0" t="0" r="0" b="8255"/>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ZGovt-logo-compact-wordmark.png"/>
                  <pic:cNvPicPr/>
                </pic:nvPicPr>
                <pic:blipFill>
                  <a:blip r:embed="rId2"/>
                  <a:stretch>
                    <a:fillRect/>
                  </a:stretch>
                </pic:blipFill>
                <pic:spPr>
                  <a:xfrm>
                    <a:off x="0" y="0"/>
                    <a:ext cx="812142" cy="306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DEEE" w14:textId="77777777" w:rsidR="00A6688F" w:rsidRDefault="00A6688F" w:rsidP="00A6688F">
    <w:pPr>
      <w:pStyle w:val="Footer"/>
      <w:ind w:left="-567"/>
    </w:pPr>
    <w:r>
      <w:rPr>
        <w:noProof/>
      </w:rPr>
      <w:drawing>
        <wp:anchor distT="0" distB="0" distL="114300" distR="114300" simplePos="0" relativeHeight="251658240" behindDoc="1" locked="0" layoutInCell="1" allowOverlap="1" wp14:anchorId="62DD30C0" wp14:editId="5AA41A01">
          <wp:simplePos x="0" y="0"/>
          <wp:positionH relativeFrom="margin">
            <wp:align>center</wp:align>
          </wp:positionH>
          <wp:positionV relativeFrom="paragraph">
            <wp:posOffset>-1374775</wp:posOffset>
          </wp:positionV>
          <wp:extent cx="6645179" cy="1382400"/>
          <wp:effectExtent l="0" t="0" r="3810" b="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Word templates_title footer.png"/>
                  <pic:cNvPicPr/>
                </pic:nvPicPr>
                <pic:blipFill>
                  <a:blip r:embed="rId1">
                    <a:extLst>
                      <a:ext uri="{28A0092B-C50C-407E-A947-70E740481C1C}">
                        <a14:useLocalDpi xmlns:a14="http://schemas.microsoft.com/office/drawing/2010/main" val="0"/>
                      </a:ext>
                    </a:extLst>
                  </a:blip>
                  <a:stretch>
                    <a:fillRect/>
                  </a:stretch>
                </pic:blipFill>
                <pic:spPr>
                  <a:xfrm>
                    <a:off x="0" y="0"/>
                    <a:ext cx="6645179" cy="1382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AFFF9" w14:textId="77777777" w:rsidR="00111F6E" w:rsidRDefault="00111F6E" w:rsidP="003F6EDA">
      <w:r>
        <w:separator/>
      </w:r>
    </w:p>
  </w:footnote>
  <w:footnote w:type="continuationSeparator" w:id="0">
    <w:p w14:paraId="10FB3731" w14:textId="77777777" w:rsidR="00111F6E" w:rsidRDefault="00111F6E" w:rsidP="003F6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76424" w14:textId="77777777" w:rsidR="002947D7" w:rsidRDefault="00822E75" w:rsidP="007C5E57">
    <w:pPr>
      <w:pStyle w:val="Header"/>
      <w:tabs>
        <w:tab w:val="clear" w:pos="8640"/>
        <w:tab w:val="right" w:pos="8931"/>
      </w:tabs>
    </w:pPr>
    <w:r>
      <w:rPr>
        <w:noProof/>
      </w:rPr>
      <w:drawing>
        <wp:anchor distT="0" distB="0" distL="114300" distR="114300" simplePos="0" relativeHeight="251659264" behindDoc="1" locked="0" layoutInCell="1" allowOverlap="1" wp14:anchorId="48DD2543" wp14:editId="66EB5CF8">
          <wp:simplePos x="0" y="0"/>
          <wp:positionH relativeFrom="margin">
            <wp:align>center</wp:align>
          </wp:positionH>
          <wp:positionV relativeFrom="paragraph">
            <wp:posOffset>2944</wp:posOffset>
          </wp:positionV>
          <wp:extent cx="6921500" cy="487045"/>
          <wp:effectExtent l="0" t="0" r="0" b="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keReadyWordHeader.jpg"/>
                  <pic:cNvPicPr/>
                </pic:nvPicPr>
                <pic:blipFill>
                  <a:blip r:embed="rId1">
                    <a:extLst>
                      <a:ext uri="{28A0092B-C50C-407E-A947-70E740481C1C}">
                        <a14:useLocalDpi xmlns:a14="http://schemas.microsoft.com/office/drawing/2010/main" val="0"/>
                      </a:ext>
                    </a:extLst>
                  </a:blip>
                  <a:stretch>
                    <a:fillRect/>
                  </a:stretch>
                </pic:blipFill>
                <pic:spPr>
                  <a:xfrm>
                    <a:off x="0" y="0"/>
                    <a:ext cx="6921500" cy="4870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1E86FA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167259E6"/>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3CB0BB4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6DD0EBD"/>
    <w:multiLevelType w:val="hybridMultilevel"/>
    <w:tmpl w:val="1972B4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AD0768D"/>
    <w:multiLevelType w:val="hybridMultilevel"/>
    <w:tmpl w:val="8C228D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2B7352B"/>
    <w:multiLevelType w:val="hybridMultilevel"/>
    <w:tmpl w:val="00143C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61E25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123F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E5592B"/>
    <w:multiLevelType w:val="hybridMultilevel"/>
    <w:tmpl w:val="5908E98C"/>
    <w:lvl w:ilvl="0" w:tplc="401CCED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DE50C9"/>
    <w:multiLevelType w:val="hybridMultilevel"/>
    <w:tmpl w:val="D496F7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E1A72E8"/>
    <w:multiLevelType w:val="hybridMultilevel"/>
    <w:tmpl w:val="059471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1E051BA"/>
    <w:multiLevelType w:val="hybridMultilevel"/>
    <w:tmpl w:val="342E25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464453B"/>
    <w:multiLevelType w:val="hybridMultilevel"/>
    <w:tmpl w:val="4FACC9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86F67D2"/>
    <w:multiLevelType w:val="hybridMultilevel"/>
    <w:tmpl w:val="44F6E6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8D94969"/>
    <w:multiLevelType w:val="multilevel"/>
    <w:tmpl w:val="4F9EDE70"/>
    <w:styleLink w:val="NumberList1"/>
    <w:lvl w:ilvl="0">
      <w:start w:val="1"/>
      <w:numFmt w:val="decimal"/>
      <w:lvlText w:val="%1."/>
      <w:lvlJc w:val="left"/>
      <w:pPr>
        <w:ind w:left="1080" w:hanging="720"/>
      </w:pPr>
      <w:rPr>
        <w:rFonts w:ascii="Calibri" w:hAnsi="Calibri" w:hint="default"/>
        <w:b w:val="0"/>
        <w:i w:val="0"/>
        <w:color w:val="262626" w:themeColor="text1" w:themeTint="D9"/>
        <w:sz w:val="20"/>
      </w:rPr>
    </w:lvl>
    <w:lvl w:ilvl="1">
      <w:start w:val="1"/>
      <w:numFmt w:val="decimal"/>
      <w:isLgl/>
      <w:lvlText w:val="%1.%2"/>
      <w:lvlJc w:val="left"/>
      <w:pPr>
        <w:ind w:left="1440" w:hanging="720"/>
      </w:pPr>
      <w:rPr>
        <w:rFonts w:ascii="Calibri" w:hAnsi="Calibri" w:hint="default"/>
        <w:b w:val="0"/>
        <w:i w:val="0"/>
        <w:sz w:val="20"/>
      </w:rPr>
    </w:lvl>
    <w:lvl w:ilvl="2">
      <w:start w:val="1"/>
      <w:numFmt w:val="decimal"/>
      <w:isLgl/>
      <w:lvlText w:val="%1.%2.%3"/>
      <w:lvlJc w:val="left"/>
      <w:pPr>
        <w:ind w:left="1800" w:hanging="720"/>
      </w:pPr>
      <w:rPr>
        <w:rFonts w:ascii="Calibri" w:hAnsi="Calibri" w:hint="default"/>
        <w:b w:val="0"/>
        <w:i w:val="0"/>
        <w:sz w:val="20"/>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300456B1"/>
    <w:multiLevelType w:val="multilevel"/>
    <w:tmpl w:val="F776065E"/>
    <w:lvl w:ilvl="0">
      <w:start w:val="1"/>
      <w:numFmt w:val="decimal"/>
      <w:pStyle w:val="NumberBullet"/>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F94EBF"/>
    <w:multiLevelType w:val="multilevel"/>
    <w:tmpl w:val="DA0CA2B8"/>
    <w:lvl w:ilvl="0">
      <w:start w:val="1"/>
      <w:numFmt w:val="decimal"/>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 w15:restartNumberingAfterBreak="0">
    <w:nsid w:val="34F55D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3A1C47"/>
    <w:multiLevelType w:val="hybridMultilevel"/>
    <w:tmpl w:val="F1109B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67C3670"/>
    <w:multiLevelType w:val="multilevel"/>
    <w:tmpl w:val="29AE71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9807AAB"/>
    <w:multiLevelType w:val="hybridMultilevel"/>
    <w:tmpl w:val="70A6F8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A8F07E8"/>
    <w:multiLevelType w:val="hybridMultilevel"/>
    <w:tmpl w:val="EED273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070186B"/>
    <w:multiLevelType w:val="multilevel"/>
    <w:tmpl w:val="CF1ACB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7A1A4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ED1107"/>
    <w:multiLevelType w:val="multilevel"/>
    <w:tmpl w:val="20C47A08"/>
    <w:styleLink w:val="Style2"/>
    <w:lvl w:ilvl="0">
      <w:start w:val="1"/>
      <w:numFmt w:val="decimal"/>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5BF76780"/>
    <w:multiLevelType w:val="multilevel"/>
    <w:tmpl w:val="0804E5DE"/>
    <w:lvl w:ilvl="0">
      <w:start w:val="1"/>
      <w:numFmt w:val="decimal"/>
      <w:pStyle w:val="ListNumber1"/>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5FE35452"/>
    <w:multiLevelType w:val="hybridMultilevel"/>
    <w:tmpl w:val="3FDA0C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27E54FF"/>
    <w:multiLevelType w:val="multilevel"/>
    <w:tmpl w:val="161C9A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D7073A"/>
    <w:multiLevelType w:val="multilevel"/>
    <w:tmpl w:val="0804E5DE"/>
    <w:styleLink w:val="Style1"/>
    <w:lvl w:ilvl="0">
      <w:start w:val="1"/>
      <w:numFmt w:val="decimal"/>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9" w15:restartNumberingAfterBreak="0">
    <w:nsid w:val="6DA53494"/>
    <w:multiLevelType w:val="multilevel"/>
    <w:tmpl w:val="83002852"/>
    <w:lvl w:ilvl="0">
      <w:start w:val="1"/>
      <w:numFmt w:val="decimal"/>
      <w:pStyle w:val="NumberBullet1"/>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0" w15:restartNumberingAfterBreak="0">
    <w:nsid w:val="76A312B0"/>
    <w:multiLevelType w:val="hybridMultilevel"/>
    <w:tmpl w:val="475611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77A709EF"/>
    <w:multiLevelType w:val="hybridMultilevel"/>
    <w:tmpl w:val="ADAE9616"/>
    <w:lvl w:ilvl="0" w:tplc="14090001">
      <w:start w:val="1"/>
      <w:numFmt w:val="bullet"/>
      <w:lvlText w:val=""/>
      <w:lvlJc w:val="left"/>
      <w:pPr>
        <w:ind w:left="1286" w:hanging="360"/>
      </w:pPr>
      <w:rPr>
        <w:rFonts w:ascii="Symbol" w:hAnsi="Symbol" w:hint="default"/>
      </w:rPr>
    </w:lvl>
    <w:lvl w:ilvl="1" w:tplc="14090003" w:tentative="1">
      <w:start w:val="1"/>
      <w:numFmt w:val="bullet"/>
      <w:lvlText w:val="o"/>
      <w:lvlJc w:val="left"/>
      <w:pPr>
        <w:ind w:left="2006" w:hanging="360"/>
      </w:pPr>
      <w:rPr>
        <w:rFonts w:ascii="Courier New" w:hAnsi="Courier New" w:cs="Courier New" w:hint="default"/>
      </w:rPr>
    </w:lvl>
    <w:lvl w:ilvl="2" w:tplc="14090005" w:tentative="1">
      <w:start w:val="1"/>
      <w:numFmt w:val="bullet"/>
      <w:lvlText w:val=""/>
      <w:lvlJc w:val="left"/>
      <w:pPr>
        <w:ind w:left="2726" w:hanging="360"/>
      </w:pPr>
      <w:rPr>
        <w:rFonts w:ascii="Wingdings" w:hAnsi="Wingdings" w:hint="default"/>
      </w:rPr>
    </w:lvl>
    <w:lvl w:ilvl="3" w:tplc="14090001" w:tentative="1">
      <w:start w:val="1"/>
      <w:numFmt w:val="bullet"/>
      <w:lvlText w:val=""/>
      <w:lvlJc w:val="left"/>
      <w:pPr>
        <w:ind w:left="3446" w:hanging="360"/>
      </w:pPr>
      <w:rPr>
        <w:rFonts w:ascii="Symbol" w:hAnsi="Symbol" w:hint="default"/>
      </w:rPr>
    </w:lvl>
    <w:lvl w:ilvl="4" w:tplc="14090003" w:tentative="1">
      <w:start w:val="1"/>
      <w:numFmt w:val="bullet"/>
      <w:lvlText w:val="o"/>
      <w:lvlJc w:val="left"/>
      <w:pPr>
        <w:ind w:left="4166" w:hanging="360"/>
      </w:pPr>
      <w:rPr>
        <w:rFonts w:ascii="Courier New" w:hAnsi="Courier New" w:cs="Courier New" w:hint="default"/>
      </w:rPr>
    </w:lvl>
    <w:lvl w:ilvl="5" w:tplc="14090005" w:tentative="1">
      <w:start w:val="1"/>
      <w:numFmt w:val="bullet"/>
      <w:lvlText w:val=""/>
      <w:lvlJc w:val="left"/>
      <w:pPr>
        <w:ind w:left="4886" w:hanging="360"/>
      </w:pPr>
      <w:rPr>
        <w:rFonts w:ascii="Wingdings" w:hAnsi="Wingdings" w:hint="default"/>
      </w:rPr>
    </w:lvl>
    <w:lvl w:ilvl="6" w:tplc="14090001" w:tentative="1">
      <w:start w:val="1"/>
      <w:numFmt w:val="bullet"/>
      <w:lvlText w:val=""/>
      <w:lvlJc w:val="left"/>
      <w:pPr>
        <w:ind w:left="5606" w:hanging="360"/>
      </w:pPr>
      <w:rPr>
        <w:rFonts w:ascii="Symbol" w:hAnsi="Symbol" w:hint="default"/>
      </w:rPr>
    </w:lvl>
    <w:lvl w:ilvl="7" w:tplc="14090003" w:tentative="1">
      <w:start w:val="1"/>
      <w:numFmt w:val="bullet"/>
      <w:lvlText w:val="o"/>
      <w:lvlJc w:val="left"/>
      <w:pPr>
        <w:ind w:left="6326" w:hanging="360"/>
      </w:pPr>
      <w:rPr>
        <w:rFonts w:ascii="Courier New" w:hAnsi="Courier New" w:cs="Courier New" w:hint="default"/>
      </w:rPr>
    </w:lvl>
    <w:lvl w:ilvl="8" w:tplc="14090005" w:tentative="1">
      <w:start w:val="1"/>
      <w:numFmt w:val="bullet"/>
      <w:lvlText w:val=""/>
      <w:lvlJc w:val="left"/>
      <w:pPr>
        <w:ind w:left="7046" w:hanging="360"/>
      </w:pPr>
      <w:rPr>
        <w:rFonts w:ascii="Wingdings" w:hAnsi="Wingdings" w:hint="default"/>
      </w:rPr>
    </w:lvl>
  </w:abstractNum>
  <w:num w:numId="1" w16cid:durableId="1236933849">
    <w:abstractNumId w:val="8"/>
  </w:num>
  <w:num w:numId="2" w16cid:durableId="1303190118">
    <w:abstractNumId w:val="2"/>
  </w:num>
  <w:num w:numId="3" w16cid:durableId="840892632">
    <w:abstractNumId w:val="19"/>
  </w:num>
  <w:num w:numId="4" w16cid:durableId="746613340">
    <w:abstractNumId w:val="0"/>
  </w:num>
  <w:num w:numId="5" w16cid:durableId="1507478078">
    <w:abstractNumId w:val="17"/>
  </w:num>
  <w:num w:numId="6" w16cid:durableId="840654984">
    <w:abstractNumId w:val="7"/>
  </w:num>
  <w:num w:numId="7" w16cid:durableId="698436349">
    <w:abstractNumId w:val="23"/>
  </w:num>
  <w:num w:numId="8" w16cid:durableId="880747787">
    <w:abstractNumId w:val="27"/>
  </w:num>
  <w:num w:numId="9" w16cid:durableId="1315648108">
    <w:abstractNumId w:val="1"/>
  </w:num>
  <w:num w:numId="10" w16cid:durableId="1949071984">
    <w:abstractNumId w:val="15"/>
  </w:num>
  <w:num w:numId="11" w16cid:durableId="748842909">
    <w:abstractNumId w:val="6"/>
  </w:num>
  <w:num w:numId="12" w16cid:durableId="2141024353">
    <w:abstractNumId w:val="22"/>
  </w:num>
  <w:num w:numId="13" w16cid:durableId="1068308768">
    <w:abstractNumId w:val="25"/>
  </w:num>
  <w:num w:numId="14" w16cid:durableId="1895502672">
    <w:abstractNumId w:val="14"/>
  </w:num>
  <w:num w:numId="15" w16cid:durableId="1673800645">
    <w:abstractNumId w:val="28"/>
  </w:num>
  <w:num w:numId="16" w16cid:durableId="1985809866">
    <w:abstractNumId w:val="29"/>
  </w:num>
  <w:num w:numId="17" w16cid:durableId="1049649988">
    <w:abstractNumId w:val="24"/>
  </w:num>
  <w:num w:numId="18" w16cid:durableId="1021853611">
    <w:abstractNumId w:val="16"/>
  </w:num>
  <w:num w:numId="19" w16cid:durableId="1196582854">
    <w:abstractNumId w:val="31"/>
  </w:num>
  <w:num w:numId="20" w16cid:durableId="1494838164">
    <w:abstractNumId w:val="11"/>
  </w:num>
  <w:num w:numId="21" w16cid:durableId="1730574724">
    <w:abstractNumId w:val="4"/>
  </w:num>
  <w:num w:numId="22" w16cid:durableId="437261524">
    <w:abstractNumId w:val="5"/>
  </w:num>
  <w:num w:numId="23" w16cid:durableId="1186485854">
    <w:abstractNumId w:val="20"/>
  </w:num>
  <w:num w:numId="24" w16cid:durableId="556432847">
    <w:abstractNumId w:val="13"/>
  </w:num>
  <w:num w:numId="25" w16cid:durableId="1178039741">
    <w:abstractNumId w:val="18"/>
  </w:num>
  <w:num w:numId="26" w16cid:durableId="371543851">
    <w:abstractNumId w:val="21"/>
  </w:num>
  <w:num w:numId="27" w16cid:durableId="1966347567">
    <w:abstractNumId w:val="26"/>
  </w:num>
  <w:num w:numId="28" w16cid:durableId="1590656625">
    <w:abstractNumId w:val="9"/>
  </w:num>
  <w:num w:numId="29" w16cid:durableId="2067875117">
    <w:abstractNumId w:val="3"/>
  </w:num>
  <w:num w:numId="30" w16cid:durableId="458308128">
    <w:abstractNumId w:val="12"/>
  </w:num>
  <w:num w:numId="31" w16cid:durableId="176163481">
    <w:abstractNumId w:val="30"/>
  </w:num>
  <w:num w:numId="32" w16cid:durableId="11975021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76E"/>
    <w:rsid w:val="00023D11"/>
    <w:rsid w:val="00051157"/>
    <w:rsid w:val="00085EE9"/>
    <w:rsid w:val="000C54EF"/>
    <w:rsid w:val="00111F6E"/>
    <w:rsid w:val="001240AA"/>
    <w:rsid w:val="00191070"/>
    <w:rsid w:val="001F3F68"/>
    <w:rsid w:val="00222ABE"/>
    <w:rsid w:val="002947D7"/>
    <w:rsid w:val="002C7EA6"/>
    <w:rsid w:val="00332021"/>
    <w:rsid w:val="003A5179"/>
    <w:rsid w:val="003F6EDA"/>
    <w:rsid w:val="004508CB"/>
    <w:rsid w:val="0045112D"/>
    <w:rsid w:val="00485343"/>
    <w:rsid w:val="0052275C"/>
    <w:rsid w:val="00524F14"/>
    <w:rsid w:val="00533DCB"/>
    <w:rsid w:val="00540E32"/>
    <w:rsid w:val="005679BF"/>
    <w:rsid w:val="005A1A9B"/>
    <w:rsid w:val="005F58FA"/>
    <w:rsid w:val="0072467C"/>
    <w:rsid w:val="00745BEC"/>
    <w:rsid w:val="00787FB3"/>
    <w:rsid w:val="007C5E57"/>
    <w:rsid w:val="00822E75"/>
    <w:rsid w:val="0087427B"/>
    <w:rsid w:val="008A28D0"/>
    <w:rsid w:val="0096784A"/>
    <w:rsid w:val="009C49F4"/>
    <w:rsid w:val="009F7731"/>
    <w:rsid w:val="00A33B91"/>
    <w:rsid w:val="00A6688F"/>
    <w:rsid w:val="00AE45A8"/>
    <w:rsid w:val="00AE4B08"/>
    <w:rsid w:val="00AF06E9"/>
    <w:rsid w:val="00B24253"/>
    <w:rsid w:val="00B557DE"/>
    <w:rsid w:val="00B7434F"/>
    <w:rsid w:val="00D0090F"/>
    <w:rsid w:val="00D73046"/>
    <w:rsid w:val="00DB3B0E"/>
    <w:rsid w:val="00E3042D"/>
    <w:rsid w:val="00E42B11"/>
    <w:rsid w:val="00ED4256"/>
    <w:rsid w:val="00EE4E34"/>
    <w:rsid w:val="00EF5E7B"/>
    <w:rsid w:val="00F1600E"/>
    <w:rsid w:val="00F253A1"/>
    <w:rsid w:val="00F8776A"/>
    <w:rsid w:val="00FA3F57"/>
    <w:rsid w:val="00FC0A54"/>
    <w:rsid w:val="00FC176E"/>
    <w:rsid w:val="00FF44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0BC43D"/>
  <w15:docId w15:val="{0EECBEB6-AD07-4199-9868-BCE6E21BA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mi-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F57"/>
    <w:rPr>
      <w:rFonts w:ascii="Calibri" w:hAnsi="Calibri"/>
      <w:color w:val="262626" w:themeColor="text1" w:themeTint="D9"/>
      <w:sz w:val="20"/>
    </w:rPr>
  </w:style>
  <w:style w:type="paragraph" w:styleId="Heading1">
    <w:name w:val="heading 1"/>
    <w:basedOn w:val="Normal"/>
    <w:next w:val="Normal"/>
    <w:link w:val="Heading1Char"/>
    <w:uiPriority w:val="9"/>
    <w:qFormat/>
    <w:rsid w:val="007C5E57"/>
    <w:pPr>
      <w:keepNext/>
      <w:keepLines/>
      <w:spacing w:before="360"/>
      <w:outlineLvl w:val="0"/>
    </w:pPr>
    <w:rPr>
      <w:rFonts w:ascii="Georgia" w:eastAsiaTheme="majorEastAsia" w:hAnsi="Georgia" w:cstheme="majorBidi"/>
      <w:bCs/>
      <w:color w:val="273944"/>
      <w:sz w:val="56"/>
      <w:szCs w:val="32"/>
    </w:rPr>
  </w:style>
  <w:style w:type="paragraph" w:styleId="Heading2">
    <w:name w:val="heading 2"/>
    <w:basedOn w:val="Normal"/>
    <w:next w:val="Normal"/>
    <w:link w:val="Heading2Char"/>
    <w:uiPriority w:val="9"/>
    <w:unhideWhenUsed/>
    <w:qFormat/>
    <w:rsid w:val="005679BF"/>
    <w:pPr>
      <w:keepNext/>
      <w:keepLines/>
      <w:spacing w:before="200"/>
      <w:outlineLvl w:val="1"/>
    </w:pPr>
    <w:rPr>
      <w:rFonts w:asciiTheme="majorHAnsi" w:eastAsiaTheme="majorEastAsia" w:hAnsiTheme="majorHAnsi" w:cstheme="majorBidi"/>
      <w:b/>
      <w:bCs/>
      <w:caps/>
      <w:color w:val="69BBAF"/>
      <w:sz w:val="40"/>
      <w:szCs w:val="40"/>
    </w:rPr>
  </w:style>
  <w:style w:type="paragraph" w:styleId="Heading3">
    <w:name w:val="heading 3"/>
    <w:basedOn w:val="Normal"/>
    <w:next w:val="Normal"/>
    <w:link w:val="Heading3Char"/>
    <w:uiPriority w:val="9"/>
    <w:unhideWhenUsed/>
    <w:qFormat/>
    <w:rsid w:val="00FA3F57"/>
    <w:pPr>
      <w:keepNext/>
      <w:keepLines/>
      <w:spacing w:before="200"/>
      <w:outlineLvl w:val="2"/>
    </w:pPr>
    <w:rPr>
      <w:rFonts w:asciiTheme="majorHAnsi" w:eastAsiaTheme="majorEastAsia" w:hAnsiTheme="majorHAnsi" w:cstheme="majorBidi"/>
      <w:b/>
      <w:bCs/>
      <w:color w:val="273944"/>
      <w:sz w:val="32"/>
    </w:rPr>
  </w:style>
  <w:style w:type="paragraph" w:styleId="Heading4">
    <w:name w:val="heading 4"/>
    <w:basedOn w:val="Normal"/>
    <w:next w:val="Normal"/>
    <w:link w:val="Heading4Char"/>
    <w:uiPriority w:val="9"/>
    <w:unhideWhenUsed/>
    <w:qFormat/>
    <w:rsid w:val="00FA3F57"/>
    <w:pPr>
      <w:keepNext/>
      <w:keepLines/>
      <w:spacing w:before="200"/>
      <w:outlineLvl w:val="3"/>
    </w:pPr>
    <w:rPr>
      <w:rFonts w:asciiTheme="majorHAnsi" w:eastAsiaTheme="majorEastAsia" w:hAnsiTheme="majorHAnsi" w:cstheme="majorBidi"/>
      <w:bCs/>
      <w:iCs/>
      <w:color w:val="2739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6EDA"/>
    <w:pPr>
      <w:tabs>
        <w:tab w:val="center" w:pos="4320"/>
        <w:tab w:val="right" w:pos="8640"/>
      </w:tabs>
    </w:pPr>
  </w:style>
  <w:style w:type="character" w:customStyle="1" w:styleId="HeaderChar">
    <w:name w:val="Header Char"/>
    <w:basedOn w:val="DefaultParagraphFont"/>
    <w:link w:val="Header"/>
    <w:uiPriority w:val="99"/>
    <w:rsid w:val="003F6EDA"/>
  </w:style>
  <w:style w:type="paragraph" w:styleId="Footer">
    <w:name w:val="footer"/>
    <w:basedOn w:val="Normal"/>
    <w:link w:val="FooterChar"/>
    <w:uiPriority w:val="99"/>
    <w:unhideWhenUsed/>
    <w:rsid w:val="003F6EDA"/>
    <w:pPr>
      <w:tabs>
        <w:tab w:val="center" w:pos="4320"/>
        <w:tab w:val="right" w:pos="8640"/>
      </w:tabs>
    </w:pPr>
  </w:style>
  <w:style w:type="character" w:customStyle="1" w:styleId="FooterChar">
    <w:name w:val="Footer Char"/>
    <w:basedOn w:val="DefaultParagraphFont"/>
    <w:link w:val="Footer"/>
    <w:uiPriority w:val="99"/>
    <w:rsid w:val="003F6EDA"/>
  </w:style>
  <w:style w:type="paragraph" w:styleId="BalloonText">
    <w:name w:val="Balloon Text"/>
    <w:basedOn w:val="Normal"/>
    <w:link w:val="BalloonTextChar"/>
    <w:uiPriority w:val="99"/>
    <w:semiHidden/>
    <w:unhideWhenUsed/>
    <w:rsid w:val="003F6E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6EDA"/>
    <w:rPr>
      <w:rFonts w:ascii="Lucida Grande" w:hAnsi="Lucida Grande" w:cs="Lucida Grande"/>
      <w:sz w:val="18"/>
      <w:szCs w:val="18"/>
    </w:rPr>
  </w:style>
  <w:style w:type="character" w:customStyle="1" w:styleId="Heading1Char">
    <w:name w:val="Heading 1 Char"/>
    <w:basedOn w:val="DefaultParagraphFont"/>
    <w:link w:val="Heading1"/>
    <w:uiPriority w:val="9"/>
    <w:rsid w:val="007C5E57"/>
    <w:rPr>
      <w:rFonts w:ascii="Georgia" w:eastAsiaTheme="majorEastAsia" w:hAnsi="Georgia" w:cstheme="majorBidi"/>
      <w:bCs/>
      <w:color w:val="273944"/>
      <w:sz w:val="56"/>
      <w:szCs w:val="32"/>
      <w:lang w:val="mi-NZ"/>
    </w:rPr>
  </w:style>
  <w:style w:type="character" w:customStyle="1" w:styleId="Heading2Char">
    <w:name w:val="Heading 2 Char"/>
    <w:basedOn w:val="DefaultParagraphFont"/>
    <w:link w:val="Heading2"/>
    <w:uiPriority w:val="9"/>
    <w:rsid w:val="005679BF"/>
    <w:rPr>
      <w:rFonts w:asciiTheme="majorHAnsi" w:eastAsiaTheme="majorEastAsia" w:hAnsiTheme="majorHAnsi" w:cstheme="majorBidi"/>
      <w:b/>
      <w:bCs/>
      <w:caps/>
      <w:color w:val="69BBAF"/>
      <w:sz w:val="40"/>
      <w:szCs w:val="40"/>
    </w:rPr>
  </w:style>
  <w:style w:type="paragraph" w:styleId="NoSpacing">
    <w:name w:val="No Spacing"/>
    <w:uiPriority w:val="1"/>
    <w:rsid w:val="00FA3F57"/>
    <w:rPr>
      <w:rFonts w:ascii="Calibri" w:hAnsi="Calibri"/>
      <w:color w:val="262626" w:themeColor="text1" w:themeTint="D9"/>
      <w:sz w:val="20"/>
    </w:rPr>
  </w:style>
  <w:style w:type="character" w:customStyle="1" w:styleId="Heading3Char">
    <w:name w:val="Heading 3 Char"/>
    <w:basedOn w:val="DefaultParagraphFont"/>
    <w:link w:val="Heading3"/>
    <w:uiPriority w:val="9"/>
    <w:rsid w:val="00FA3F57"/>
    <w:rPr>
      <w:rFonts w:asciiTheme="majorHAnsi" w:eastAsiaTheme="majorEastAsia" w:hAnsiTheme="majorHAnsi" w:cstheme="majorBidi"/>
      <w:b/>
      <w:bCs/>
      <w:color w:val="273944"/>
      <w:sz w:val="32"/>
    </w:rPr>
  </w:style>
  <w:style w:type="character" w:customStyle="1" w:styleId="Heading4Char">
    <w:name w:val="Heading 4 Char"/>
    <w:basedOn w:val="DefaultParagraphFont"/>
    <w:link w:val="Heading4"/>
    <w:uiPriority w:val="9"/>
    <w:rsid w:val="00FA3F57"/>
    <w:rPr>
      <w:rFonts w:asciiTheme="majorHAnsi" w:eastAsiaTheme="majorEastAsia" w:hAnsiTheme="majorHAnsi" w:cstheme="majorBidi"/>
      <w:bCs/>
      <w:iCs/>
      <w:color w:val="273944"/>
    </w:rPr>
  </w:style>
  <w:style w:type="paragraph" w:styleId="Subtitle">
    <w:name w:val="Subtitle"/>
    <w:aliases w:val="Italic"/>
    <w:basedOn w:val="Normal"/>
    <w:next w:val="Normal"/>
    <w:link w:val="SubtitleChar"/>
    <w:uiPriority w:val="11"/>
    <w:qFormat/>
    <w:rsid w:val="00D0090F"/>
    <w:pPr>
      <w:numPr>
        <w:ilvl w:val="1"/>
      </w:numPr>
    </w:pPr>
    <w:rPr>
      <w:rFonts w:eastAsiaTheme="majorEastAsia" w:cstheme="majorBidi"/>
      <w:i/>
      <w:iCs/>
      <w:spacing w:val="15"/>
    </w:rPr>
  </w:style>
  <w:style w:type="character" w:customStyle="1" w:styleId="SubtitleChar">
    <w:name w:val="Subtitle Char"/>
    <w:aliases w:val="Italic Char"/>
    <w:basedOn w:val="DefaultParagraphFont"/>
    <w:link w:val="Subtitle"/>
    <w:uiPriority w:val="11"/>
    <w:rsid w:val="00D0090F"/>
    <w:rPr>
      <w:rFonts w:ascii="Calibri" w:eastAsiaTheme="majorEastAsia" w:hAnsi="Calibri" w:cstheme="majorBidi"/>
      <w:i/>
      <w:iCs/>
      <w:color w:val="262626" w:themeColor="text1" w:themeTint="D9"/>
      <w:spacing w:val="15"/>
      <w:sz w:val="20"/>
    </w:rPr>
  </w:style>
  <w:style w:type="character" w:styleId="SubtleEmphasis">
    <w:name w:val="Subtle Emphasis"/>
    <w:aliases w:val="Bold"/>
    <w:basedOn w:val="DefaultParagraphFont"/>
    <w:uiPriority w:val="19"/>
    <w:qFormat/>
    <w:rsid w:val="00D0090F"/>
    <w:rPr>
      <w:b/>
      <w:iCs/>
    </w:rPr>
  </w:style>
  <w:style w:type="character" w:styleId="Emphasis">
    <w:name w:val="Emphasis"/>
    <w:basedOn w:val="DefaultParagraphFont"/>
    <w:uiPriority w:val="20"/>
    <w:rsid w:val="00D0090F"/>
    <w:rPr>
      <w:iCs/>
    </w:rPr>
  </w:style>
  <w:style w:type="paragraph" w:styleId="ListParagraph">
    <w:name w:val="List Paragraph"/>
    <w:aliases w:val="Bullet 1"/>
    <w:basedOn w:val="Normal"/>
    <w:next w:val="ListBullet"/>
    <w:uiPriority w:val="34"/>
    <w:qFormat/>
    <w:rsid w:val="00D0090F"/>
    <w:pPr>
      <w:numPr>
        <w:numId w:val="1"/>
      </w:numPr>
      <w:contextualSpacing/>
    </w:pPr>
  </w:style>
  <w:style w:type="character" w:styleId="IntenseReference">
    <w:name w:val="Intense Reference"/>
    <w:aliases w:val="Bullet"/>
    <w:basedOn w:val="Emphasis"/>
    <w:uiPriority w:val="32"/>
    <w:rsid w:val="00D0090F"/>
    <w:rPr>
      <w:iCs/>
    </w:rPr>
  </w:style>
  <w:style w:type="character" w:styleId="BookTitle">
    <w:name w:val="Book Title"/>
    <w:aliases w:val="Bullet 2"/>
    <w:basedOn w:val="DefaultParagraphFont"/>
    <w:uiPriority w:val="33"/>
    <w:rsid w:val="002C7EA6"/>
    <w:rPr>
      <w:b/>
      <w:bCs/>
      <w:smallCaps/>
      <w:spacing w:val="5"/>
    </w:rPr>
  </w:style>
  <w:style w:type="paragraph" w:styleId="ListBullet">
    <w:name w:val="List Bullet"/>
    <w:basedOn w:val="Normal"/>
    <w:uiPriority w:val="99"/>
    <w:semiHidden/>
    <w:unhideWhenUsed/>
    <w:rsid w:val="00D0090F"/>
    <w:pPr>
      <w:numPr>
        <w:numId w:val="2"/>
      </w:numPr>
      <w:contextualSpacing/>
    </w:pPr>
  </w:style>
  <w:style w:type="paragraph" w:customStyle="1" w:styleId="NumberBullet">
    <w:name w:val="Number Bullet"/>
    <w:basedOn w:val="ListNumber"/>
    <w:next w:val="ListNumber"/>
    <w:rsid w:val="005679BF"/>
    <w:pPr>
      <w:numPr>
        <w:numId w:val="10"/>
      </w:numPr>
    </w:pPr>
  </w:style>
  <w:style w:type="table" w:styleId="TableGrid">
    <w:name w:val="Table Grid"/>
    <w:basedOn w:val="TableNormal"/>
    <w:uiPriority w:val="59"/>
    <w:rsid w:val="002C7E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uiPriority w:val="99"/>
    <w:semiHidden/>
    <w:unhideWhenUsed/>
    <w:rsid w:val="002C7EA6"/>
    <w:pPr>
      <w:numPr>
        <w:numId w:val="4"/>
      </w:numPr>
      <w:contextualSpacing/>
    </w:pPr>
  </w:style>
  <w:style w:type="character" w:styleId="Hyperlink">
    <w:name w:val="Hyperlink"/>
    <w:basedOn w:val="DefaultParagraphFont"/>
    <w:uiPriority w:val="99"/>
    <w:unhideWhenUsed/>
    <w:rsid w:val="00332021"/>
    <w:rPr>
      <w:color w:val="0000FF" w:themeColor="hyperlink"/>
      <w:u w:val="single"/>
    </w:rPr>
  </w:style>
  <w:style w:type="paragraph" w:customStyle="1" w:styleId="ListNumber1">
    <w:name w:val="List Number 1"/>
    <w:basedOn w:val="Heading2"/>
    <w:rsid w:val="005679BF"/>
    <w:pPr>
      <w:numPr>
        <w:numId w:val="13"/>
      </w:numPr>
    </w:pPr>
    <w:rPr>
      <w:rFonts w:ascii="Calibri" w:hAnsi="Calibri"/>
      <w:b w:val="0"/>
      <w:color w:val="262626" w:themeColor="text1" w:themeTint="D9"/>
      <w:sz w:val="20"/>
      <w:szCs w:val="20"/>
    </w:rPr>
  </w:style>
  <w:style w:type="paragraph" w:styleId="ListNumber">
    <w:name w:val="List Number"/>
    <w:basedOn w:val="Normal"/>
    <w:uiPriority w:val="99"/>
    <w:unhideWhenUsed/>
    <w:rsid w:val="005679BF"/>
    <w:pPr>
      <w:numPr>
        <w:numId w:val="9"/>
      </w:numPr>
      <w:contextualSpacing/>
    </w:pPr>
  </w:style>
  <w:style w:type="numbering" w:customStyle="1" w:styleId="NumberList1">
    <w:name w:val="Number List 1"/>
    <w:basedOn w:val="NoList"/>
    <w:uiPriority w:val="99"/>
    <w:rsid w:val="00AE4B08"/>
    <w:pPr>
      <w:numPr>
        <w:numId w:val="14"/>
      </w:numPr>
    </w:pPr>
  </w:style>
  <w:style w:type="numbering" w:customStyle="1" w:styleId="Style1">
    <w:name w:val="Style1"/>
    <w:basedOn w:val="NoList"/>
    <w:uiPriority w:val="99"/>
    <w:rsid w:val="00AE4B08"/>
    <w:pPr>
      <w:numPr>
        <w:numId w:val="15"/>
      </w:numPr>
    </w:pPr>
  </w:style>
  <w:style w:type="numbering" w:customStyle="1" w:styleId="Style2">
    <w:name w:val="Style2"/>
    <w:basedOn w:val="NoList"/>
    <w:uiPriority w:val="99"/>
    <w:rsid w:val="000C54EF"/>
    <w:pPr>
      <w:numPr>
        <w:numId w:val="17"/>
      </w:numPr>
    </w:pPr>
  </w:style>
  <w:style w:type="paragraph" w:customStyle="1" w:styleId="NumberBullet1">
    <w:name w:val="Number Bullet 1"/>
    <w:basedOn w:val="ListParagraph"/>
    <w:qFormat/>
    <w:rsid w:val="000C54EF"/>
    <w:pPr>
      <w:numPr>
        <w:numId w:val="16"/>
      </w:numPr>
    </w:pPr>
  </w:style>
  <w:style w:type="character" w:styleId="PageNumber">
    <w:name w:val="page number"/>
    <w:basedOn w:val="DefaultParagraphFont"/>
    <w:uiPriority w:val="99"/>
    <w:semiHidden/>
    <w:unhideWhenUsed/>
    <w:rsid w:val="00E42B11"/>
  </w:style>
  <w:style w:type="paragraph" w:customStyle="1" w:styleId="TableHeading">
    <w:name w:val="Table Heading"/>
    <w:basedOn w:val="Normal"/>
    <w:link w:val="TableHeadingChar"/>
    <w:rsid w:val="00B557DE"/>
    <w:rPr>
      <w:color w:val="FFFFFF" w:themeColor="background1"/>
    </w:rPr>
  </w:style>
  <w:style w:type="character" w:customStyle="1" w:styleId="TableHeadingChar">
    <w:name w:val="Table Heading Char"/>
    <w:basedOn w:val="DefaultParagraphFont"/>
    <w:link w:val="TableHeading"/>
    <w:rsid w:val="00B557DE"/>
    <w:rPr>
      <w:rFonts w:ascii="Calibri" w:hAnsi="Calibri"/>
      <w:color w:val="FFFFFF" w:themeColor="background1"/>
      <w:sz w:val="20"/>
      <w:lang w:val="mi-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png"/><Relationship Id="rId18" Type="http://schemas.openxmlformats.org/officeDocument/2006/relationships/hyperlink" Target="http://www.pinterest.com/mashable/infographics"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hyperlink" Target="https://bikeready.govt.nz/adults/tips-for-everyday-bike-riding-beginners-to-advanced/how-to-check-your-bik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rowdsignal.com/" TargetMode="External"/><Relationship Id="rId17" Type="http://schemas.openxmlformats.org/officeDocument/2006/relationships/hyperlink" Target="https://www.bbc.co.uk/bitesize/guides/zctwqty/revision/1" TargetMode="External"/><Relationship Id="rId25" Type="http://schemas.openxmlformats.org/officeDocument/2006/relationships/diagramLayout" Target="diagrams/layout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s://www.google.com/earth/outreach/learn/visualize-your-data-on-a-custom-map-using-google-my-map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rveymonkey.com" TargetMode="External"/><Relationship Id="rId24" Type="http://schemas.openxmlformats.org/officeDocument/2006/relationships/diagramData" Target="diagrams/data1.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s://dschool.stanford.edu/resources/get-started-with-design" TargetMode="External"/><Relationship Id="rId28" Type="http://schemas.microsoft.com/office/2007/relationships/diagramDrawing" Target="diagrams/drawing1.xml"/><Relationship Id="rId10" Type="http://schemas.openxmlformats.org/officeDocument/2006/relationships/hyperlink" Target="https://support.google.com/docs/answer/6281888?hl=en&amp;ref_topic=1360904&amp;visit_id=638043218285238465-1238983007&amp;rd=2" TargetMode="External"/><Relationship Id="rId19" Type="http://schemas.openxmlformats.org/officeDocument/2006/relationships/hyperlink" Target="http://dailyinfographic.co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amhook.com/wiki/HookED_Describe_Plus_Plus_Map" TargetMode="External"/><Relationship Id="rId14" Type="http://schemas.openxmlformats.org/officeDocument/2006/relationships/image" Target="media/image3.jpeg"/><Relationship Id="rId22" Type="http://schemas.openxmlformats.org/officeDocument/2006/relationships/hyperlink" Target="https://at.govt.nz/cycling-walking/courses-events/adult-bike-skills/" TargetMode="External"/><Relationship Id="rId27" Type="http://schemas.openxmlformats.org/officeDocument/2006/relationships/diagramColors" Target="diagrams/colors1.xml"/><Relationship Id="rId30"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g"/></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Bike%20Ready%20simple%20template.dotx"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8E1003F-1A3E-4F17-8D73-1C5875C67ED2}" type="doc">
      <dgm:prSet loTypeId="urn:microsoft.com/office/officeart/2005/8/layout/cycle3" loCatId="cycle" qsTypeId="urn:microsoft.com/office/officeart/2005/8/quickstyle/simple1" qsCatId="simple" csTypeId="urn:microsoft.com/office/officeart/2005/8/colors/accent0_1" csCatId="mainScheme" phldr="1"/>
      <dgm:spPr/>
      <dgm:t>
        <a:bodyPr/>
        <a:lstStyle/>
        <a:p>
          <a:endParaRPr lang="en-NZ"/>
        </a:p>
      </dgm:t>
    </dgm:pt>
    <dgm:pt modelId="{48C00DD6-6E7B-4AD0-A02D-DB99B7613E59}">
      <dgm:prSet phldrT="[Text]" custT="1"/>
      <dgm:spPr/>
      <dgm:t>
        <a:bodyPr/>
        <a:lstStyle/>
        <a:p>
          <a:pPr algn="ctr" rtl="0"/>
          <a:r>
            <a:rPr lang="mi-NZ" sz="1000" b="1"/>
            <a:t>Me aro mai </a:t>
          </a:r>
          <a:r>
            <a:rPr lang="mi-NZ" sz="1000"/>
            <a:t> ki tētahi whakapātari, whai wāhitanga rānei</a:t>
          </a:r>
        </a:p>
      </dgm:t>
    </dgm:pt>
    <dgm:pt modelId="{2AFBCDF4-CB46-4511-A1C9-95BBC26E1893}" type="parTrans" cxnId="{ABD9E08B-F803-431C-B79F-D108C4092B18}">
      <dgm:prSet/>
      <dgm:spPr/>
      <dgm:t>
        <a:bodyPr/>
        <a:lstStyle/>
        <a:p>
          <a:pPr algn="ctr"/>
          <a:endParaRPr lang="en-NZ"/>
        </a:p>
      </dgm:t>
    </dgm:pt>
    <dgm:pt modelId="{A2640464-0DE5-4F7D-B37C-DFEC73782C26}" type="sibTrans" cxnId="{ABD9E08B-F803-431C-B79F-D108C4092B18}">
      <dgm:prSet/>
      <dgm:spPr/>
      <dgm:t>
        <a:bodyPr/>
        <a:lstStyle/>
        <a:p>
          <a:pPr algn="ctr"/>
          <a:endParaRPr lang="en-NZ"/>
        </a:p>
      </dgm:t>
    </dgm:pt>
    <dgm:pt modelId="{98A7D1AF-E985-4509-943E-73132A44BB7B}">
      <dgm:prSet phldrT="[Text]" custT="1"/>
      <dgm:spPr/>
      <dgm:t>
        <a:bodyPr/>
        <a:lstStyle/>
        <a:p>
          <a:pPr algn="ctr" rtl="0"/>
          <a:r>
            <a:rPr lang="mi-NZ" sz="800"/>
            <a:t>Me ako mō te hunga mātakitaki mō te hoahoa</a:t>
          </a:r>
        </a:p>
      </dgm:t>
    </dgm:pt>
    <dgm:pt modelId="{4237AF09-87C1-4CBD-8DA4-5A5186F96126}" type="parTrans" cxnId="{1466D743-6BCD-4A20-B30D-DFA1962ADDE3}">
      <dgm:prSet/>
      <dgm:spPr/>
      <dgm:t>
        <a:bodyPr/>
        <a:lstStyle/>
        <a:p>
          <a:pPr algn="ctr"/>
          <a:endParaRPr lang="en-NZ"/>
        </a:p>
      </dgm:t>
    </dgm:pt>
    <dgm:pt modelId="{8023B82D-D65D-4733-9EBC-E970AAC1AE19}" type="sibTrans" cxnId="{1466D743-6BCD-4A20-B30D-DFA1962ADDE3}">
      <dgm:prSet/>
      <dgm:spPr/>
      <dgm:t>
        <a:bodyPr/>
        <a:lstStyle/>
        <a:p>
          <a:pPr algn="ctr"/>
          <a:endParaRPr lang="en-NZ"/>
        </a:p>
      </dgm:t>
    </dgm:pt>
    <dgm:pt modelId="{A818B23E-4E43-41DE-98AA-5B73501EE28A}">
      <dgm:prSet phldrT="[Text]" custT="1"/>
      <dgm:spPr/>
      <dgm:t>
        <a:bodyPr/>
        <a:lstStyle/>
        <a:p>
          <a:pPr algn="ctr" rtl="0"/>
          <a:r>
            <a:rPr lang="mi-NZ" sz="1000" b="1"/>
            <a:t>Me tautuhi </a:t>
          </a:r>
          <a:r>
            <a:rPr lang="mi-NZ" sz="1000"/>
            <a:t> e ai ki tētahi whakapātari, whai wāhitanga rānei</a:t>
          </a:r>
        </a:p>
      </dgm:t>
    </dgm:pt>
    <dgm:pt modelId="{F0DA1560-36F8-4234-A45E-597BE8E213A4}" type="parTrans" cxnId="{9CDBC31D-4BE6-43E9-A425-6795AFA7DA14}">
      <dgm:prSet/>
      <dgm:spPr/>
      <dgm:t>
        <a:bodyPr/>
        <a:lstStyle/>
        <a:p>
          <a:pPr algn="ctr"/>
          <a:endParaRPr lang="en-NZ"/>
        </a:p>
      </dgm:t>
    </dgm:pt>
    <dgm:pt modelId="{21004CD7-072D-4B74-A55B-BCD0B58F8E8E}" type="sibTrans" cxnId="{9CDBC31D-4BE6-43E9-A425-6795AFA7DA14}">
      <dgm:prSet/>
      <dgm:spPr/>
      <dgm:t>
        <a:bodyPr/>
        <a:lstStyle/>
        <a:p>
          <a:pPr algn="ctr"/>
          <a:endParaRPr lang="en-NZ"/>
        </a:p>
      </dgm:t>
    </dgm:pt>
    <dgm:pt modelId="{32BFBA48-A2A5-4093-821A-84A438DFD8FC}">
      <dgm:prSet phldrT="[Text]" custT="1"/>
      <dgm:spPr/>
      <dgm:t>
        <a:bodyPr/>
        <a:lstStyle/>
        <a:p>
          <a:pPr algn="ctr" rtl="0"/>
          <a:r>
            <a:rPr lang="mi-NZ" sz="800"/>
            <a:t>whakatakotohia te raruraru (he aha?) </a:t>
          </a:r>
        </a:p>
      </dgm:t>
    </dgm:pt>
    <dgm:pt modelId="{449C200C-38EF-47FE-837C-01693B2CCA0A}" type="parTrans" cxnId="{46CE4E8D-F8ED-4746-BC96-87ADFB4885DC}">
      <dgm:prSet/>
      <dgm:spPr/>
      <dgm:t>
        <a:bodyPr/>
        <a:lstStyle/>
        <a:p>
          <a:pPr algn="ctr"/>
          <a:endParaRPr lang="en-NZ"/>
        </a:p>
      </dgm:t>
    </dgm:pt>
    <dgm:pt modelId="{3AA80995-220A-44CF-B5B2-E2D9EFA090D2}" type="sibTrans" cxnId="{46CE4E8D-F8ED-4746-BC96-87ADFB4885DC}">
      <dgm:prSet/>
      <dgm:spPr/>
      <dgm:t>
        <a:bodyPr/>
        <a:lstStyle/>
        <a:p>
          <a:pPr algn="ctr"/>
          <a:endParaRPr lang="en-NZ"/>
        </a:p>
      </dgm:t>
    </dgm:pt>
    <dgm:pt modelId="{EC4E7965-BEA6-4360-818B-B61AADA9817C}">
      <dgm:prSet phldrT="[Text]" custT="1"/>
      <dgm:spPr/>
      <dgm:t>
        <a:bodyPr/>
        <a:lstStyle/>
        <a:p>
          <a:pPr algn="ctr" rtl="0"/>
          <a:r>
            <a:rPr lang="mi-NZ" sz="1000" b="1"/>
            <a:t>Whakaputa whakaaro</a:t>
          </a:r>
          <a:r>
            <a:rPr lang="mi-NZ" sz="1000"/>
            <a:t> e ai ki tētahi whakapātari, whai wāhitanga rānei</a:t>
          </a:r>
        </a:p>
      </dgm:t>
    </dgm:pt>
    <dgm:pt modelId="{F99F2C42-7F89-46F4-92D7-40A6A1B6F9AD}" type="parTrans" cxnId="{7A2890B1-C687-4C6A-99E2-077AD7699FCA}">
      <dgm:prSet/>
      <dgm:spPr/>
      <dgm:t>
        <a:bodyPr/>
        <a:lstStyle/>
        <a:p>
          <a:pPr algn="ctr"/>
          <a:endParaRPr lang="en-NZ"/>
        </a:p>
      </dgm:t>
    </dgm:pt>
    <dgm:pt modelId="{3F90D8B5-C373-44F7-835B-0A99E3905245}" type="sibTrans" cxnId="{7A2890B1-C687-4C6A-99E2-077AD7699FCA}">
      <dgm:prSet/>
      <dgm:spPr/>
      <dgm:t>
        <a:bodyPr/>
        <a:lstStyle/>
        <a:p>
          <a:pPr algn="ctr"/>
          <a:endParaRPr lang="en-NZ"/>
        </a:p>
      </dgm:t>
    </dgm:pt>
    <dgm:pt modelId="{C809168E-CDAE-4C3F-8976-F1F6F4481597}">
      <dgm:prSet phldrT="[Text]" custT="1"/>
      <dgm:spPr/>
      <dgm:t>
        <a:bodyPr/>
        <a:lstStyle/>
        <a:p>
          <a:pPr algn="ctr" rtl="0"/>
          <a:r>
            <a:rPr lang="mi-NZ" sz="800"/>
            <a:t>whakaputahia ngā rongoā rerekē maha (ohia manomano)</a:t>
          </a:r>
        </a:p>
      </dgm:t>
    </dgm:pt>
    <dgm:pt modelId="{776B1C17-1651-4904-8B93-6701A0010B70}" type="parTrans" cxnId="{2F43DBBF-700B-4668-A015-0BF16F8A5D3D}">
      <dgm:prSet/>
      <dgm:spPr/>
      <dgm:t>
        <a:bodyPr/>
        <a:lstStyle/>
        <a:p>
          <a:pPr algn="ctr"/>
          <a:endParaRPr lang="en-NZ"/>
        </a:p>
      </dgm:t>
    </dgm:pt>
    <dgm:pt modelId="{5D908EFE-A7E6-4AA9-B027-0E9BD8E1FE41}" type="sibTrans" cxnId="{2F43DBBF-700B-4668-A015-0BF16F8A5D3D}">
      <dgm:prSet/>
      <dgm:spPr/>
      <dgm:t>
        <a:bodyPr/>
        <a:lstStyle/>
        <a:p>
          <a:pPr algn="ctr"/>
          <a:endParaRPr lang="en-NZ"/>
        </a:p>
      </dgm:t>
    </dgm:pt>
    <dgm:pt modelId="{0433514C-0CB8-42EC-B93C-2D614FCE20DA}">
      <dgm:prSet phldrT="[Text]" custT="1"/>
      <dgm:spPr/>
      <dgm:t>
        <a:bodyPr/>
        <a:lstStyle/>
        <a:p>
          <a:pPr algn="ctr" rtl="0"/>
          <a:r>
            <a:rPr lang="mi-NZ" sz="1000" b="1"/>
            <a:t>Me waihanga he tauira tuatahi</a:t>
          </a:r>
          <a:r>
            <a:rPr lang="mi-NZ" sz="1000"/>
            <a:t> e ai ki tētahi whakapātari, whai wāhitanga rānei</a:t>
          </a:r>
        </a:p>
      </dgm:t>
    </dgm:pt>
    <dgm:pt modelId="{FE87881A-A70A-42C1-B8DC-D3FC043883B8}" type="parTrans" cxnId="{C75BBAE7-1D7D-4959-9994-E6AF21CC961D}">
      <dgm:prSet/>
      <dgm:spPr/>
      <dgm:t>
        <a:bodyPr/>
        <a:lstStyle/>
        <a:p>
          <a:pPr algn="ctr"/>
          <a:endParaRPr lang="en-NZ"/>
        </a:p>
      </dgm:t>
    </dgm:pt>
    <dgm:pt modelId="{C9DB53E8-1205-41C2-8F54-BC4875804902}" type="sibTrans" cxnId="{C75BBAE7-1D7D-4959-9994-E6AF21CC961D}">
      <dgm:prSet/>
      <dgm:spPr/>
      <dgm:t>
        <a:bodyPr/>
        <a:lstStyle/>
        <a:p>
          <a:pPr algn="ctr"/>
          <a:endParaRPr lang="en-NZ"/>
        </a:p>
      </dgm:t>
    </dgm:pt>
    <dgm:pt modelId="{FEE77BB2-27A8-4397-9133-B176AC08F715}">
      <dgm:prSet phldrT="[Text]" custT="1"/>
      <dgm:spPr/>
      <dgm:t>
        <a:bodyPr/>
        <a:lstStyle/>
        <a:p>
          <a:pPr algn="ctr" rtl="0"/>
          <a:r>
            <a:rPr lang="mi-NZ" sz="800"/>
            <a:t>hangaia ngā tauira, whakaaturanga rānei o ngā huatau hei whakaatu ki ētahi atu</a:t>
          </a:r>
        </a:p>
      </dgm:t>
    </dgm:pt>
    <dgm:pt modelId="{F76322DF-2E32-4C83-9BBD-6E59FD76503A}" type="parTrans" cxnId="{C4B545E2-B5B0-46F6-80E1-DDC1EF9ECBAE}">
      <dgm:prSet/>
      <dgm:spPr/>
      <dgm:t>
        <a:bodyPr/>
        <a:lstStyle/>
        <a:p>
          <a:pPr algn="ctr"/>
          <a:endParaRPr lang="en-NZ"/>
        </a:p>
      </dgm:t>
    </dgm:pt>
    <dgm:pt modelId="{AADAE8CE-A6F7-4F1F-A6CD-997133E255E0}" type="sibTrans" cxnId="{C4B545E2-B5B0-46F6-80E1-DDC1EF9ECBAE}">
      <dgm:prSet/>
      <dgm:spPr/>
      <dgm:t>
        <a:bodyPr/>
        <a:lstStyle/>
        <a:p>
          <a:pPr algn="ctr"/>
          <a:endParaRPr lang="en-NZ"/>
        </a:p>
      </dgm:t>
    </dgm:pt>
    <dgm:pt modelId="{3B2BF781-F88A-4CD3-B84E-6B3B1D1A6EB4}">
      <dgm:prSet custT="1"/>
      <dgm:spPr/>
      <dgm:t>
        <a:bodyPr/>
        <a:lstStyle/>
        <a:p>
          <a:pPr algn="ctr" rtl="0"/>
          <a:r>
            <a:rPr lang="mi-NZ" sz="800"/>
            <a:t>ko wai rātau? (tautohu)</a:t>
          </a:r>
        </a:p>
      </dgm:t>
    </dgm:pt>
    <dgm:pt modelId="{4A7364FD-4332-48D3-8C96-C5D0C55C0DC3}" type="parTrans" cxnId="{A8179FCF-7224-45D9-807D-515FE5C753CD}">
      <dgm:prSet/>
      <dgm:spPr/>
      <dgm:t>
        <a:bodyPr/>
        <a:lstStyle/>
        <a:p>
          <a:pPr algn="ctr"/>
          <a:endParaRPr lang="en-NZ"/>
        </a:p>
      </dgm:t>
    </dgm:pt>
    <dgm:pt modelId="{874A6813-1C08-4892-BA87-154B482C2696}" type="sibTrans" cxnId="{A8179FCF-7224-45D9-807D-515FE5C753CD}">
      <dgm:prSet/>
      <dgm:spPr/>
      <dgm:t>
        <a:bodyPr/>
        <a:lstStyle/>
        <a:p>
          <a:pPr algn="ctr"/>
          <a:endParaRPr lang="en-NZ"/>
        </a:p>
      </dgm:t>
    </dgm:pt>
    <dgm:pt modelId="{BA665A86-E01C-4DAE-9F93-3446A0A386E2}">
      <dgm:prSet custT="1"/>
      <dgm:spPr/>
      <dgm:t>
        <a:bodyPr/>
        <a:lstStyle/>
        <a:p>
          <a:pPr algn="ctr" rtl="0"/>
          <a:r>
            <a:rPr lang="mi-NZ" sz="800"/>
            <a:t>he aha ō rātau hiahia? (whakaahua) </a:t>
          </a:r>
        </a:p>
      </dgm:t>
    </dgm:pt>
    <dgm:pt modelId="{CC11EBFF-EFFB-445E-B0E6-17C0E9C0AA53}" type="parTrans" cxnId="{AFE3FDD9-A258-44C6-94CD-33C0E3B0DA20}">
      <dgm:prSet/>
      <dgm:spPr/>
      <dgm:t>
        <a:bodyPr/>
        <a:lstStyle/>
        <a:p>
          <a:pPr algn="ctr"/>
          <a:endParaRPr lang="en-NZ"/>
        </a:p>
      </dgm:t>
    </dgm:pt>
    <dgm:pt modelId="{E5E99ECE-B8F7-4D49-BD62-7CEED6DB8B68}" type="sibTrans" cxnId="{AFE3FDD9-A258-44C6-94CD-33C0E3B0DA20}">
      <dgm:prSet/>
      <dgm:spPr/>
      <dgm:t>
        <a:bodyPr/>
        <a:lstStyle/>
        <a:p>
          <a:pPr algn="ctr"/>
          <a:endParaRPr lang="en-NZ"/>
        </a:p>
      </dgm:t>
    </dgm:pt>
    <dgm:pt modelId="{52476363-1CF8-4F0E-A416-FADE497EB24C}">
      <dgm:prSet custT="1"/>
      <dgm:spPr/>
      <dgm:t>
        <a:bodyPr/>
        <a:lstStyle/>
        <a:p>
          <a:pPr algn="ctr" rtl="0"/>
          <a:r>
            <a:rPr lang="mi-NZ" sz="800"/>
            <a:t>he aha tō rātau hihiri? (whakamaramahia he aha ai)</a:t>
          </a:r>
        </a:p>
      </dgm:t>
    </dgm:pt>
    <dgm:pt modelId="{17E47805-58DA-41EC-A112-A22DAF3DE783}" type="parTrans" cxnId="{995EF2DE-D567-4E1E-BB48-8209FDF4B9C3}">
      <dgm:prSet/>
      <dgm:spPr/>
      <dgm:t>
        <a:bodyPr/>
        <a:lstStyle/>
        <a:p>
          <a:pPr algn="ctr"/>
          <a:endParaRPr lang="en-NZ"/>
        </a:p>
      </dgm:t>
    </dgm:pt>
    <dgm:pt modelId="{DD95B2C9-3EE7-4F9B-A3D4-D5E65BAB3371}" type="sibTrans" cxnId="{995EF2DE-D567-4E1E-BB48-8209FDF4B9C3}">
      <dgm:prSet/>
      <dgm:spPr/>
      <dgm:t>
        <a:bodyPr/>
        <a:lstStyle/>
        <a:p>
          <a:pPr algn="ctr"/>
          <a:endParaRPr lang="en-NZ"/>
        </a:p>
      </dgm:t>
    </dgm:pt>
    <dgm:pt modelId="{678D5838-EACB-4CB2-9414-F436108F46CC}">
      <dgm:prSet custT="1"/>
      <dgm:spPr/>
      <dgm:t>
        <a:bodyPr/>
        <a:lstStyle/>
        <a:p>
          <a:pPr algn="ctr" rtl="0"/>
          <a:r>
            <a:rPr lang="mi-NZ" sz="800"/>
            <a:t>me whai i tētahi tirohanga</a:t>
          </a:r>
        </a:p>
      </dgm:t>
    </dgm:pt>
    <dgm:pt modelId="{8F5FBD11-A1E5-44BD-A3D3-41659B296A71}" type="parTrans" cxnId="{5E8195C7-3467-4110-9D27-9D3597690828}">
      <dgm:prSet/>
      <dgm:spPr/>
      <dgm:t>
        <a:bodyPr/>
        <a:lstStyle/>
        <a:p>
          <a:pPr algn="ctr"/>
          <a:endParaRPr lang="en-NZ"/>
        </a:p>
      </dgm:t>
    </dgm:pt>
    <dgm:pt modelId="{C9ADDBF4-C0A6-4AA1-8453-51E7E64277F7}" type="sibTrans" cxnId="{5E8195C7-3467-4110-9D27-9D3597690828}">
      <dgm:prSet/>
      <dgm:spPr/>
      <dgm:t>
        <a:bodyPr/>
        <a:lstStyle/>
        <a:p>
          <a:pPr algn="ctr"/>
          <a:endParaRPr lang="en-NZ"/>
        </a:p>
      </dgm:t>
    </dgm:pt>
    <dgm:pt modelId="{BE2173EB-6907-4684-A968-2FDE31CA48D9}">
      <dgm:prSet custT="1"/>
      <dgm:spPr/>
      <dgm:t>
        <a:bodyPr/>
        <a:lstStyle/>
        <a:p>
          <a:pPr algn="ctr" rtl="0"/>
          <a:r>
            <a:rPr lang="mi-NZ" sz="800"/>
            <a:t>matatau</a:t>
          </a:r>
        </a:p>
      </dgm:t>
    </dgm:pt>
    <dgm:pt modelId="{747210AC-6714-4AC4-9B57-0F40AEC19127}" type="parTrans" cxnId="{D580EABF-8720-4F93-8076-EE27AD2ECA10}">
      <dgm:prSet/>
      <dgm:spPr/>
      <dgm:t>
        <a:bodyPr/>
        <a:lstStyle/>
        <a:p>
          <a:pPr algn="ctr"/>
          <a:endParaRPr lang="en-NZ"/>
        </a:p>
      </dgm:t>
    </dgm:pt>
    <dgm:pt modelId="{80B1A1FD-9145-439E-902B-05D6473B5101}" type="sibTrans" cxnId="{D580EABF-8720-4F93-8076-EE27AD2ECA10}">
      <dgm:prSet/>
      <dgm:spPr/>
      <dgm:t>
        <a:bodyPr/>
        <a:lstStyle/>
        <a:p>
          <a:pPr algn="ctr"/>
          <a:endParaRPr lang="en-NZ"/>
        </a:p>
      </dgm:t>
    </dgm:pt>
    <dgm:pt modelId="{D38CFA2D-9661-40BF-9DC3-B1FB57A662D3}">
      <dgm:prSet custT="1"/>
      <dgm:spPr/>
      <dgm:t>
        <a:bodyPr/>
        <a:lstStyle/>
        <a:p>
          <a:pPr algn="ctr" rtl="0"/>
          <a:r>
            <a:rPr lang="mi-NZ" sz="800"/>
            <a:t>ngāwari</a:t>
          </a:r>
        </a:p>
      </dgm:t>
    </dgm:pt>
    <dgm:pt modelId="{2C7532D9-30B7-4934-861A-E0DBB9A42E23}" type="parTrans" cxnId="{0EC759BD-B8BF-4089-881E-D803C3B01E43}">
      <dgm:prSet/>
      <dgm:spPr/>
      <dgm:t>
        <a:bodyPr/>
        <a:lstStyle/>
        <a:p>
          <a:pPr algn="ctr"/>
          <a:endParaRPr lang="en-NZ"/>
        </a:p>
      </dgm:t>
    </dgm:pt>
    <dgm:pt modelId="{42773F8F-848D-4B4D-839D-BB7A669EC64C}" type="sibTrans" cxnId="{0EC759BD-B8BF-4089-881E-D803C3B01E43}">
      <dgm:prSet/>
      <dgm:spPr/>
      <dgm:t>
        <a:bodyPr/>
        <a:lstStyle/>
        <a:p>
          <a:pPr algn="ctr"/>
          <a:endParaRPr lang="en-NZ"/>
        </a:p>
      </dgm:t>
    </dgm:pt>
    <dgm:pt modelId="{13C016CD-25B6-4FB0-829F-37C7F54A5DEB}">
      <dgm:prSet custT="1"/>
      <dgm:spPr/>
      <dgm:t>
        <a:bodyPr/>
        <a:lstStyle/>
        <a:p>
          <a:pPr algn="ctr" rtl="0"/>
          <a:r>
            <a:rPr lang="mi-NZ" sz="800"/>
            <a:t>tūturutanga</a:t>
          </a:r>
        </a:p>
      </dgm:t>
    </dgm:pt>
    <dgm:pt modelId="{611487F0-53C1-48ED-B771-62120F7E3E28}" type="parTrans" cxnId="{7611ECC5-863C-42C4-8897-624A5FD93C1A}">
      <dgm:prSet/>
      <dgm:spPr/>
      <dgm:t>
        <a:bodyPr/>
        <a:lstStyle/>
        <a:p>
          <a:pPr algn="ctr"/>
          <a:endParaRPr lang="en-NZ"/>
        </a:p>
      </dgm:t>
    </dgm:pt>
    <dgm:pt modelId="{3D1738BA-5BA8-4613-B6E1-1274C52F0DFF}" type="sibTrans" cxnId="{7611ECC5-863C-42C4-8897-624A5FD93C1A}">
      <dgm:prSet/>
      <dgm:spPr/>
      <dgm:t>
        <a:bodyPr/>
        <a:lstStyle/>
        <a:p>
          <a:pPr algn="ctr"/>
          <a:endParaRPr lang="en-NZ"/>
        </a:p>
      </dgm:t>
    </dgm:pt>
    <dgm:pt modelId="{92AC8468-107A-4B50-8ACD-EC7602DB169F}">
      <dgm:prSet custT="1"/>
      <dgm:spPr/>
      <dgm:t>
        <a:bodyPr/>
        <a:lstStyle/>
        <a:p>
          <a:pPr algn="ctr" rtl="0"/>
          <a:r>
            <a:rPr lang="mi-NZ" sz="800"/>
            <a:t>hanga ki te ako</a:t>
          </a:r>
        </a:p>
      </dgm:t>
    </dgm:pt>
    <dgm:pt modelId="{296534DC-AB8C-45E9-9F4C-2F531FD98D1F}" type="parTrans" cxnId="{1C90981A-3539-468D-9B70-4E6EFAD8F09A}">
      <dgm:prSet/>
      <dgm:spPr/>
      <dgm:t>
        <a:bodyPr/>
        <a:lstStyle/>
        <a:p>
          <a:pPr algn="ctr"/>
          <a:endParaRPr lang="en-NZ"/>
        </a:p>
      </dgm:t>
    </dgm:pt>
    <dgm:pt modelId="{FDF203E7-A1BD-4DF1-98B2-7CA7F4CDE445}" type="sibTrans" cxnId="{1C90981A-3539-468D-9B70-4E6EFAD8F09A}">
      <dgm:prSet/>
      <dgm:spPr/>
      <dgm:t>
        <a:bodyPr/>
        <a:lstStyle/>
        <a:p>
          <a:pPr algn="ctr"/>
          <a:endParaRPr lang="en-NZ"/>
        </a:p>
      </dgm:t>
    </dgm:pt>
    <dgm:pt modelId="{F931E84C-1261-4D78-9A2D-EE1E4B57EEBA}">
      <dgm:prSet custT="1"/>
      <dgm:spPr/>
      <dgm:t>
        <a:bodyPr/>
        <a:lstStyle/>
        <a:p>
          <a:pPr algn="ctr" rtl="0"/>
          <a:r>
            <a:rPr lang="mi-NZ" sz="800"/>
            <a:t>pūrua</a:t>
          </a:r>
        </a:p>
      </dgm:t>
    </dgm:pt>
    <dgm:pt modelId="{B8AF1908-3292-4355-8AE8-255B7101F742}" type="parTrans" cxnId="{F11FD433-0EF1-4DBC-BAA5-4C60AFA1C034}">
      <dgm:prSet/>
      <dgm:spPr/>
      <dgm:t>
        <a:bodyPr/>
        <a:lstStyle/>
        <a:p>
          <a:pPr algn="ctr"/>
          <a:endParaRPr lang="en-NZ"/>
        </a:p>
      </dgm:t>
    </dgm:pt>
    <dgm:pt modelId="{E0E27CEA-BEF1-4C00-9164-CF4E39685BF2}" type="sibTrans" cxnId="{F11FD433-0EF1-4DBC-BAA5-4C60AFA1C034}">
      <dgm:prSet/>
      <dgm:spPr/>
      <dgm:t>
        <a:bodyPr/>
        <a:lstStyle/>
        <a:p>
          <a:pPr algn="ctr"/>
          <a:endParaRPr lang="en-NZ"/>
        </a:p>
      </dgm:t>
    </dgm:pt>
    <dgm:pt modelId="{2F1D7D8C-5D2E-4E39-B410-9D6EC52E8051}">
      <dgm:prSet custT="1"/>
      <dgm:spPr/>
      <dgm:t>
        <a:bodyPr/>
        <a:lstStyle/>
        <a:p>
          <a:pPr algn="ctr" rtl="0"/>
          <a:r>
            <a:rPr lang="mi-NZ" sz="1000" b="1"/>
            <a:t>Whakamātautau huatau</a:t>
          </a:r>
          <a:r>
            <a:rPr lang="mi-NZ" sz="1000"/>
            <a:t> e ai ki tētahi whakapātari, whai wāhitanga rānei</a:t>
          </a:r>
        </a:p>
      </dgm:t>
    </dgm:pt>
    <dgm:pt modelId="{F355EF7C-BA10-4E8E-A5ED-D87B565C50F2}" type="parTrans" cxnId="{A1D5C804-41C5-4732-93A0-B38D687B4605}">
      <dgm:prSet/>
      <dgm:spPr/>
      <dgm:t>
        <a:bodyPr/>
        <a:lstStyle/>
        <a:p>
          <a:pPr algn="ctr"/>
          <a:endParaRPr lang="en-NZ"/>
        </a:p>
      </dgm:t>
    </dgm:pt>
    <dgm:pt modelId="{EEF0A72E-8B67-4147-BA53-C3094404FF9C}" type="sibTrans" cxnId="{A1D5C804-41C5-4732-93A0-B38D687B4605}">
      <dgm:prSet/>
      <dgm:spPr/>
      <dgm:t>
        <a:bodyPr/>
        <a:lstStyle/>
        <a:p>
          <a:pPr algn="ctr"/>
          <a:endParaRPr lang="en-NZ"/>
        </a:p>
      </dgm:t>
    </dgm:pt>
    <dgm:pt modelId="{16EFF19D-2B9F-42FC-A947-709C094D6AFE}">
      <dgm:prSet custT="1"/>
      <dgm:spPr/>
      <dgm:t>
        <a:bodyPr/>
        <a:lstStyle/>
        <a:p>
          <a:pPr algn="ctr" rtl="0"/>
          <a:r>
            <a:rPr lang="mi-NZ" sz="800"/>
            <a:t>whakaatu kaua e kōrero</a:t>
          </a:r>
        </a:p>
      </dgm:t>
    </dgm:pt>
    <dgm:pt modelId="{8B9C6D06-DEFC-4B28-9167-94D7C458E267}" type="parTrans" cxnId="{DCEA0A0C-2264-4601-B251-17FB5FB8502F}">
      <dgm:prSet/>
      <dgm:spPr/>
      <dgm:t>
        <a:bodyPr/>
        <a:lstStyle/>
        <a:p>
          <a:pPr algn="ctr"/>
          <a:endParaRPr lang="en-NZ"/>
        </a:p>
      </dgm:t>
    </dgm:pt>
    <dgm:pt modelId="{7E379EA7-474B-4109-A177-B6861B705BB0}" type="sibTrans" cxnId="{DCEA0A0C-2264-4601-B251-17FB5FB8502F}">
      <dgm:prSet/>
      <dgm:spPr/>
      <dgm:t>
        <a:bodyPr/>
        <a:lstStyle/>
        <a:p>
          <a:pPr algn="ctr"/>
          <a:endParaRPr lang="en-NZ"/>
        </a:p>
      </dgm:t>
    </dgm:pt>
    <dgm:pt modelId="{111C0780-5D74-4C8F-B302-9D55500074EC}">
      <dgm:prSet custT="1"/>
      <dgm:spPr/>
      <dgm:t>
        <a:bodyPr/>
        <a:lstStyle/>
        <a:p>
          <a:pPr algn="ctr" rtl="0"/>
          <a:r>
            <a:rPr lang="mi-NZ" sz="800"/>
            <a:t>mahia anō </a:t>
          </a:r>
        </a:p>
      </dgm:t>
    </dgm:pt>
    <dgm:pt modelId="{3CC2303E-4FC3-4F00-A305-D917D2BC2282}" type="parTrans" cxnId="{4D0AAAC4-E8C3-457B-A3BC-B2988709B769}">
      <dgm:prSet/>
      <dgm:spPr/>
      <dgm:t>
        <a:bodyPr/>
        <a:lstStyle/>
        <a:p>
          <a:pPr algn="ctr"/>
          <a:endParaRPr lang="en-NZ"/>
        </a:p>
      </dgm:t>
    </dgm:pt>
    <dgm:pt modelId="{731D2DEC-30C1-451D-B883-2F833395A706}" type="sibTrans" cxnId="{4D0AAAC4-E8C3-457B-A3BC-B2988709B769}">
      <dgm:prSet/>
      <dgm:spPr/>
      <dgm:t>
        <a:bodyPr/>
        <a:lstStyle/>
        <a:p>
          <a:pPr algn="ctr"/>
          <a:endParaRPr lang="en-NZ"/>
        </a:p>
      </dgm:t>
    </dgm:pt>
    <dgm:pt modelId="{179AA885-FE57-48BA-97C7-51D670FA7800}">
      <dgm:prSet custT="1"/>
      <dgm:spPr/>
      <dgm:t>
        <a:bodyPr/>
        <a:lstStyle/>
        <a:p>
          <a:pPr algn="ctr" rtl="0"/>
          <a:r>
            <a:rPr lang="mi-NZ" sz="800"/>
            <a:t>me whakapai haere tonu i tō hoahoa</a:t>
          </a:r>
        </a:p>
      </dgm:t>
    </dgm:pt>
    <dgm:pt modelId="{208428EB-8A04-4BE6-B1E8-62DAA631FF92}" type="parTrans" cxnId="{8161B392-BC8B-414F-840A-E50582EA9549}">
      <dgm:prSet/>
      <dgm:spPr/>
      <dgm:t>
        <a:bodyPr/>
        <a:lstStyle/>
        <a:p>
          <a:pPr algn="ctr"/>
          <a:endParaRPr lang="en-NZ"/>
        </a:p>
      </dgm:t>
    </dgm:pt>
    <dgm:pt modelId="{79F5AFF1-C6CE-4812-BC7D-26B36AD9E206}" type="sibTrans" cxnId="{8161B392-BC8B-414F-840A-E50582EA9549}">
      <dgm:prSet/>
      <dgm:spPr/>
      <dgm:t>
        <a:bodyPr/>
        <a:lstStyle/>
        <a:p>
          <a:pPr algn="ctr"/>
          <a:endParaRPr lang="en-NZ"/>
        </a:p>
      </dgm:t>
    </dgm:pt>
    <dgm:pt modelId="{A1054A3A-D68B-4704-9908-FA410129CD65}">
      <dgm:prSet custT="1"/>
      <dgm:spPr/>
      <dgm:t>
        <a:bodyPr/>
        <a:lstStyle/>
        <a:p>
          <a:pPr algn="ctr" rtl="0"/>
          <a:r>
            <a:rPr lang="mi-NZ" sz="800"/>
            <a:t>rapu urupare mō ō huatau mai i te kaiwhakamahi tūturu</a:t>
          </a:r>
        </a:p>
      </dgm:t>
    </dgm:pt>
    <dgm:pt modelId="{31599CE9-7162-429E-BD29-3B85AD802599}" type="parTrans" cxnId="{54850C8E-C996-439E-AFF8-2A823B6C286A}">
      <dgm:prSet/>
      <dgm:spPr/>
      <dgm:t>
        <a:bodyPr/>
        <a:lstStyle/>
        <a:p>
          <a:pPr algn="ctr"/>
          <a:endParaRPr lang="en-NZ"/>
        </a:p>
      </dgm:t>
    </dgm:pt>
    <dgm:pt modelId="{DED7FEFC-7511-44DF-9422-4F2540EBDDFB}" type="sibTrans" cxnId="{54850C8E-C996-439E-AFF8-2A823B6C286A}">
      <dgm:prSet/>
      <dgm:spPr/>
      <dgm:t>
        <a:bodyPr/>
        <a:lstStyle/>
        <a:p>
          <a:pPr algn="ctr"/>
          <a:endParaRPr lang="en-NZ"/>
        </a:p>
      </dgm:t>
    </dgm:pt>
    <dgm:pt modelId="{10A2C65F-01D6-499F-8F4F-73DD13DBD9BB}" type="pres">
      <dgm:prSet presAssocID="{58E1003F-1A3E-4F17-8D73-1C5875C67ED2}" presName="Name0" presStyleCnt="0">
        <dgm:presLayoutVars>
          <dgm:dir/>
          <dgm:resizeHandles val="exact"/>
        </dgm:presLayoutVars>
      </dgm:prSet>
      <dgm:spPr/>
    </dgm:pt>
    <dgm:pt modelId="{953A5AF6-2194-43D7-AE9F-AAE0037C1051}" type="pres">
      <dgm:prSet presAssocID="{58E1003F-1A3E-4F17-8D73-1C5875C67ED2}" presName="cycle" presStyleCnt="0"/>
      <dgm:spPr/>
    </dgm:pt>
    <dgm:pt modelId="{7A5D76C5-2C00-4E8C-88AC-9B85A8428E0E}" type="pres">
      <dgm:prSet presAssocID="{48C00DD6-6E7B-4AD0-A02D-DB99B7613E59}" presName="nodeFirstNode" presStyleLbl="node1" presStyleIdx="0" presStyleCnt="5" custScaleX="100200" custScaleY="133427" custRadScaleRad="92478" custRadScaleInc="877">
        <dgm:presLayoutVars>
          <dgm:bulletEnabled val="1"/>
        </dgm:presLayoutVars>
      </dgm:prSet>
      <dgm:spPr/>
    </dgm:pt>
    <dgm:pt modelId="{839817CA-32DE-46D2-945E-C59C7CA9B89E}" type="pres">
      <dgm:prSet presAssocID="{A2640464-0DE5-4F7D-B37C-DFEC73782C26}" presName="sibTransFirstNode" presStyleLbl="bgShp" presStyleIdx="0" presStyleCnt="1"/>
      <dgm:spPr/>
    </dgm:pt>
    <dgm:pt modelId="{19A93BCC-35DE-419A-96AA-0AC8DA9CBDB0}" type="pres">
      <dgm:prSet presAssocID="{A818B23E-4E43-41DE-98AA-5B73501EE28A}" presName="nodeFollowingNodes" presStyleLbl="node1" presStyleIdx="1" presStyleCnt="5" custRadScaleRad="99365" custRadScaleInc="4911">
        <dgm:presLayoutVars>
          <dgm:bulletEnabled val="1"/>
        </dgm:presLayoutVars>
      </dgm:prSet>
      <dgm:spPr/>
    </dgm:pt>
    <dgm:pt modelId="{A0F27BE2-14E6-4675-9725-3EC6E5236719}" type="pres">
      <dgm:prSet presAssocID="{EC4E7965-BEA6-4360-818B-B61AADA9817C}" presName="nodeFollowingNodes" presStyleLbl="node1" presStyleIdx="2" presStyleCnt="5" custScaleX="108126" custScaleY="107096" custRadScaleRad="96383" custRadScaleInc="-16753">
        <dgm:presLayoutVars>
          <dgm:bulletEnabled val="1"/>
        </dgm:presLayoutVars>
      </dgm:prSet>
      <dgm:spPr/>
    </dgm:pt>
    <dgm:pt modelId="{27F43F93-80F9-4308-8CA6-D0A8D7864971}" type="pres">
      <dgm:prSet presAssocID="{0433514C-0CB8-42EC-B93C-2D614FCE20DA}" presName="nodeFollowingNodes" presStyleLbl="node1" presStyleIdx="3" presStyleCnt="5" custScaleY="112458" custRadScaleRad="94566" custRadScaleInc="14967">
        <dgm:presLayoutVars>
          <dgm:bulletEnabled val="1"/>
        </dgm:presLayoutVars>
      </dgm:prSet>
      <dgm:spPr/>
    </dgm:pt>
    <dgm:pt modelId="{1C84B509-ECF4-4DEA-A7BC-9CCB44B3CFCA}" type="pres">
      <dgm:prSet presAssocID="{2F1D7D8C-5D2E-4E39-B410-9D6EC52E8051}" presName="nodeFollowingNodes" presStyleLbl="node1" presStyleIdx="4" presStyleCnt="5" custScaleX="104040" custScaleY="128285" custRadScaleRad="97909" custRadScaleInc="-7095">
        <dgm:presLayoutVars>
          <dgm:bulletEnabled val="1"/>
        </dgm:presLayoutVars>
      </dgm:prSet>
      <dgm:spPr/>
    </dgm:pt>
  </dgm:ptLst>
  <dgm:cxnLst>
    <dgm:cxn modelId="{A1D5C804-41C5-4732-93A0-B38D687B4605}" srcId="{58E1003F-1A3E-4F17-8D73-1C5875C67ED2}" destId="{2F1D7D8C-5D2E-4E39-B410-9D6EC52E8051}" srcOrd="4" destOrd="0" parTransId="{F355EF7C-BA10-4E8E-A5ED-D87B565C50F2}" sibTransId="{EEF0A72E-8B67-4147-BA53-C3094404FF9C}"/>
    <dgm:cxn modelId="{DCEA0A0C-2264-4601-B251-17FB5FB8502F}" srcId="{2F1D7D8C-5D2E-4E39-B410-9D6EC52E8051}" destId="{16EFF19D-2B9F-42FC-A947-709C094D6AFE}" srcOrd="1" destOrd="0" parTransId="{8B9C6D06-DEFC-4B28-9167-94D7C458E267}" sibTransId="{7E379EA7-474B-4109-A177-B6861B705BB0}"/>
    <dgm:cxn modelId="{2F48EB13-175E-4B3F-B1FC-13C0ECC1ED6A}" type="presOf" srcId="{3B2BF781-F88A-4CD3-B84E-6B3B1D1A6EB4}" destId="{7A5D76C5-2C00-4E8C-88AC-9B85A8428E0E}" srcOrd="0" destOrd="2" presId="urn:microsoft.com/office/officeart/2005/8/layout/cycle3"/>
    <dgm:cxn modelId="{1C90981A-3539-468D-9B70-4E6EFAD8F09A}" srcId="{0433514C-0CB8-42EC-B93C-2D614FCE20DA}" destId="{92AC8468-107A-4B50-8ACD-EC7602DB169F}" srcOrd="1" destOrd="0" parTransId="{296534DC-AB8C-45E9-9F4C-2F531FD98D1F}" sibTransId="{FDF203E7-A1BD-4DF1-98B2-7CA7F4CDE445}"/>
    <dgm:cxn modelId="{72CD5D1D-5D5A-4152-930E-9F1A11D10912}" type="presOf" srcId="{BE2173EB-6907-4684-A968-2FDE31CA48D9}" destId="{A0F27BE2-14E6-4675-9725-3EC6E5236719}" srcOrd="0" destOrd="2" presId="urn:microsoft.com/office/officeart/2005/8/layout/cycle3"/>
    <dgm:cxn modelId="{9CDBC31D-4BE6-43E9-A425-6795AFA7DA14}" srcId="{58E1003F-1A3E-4F17-8D73-1C5875C67ED2}" destId="{A818B23E-4E43-41DE-98AA-5B73501EE28A}" srcOrd="1" destOrd="0" parTransId="{F0DA1560-36F8-4234-A45E-597BE8E213A4}" sibTransId="{21004CD7-072D-4B74-A55B-BCD0B58F8E8E}"/>
    <dgm:cxn modelId="{556FEC1F-34A1-404A-882B-7B2CB374BAE5}" type="presOf" srcId="{48C00DD6-6E7B-4AD0-A02D-DB99B7613E59}" destId="{7A5D76C5-2C00-4E8C-88AC-9B85A8428E0E}" srcOrd="0" destOrd="0" presId="urn:microsoft.com/office/officeart/2005/8/layout/cycle3"/>
    <dgm:cxn modelId="{24A12720-C113-4F84-A9A0-7D54B3B96B0F}" type="presOf" srcId="{13C016CD-25B6-4FB0-829F-37C7F54A5DEB}" destId="{A0F27BE2-14E6-4675-9725-3EC6E5236719}" srcOrd="0" destOrd="4" presId="urn:microsoft.com/office/officeart/2005/8/layout/cycle3"/>
    <dgm:cxn modelId="{1748702B-5BB5-4948-8FC4-99B0812303CE}" type="presOf" srcId="{2F1D7D8C-5D2E-4E39-B410-9D6EC52E8051}" destId="{1C84B509-ECF4-4DEA-A7BC-9CCB44B3CFCA}" srcOrd="0" destOrd="0" presId="urn:microsoft.com/office/officeart/2005/8/layout/cycle3"/>
    <dgm:cxn modelId="{F11FD433-0EF1-4DBC-BAA5-4C60AFA1C034}" srcId="{0433514C-0CB8-42EC-B93C-2D614FCE20DA}" destId="{F931E84C-1261-4D78-9A2D-EE1E4B57EEBA}" srcOrd="2" destOrd="0" parTransId="{B8AF1908-3292-4355-8AE8-255B7101F742}" sibTransId="{E0E27CEA-BEF1-4C00-9164-CF4E39685BF2}"/>
    <dgm:cxn modelId="{10C95C36-54AB-4BEF-878A-084C061806A5}" type="presOf" srcId="{58E1003F-1A3E-4F17-8D73-1C5875C67ED2}" destId="{10A2C65F-01D6-499F-8F4F-73DD13DBD9BB}" srcOrd="0" destOrd="0" presId="urn:microsoft.com/office/officeart/2005/8/layout/cycle3"/>
    <dgm:cxn modelId="{CE7F9436-F0C6-439D-B1BF-EF2D68087956}" type="presOf" srcId="{0433514C-0CB8-42EC-B93C-2D614FCE20DA}" destId="{27F43F93-80F9-4308-8CA6-D0A8D7864971}" srcOrd="0" destOrd="0" presId="urn:microsoft.com/office/officeart/2005/8/layout/cycle3"/>
    <dgm:cxn modelId="{1466D743-6BCD-4A20-B30D-DFA1962ADDE3}" srcId="{48C00DD6-6E7B-4AD0-A02D-DB99B7613E59}" destId="{98A7D1AF-E985-4509-943E-73132A44BB7B}" srcOrd="0" destOrd="0" parTransId="{4237AF09-87C1-4CBD-8DA4-5A5186F96126}" sibTransId="{8023B82D-D65D-4733-9EBC-E970AAC1AE19}"/>
    <dgm:cxn modelId="{E8FB7546-8497-4FB3-8D8D-2AEA0A320B5D}" type="presOf" srcId="{C809168E-CDAE-4C3F-8976-F1F6F4481597}" destId="{A0F27BE2-14E6-4675-9725-3EC6E5236719}" srcOrd="0" destOrd="1" presId="urn:microsoft.com/office/officeart/2005/8/layout/cycle3"/>
    <dgm:cxn modelId="{ACEE6847-5344-4E52-868E-5A53EBD57ADA}" type="presOf" srcId="{FEE77BB2-27A8-4397-9133-B176AC08F715}" destId="{27F43F93-80F9-4308-8CA6-D0A8D7864971}" srcOrd="0" destOrd="1" presId="urn:microsoft.com/office/officeart/2005/8/layout/cycle3"/>
    <dgm:cxn modelId="{48865A54-5662-4027-9AE1-85C1826B9A9C}" type="presOf" srcId="{111C0780-5D74-4C8F-B302-9D55500074EC}" destId="{1C84B509-ECF4-4DEA-A7BC-9CCB44B3CFCA}" srcOrd="0" destOrd="3" presId="urn:microsoft.com/office/officeart/2005/8/layout/cycle3"/>
    <dgm:cxn modelId="{5EE0DC77-4D76-444C-9C8B-756F776FB6FF}" type="presOf" srcId="{EC4E7965-BEA6-4360-818B-B61AADA9817C}" destId="{A0F27BE2-14E6-4675-9725-3EC6E5236719}" srcOrd="0" destOrd="0" presId="urn:microsoft.com/office/officeart/2005/8/layout/cycle3"/>
    <dgm:cxn modelId="{96E7195A-2095-4196-9F02-54D96D6F8EBC}" type="presOf" srcId="{16EFF19D-2B9F-42FC-A947-709C094D6AFE}" destId="{1C84B509-ECF4-4DEA-A7BC-9CCB44B3CFCA}" srcOrd="0" destOrd="2" presId="urn:microsoft.com/office/officeart/2005/8/layout/cycle3"/>
    <dgm:cxn modelId="{EAA5BE86-FB85-4BCB-BB41-4748759DF4BD}" type="presOf" srcId="{A818B23E-4E43-41DE-98AA-5B73501EE28A}" destId="{19A93BCC-35DE-419A-96AA-0AC8DA9CBDB0}" srcOrd="0" destOrd="0" presId="urn:microsoft.com/office/officeart/2005/8/layout/cycle3"/>
    <dgm:cxn modelId="{B8108489-1515-43B3-86D1-CD1D19FC59B5}" type="presOf" srcId="{F931E84C-1261-4D78-9A2D-EE1E4B57EEBA}" destId="{27F43F93-80F9-4308-8CA6-D0A8D7864971}" srcOrd="0" destOrd="3" presId="urn:microsoft.com/office/officeart/2005/8/layout/cycle3"/>
    <dgm:cxn modelId="{ABD9E08B-F803-431C-B79F-D108C4092B18}" srcId="{58E1003F-1A3E-4F17-8D73-1C5875C67ED2}" destId="{48C00DD6-6E7B-4AD0-A02D-DB99B7613E59}" srcOrd="0" destOrd="0" parTransId="{2AFBCDF4-CB46-4511-A1C9-95BBC26E1893}" sibTransId="{A2640464-0DE5-4F7D-B37C-DFEC73782C26}"/>
    <dgm:cxn modelId="{46CE4E8D-F8ED-4746-BC96-87ADFB4885DC}" srcId="{A818B23E-4E43-41DE-98AA-5B73501EE28A}" destId="{32BFBA48-A2A5-4093-821A-84A438DFD8FC}" srcOrd="0" destOrd="0" parTransId="{449C200C-38EF-47FE-837C-01693B2CCA0A}" sibTransId="{3AA80995-220A-44CF-B5B2-E2D9EFA090D2}"/>
    <dgm:cxn modelId="{54850C8E-C996-439E-AFF8-2A823B6C286A}" srcId="{2F1D7D8C-5D2E-4E39-B410-9D6EC52E8051}" destId="{A1054A3A-D68B-4704-9908-FA410129CD65}" srcOrd="0" destOrd="0" parTransId="{31599CE9-7162-429E-BD29-3B85AD802599}" sibTransId="{DED7FEFC-7511-44DF-9422-4F2540EBDDFB}"/>
    <dgm:cxn modelId="{8161B392-BC8B-414F-840A-E50582EA9549}" srcId="{2F1D7D8C-5D2E-4E39-B410-9D6EC52E8051}" destId="{179AA885-FE57-48BA-97C7-51D670FA7800}" srcOrd="3" destOrd="0" parTransId="{208428EB-8A04-4BE6-B1E8-62DAA631FF92}" sibTransId="{79F5AFF1-C6CE-4812-BC7D-26B36AD9E206}"/>
    <dgm:cxn modelId="{BA67D99A-1AD6-4B2B-B7B1-E9E1AD564786}" type="presOf" srcId="{678D5838-EACB-4CB2-9414-F436108F46CC}" destId="{19A93BCC-35DE-419A-96AA-0AC8DA9CBDB0}" srcOrd="0" destOrd="2" presId="urn:microsoft.com/office/officeart/2005/8/layout/cycle3"/>
    <dgm:cxn modelId="{010AC79D-7C97-42CE-B509-4742C64D2BD5}" type="presOf" srcId="{A1054A3A-D68B-4704-9908-FA410129CD65}" destId="{1C84B509-ECF4-4DEA-A7BC-9CCB44B3CFCA}" srcOrd="0" destOrd="1" presId="urn:microsoft.com/office/officeart/2005/8/layout/cycle3"/>
    <dgm:cxn modelId="{30DA3AA5-698B-47EE-9E9C-1C4F5186DDD0}" type="presOf" srcId="{BA665A86-E01C-4DAE-9F93-3446A0A386E2}" destId="{7A5D76C5-2C00-4E8C-88AC-9B85A8428E0E}" srcOrd="0" destOrd="3" presId="urn:microsoft.com/office/officeart/2005/8/layout/cycle3"/>
    <dgm:cxn modelId="{1331ECAB-7C03-4D76-9096-9B7C16354A8B}" type="presOf" srcId="{32BFBA48-A2A5-4093-821A-84A438DFD8FC}" destId="{19A93BCC-35DE-419A-96AA-0AC8DA9CBDB0}" srcOrd="0" destOrd="1" presId="urn:microsoft.com/office/officeart/2005/8/layout/cycle3"/>
    <dgm:cxn modelId="{7A2890B1-C687-4C6A-99E2-077AD7699FCA}" srcId="{58E1003F-1A3E-4F17-8D73-1C5875C67ED2}" destId="{EC4E7965-BEA6-4360-818B-B61AADA9817C}" srcOrd="2" destOrd="0" parTransId="{F99F2C42-7F89-46F4-92D7-40A6A1B6F9AD}" sibTransId="{3F90D8B5-C373-44F7-835B-0A99E3905245}"/>
    <dgm:cxn modelId="{516F3ABC-1CCE-4485-855A-57E2E1FF0C6A}" type="presOf" srcId="{179AA885-FE57-48BA-97C7-51D670FA7800}" destId="{1C84B509-ECF4-4DEA-A7BC-9CCB44B3CFCA}" srcOrd="0" destOrd="4" presId="urn:microsoft.com/office/officeart/2005/8/layout/cycle3"/>
    <dgm:cxn modelId="{0EC759BD-B8BF-4089-881E-D803C3B01E43}" srcId="{C809168E-CDAE-4C3F-8976-F1F6F4481597}" destId="{D38CFA2D-9661-40BF-9DC3-B1FB57A662D3}" srcOrd="1" destOrd="0" parTransId="{2C7532D9-30B7-4934-861A-E0DBB9A42E23}" sibTransId="{42773F8F-848D-4B4D-839D-BB7A669EC64C}"/>
    <dgm:cxn modelId="{2F43DBBF-700B-4668-A015-0BF16F8A5D3D}" srcId="{EC4E7965-BEA6-4360-818B-B61AADA9817C}" destId="{C809168E-CDAE-4C3F-8976-F1F6F4481597}" srcOrd="0" destOrd="0" parTransId="{776B1C17-1651-4904-8B93-6701A0010B70}" sibTransId="{5D908EFE-A7E6-4AA9-B027-0E9BD8E1FE41}"/>
    <dgm:cxn modelId="{D580EABF-8720-4F93-8076-EE27AD2ECA10}" srcId="{C809168E-CDAE-4C3F-8976-F1F6F4481597}" destId="{BE2173EB-6907-4684-A968-2FDE31CA48D9}" srcOrd="0" destOrd="0" parTransId="{747210AC-6714-4AC4-9B57-0F40AEC19127}" sibTransId="{80B1A1FD-9145-439E-902B-05D6473B5101}"/>
    <dgm:cxn modelId="{4D0AAAC4-E8C3-457B-A3BC-B2988709B769}" srcId="{2F1D7D8C-5D2E-4E39-B410-9D6EC52E8051}" destId="{111C0780-5D74-4C8F-B302-9D55500074EC}" srcOrd="2" destOrd="0" parTransId="{3CC2303E-4FC3-4F00-A305-D917D2BC2282}" sibTransId="{731D2DEC-30C1-451D-B883-2F833395A706}"/>
    <dgm:cxn modelId="{7611ECC5-863C-42C4-8897-624A5FD93C1A}" srcId="{C809168E-CDAE-4C3F-8976-F1F6F4481597}" destId="{13C016CD-25B6-4FB0-829F-37C7F54A5DEB}" srcOrd="2" destOrd="0" parTransId="{611487F0-53C1-48ED-B771-62120F7E3E28}" sibTransId="{3D1738BA-5BA8-4613-B6E1-1274C52F0DFF}"/>
    <dgm:cxn modelId="{F8E6FCC6-6415-4D83-B859-960F78E2C79D}" type="presOf" srcId="{A2640464-0DE5-4F7D-B37C-DFEC73782C26}" destId="{839817CA-32DE-46D2-945E-C59C7CA9B89E}" srcOrd="0" destOrd="0" presId="urn:microsoft.com/office/officeart/2005/8/layout/cycle3"/>
    <dgm:cxn modelId="{5E8195C7-3467-4110-9D27-9D3597690828}" srcId="{A818B23E-4E43-41DE-98AA-5B73501EE28A}" destId="{678D5838-EACB-4CB2-9414-F436108F46CC}" srcOrd="1" destOrd="0" parTransId="{8F5FBD11-A1E5-44BD-A3D3-41659B296A71}" sibTransId="{C9ADDBF4-C0A6-4AA1-8453-51E7E64277F7}"/>
    <dgm:cxn modelId="{A8179FCF-7224-45D9-807D-515FE5C753CD}" srcId="{98A7D1AF-E985-4509-943E-73132A44BB7B}" destId="{3B2BF781-F88A-4CD3-B84E-6B3B1D1A6EB4}" srcOrd="0" destOrd="0" parTransId="{4A7364FD-4332-48D3-8C96-C5D0C55C0DC3}" sibTransId="{874A6813-1C08-4892-BA87-154B482C2696}"/>
    <dgm:cxn modelId="{AFE3FDD9-A258-44C6-94CD-33C0E3B0DA20}" srcId="{98A7D1AF-E985-4509-943E-73132A44BB7B}" destId="{BA665A86-E01C-4DAE-9F93-3446A0A386E2}" srcOrd="1" destOrd="0" parTransId="{CC11EBFF-EFFB-445E-B0E6-17C0E9C0AA53}" sibTransId="{E5E99ECE-B8F7-4D49-BD62-7CEED6DB8B68}"/>
    <dgm:cxn modelId="{373AF8DA-4A0A-4804-B001-6A31C5186D1F}" type="presOf" srcId="{52476363-1CF8-4F0E-A416-FADE497EB24C}" destId="{7A5D76C5-2C00-4E8C-88AC-9B85A8428E0E}" srcOrd="0" destOrd="4" presId="urn:microsoft.com/office/officeart/2005/8/layout/cycle3"/>
    <dgm:cxn modelId="{995EF2DE-D567-4E1E-BB48-8209FDF4B9C3}" srcId="{98A7D1AF-E985-4509-943E-73132A44BB7B}" destId="{52476363-1CF8-4F0E-A416-FADE497EB24C}" srcOrd="2" destOrd="0" parTransId="{17E47805-58DA-41EC-A112-A22DAF3DE783}" sibTransId="{DD95B2C9-3EE7-4F9B-A3D4-D5E65BAB3371}"/>
    <dgm:cxn modelId="{C4B545E2-B5B0-46F6-80E1-DDC1EF9ECBAE}" srcId="{0433514C-0CB8-42EC-B93C-2D614FCE20DA}" destId="{FEE77BB2-27A8-4397-9133-B176AC08F715}" srcOrd="0" destOrd="0" parTransId="{F76322DF-2E32-4C83-9BBD-6E59FD76503A}" sibTransId="{AADAE8CE-A6F7-4F1F-A6CD-997133E255E0}"/>
    <dgm:cxn modelId="{C75BBAE7-1D7D-4959-9994-E6AF21CC961D}" srcId="{58E1003F-1A3E-4F17-8D73-1C5875C67ED2}" destId="{0433514C-0CB8-42EC-B93C-2D614FCE20DA}" srcOrd="3" destOrd="0" parTransId="{FE87881A-A70A-42C1-B8DC-D3FC043883B8}" sibTransId="{C9DB53E8-1205-41C2-8F54-BC4875804902}"/>
    <dgm:cxn modelId="{5B0E26E8-C87A-471F-994F-7F84C5093D1C}" type="presOf" srcId="{D38CFA2D-9661-40BF-9DC3-B1FB57A662D3}" destId="{A0F27BE2-14E6-4675-9725-3EC6E5236719}" srcOrd="0" destOrd="3" presId="urn:microsoft.com/office/officeart/2005/8/layout/cycle3"/>
    <dgm:cxn modelId="{8B8E60EE-D871-472E-9A37-6CED8090A3BB}" type="presOf" srcId="{98A7D1AF-E985-4509-943E-73132A44BB7B}" destId="{7A5D76C5-2C00-4E8C-88AC-9B85A8428E0E}" srcOrd="0" destOrd="1" presId="urn:microsoft.com/office/officeart/2005/8/layout/cycle3"/>
    <dgm:cxn modelId="{B143D4F8-9404-42A0-9750-11986D78C7A3}" type="presOf" srcId="{92AC8468-107A-4B50-8ACD-EC7602DB169F}" destId="{27F43F93-80F9-4308-8CA6-D0A8D7864971}" srcOrd="0" destOrd="2" presId="urn:microsoft.com/office/officeart/2005/8/layout/cycle3"/>
    <dgm:cxn modelId="{F1B7E405-1A56-4EB0-A543-A0FA42014A5A}" type="presParOf" srcId="{10A2C65F-01D6-499F-8F4F-73DD13DBD9BB}" destId="{953A5AF6-2194-43D7-AE9F-AAE0037C1051}" srcOrd="0" destOrd="0" presId="urn:microsoft.com/office/officeart/2005/8/layout/cycle3"/>
    <dgm:cxn modelId="{996F49F0-3FB2-4BCF-95A3-07CD743F8446}" type="presParOf" srcId="{953A5AF6-2194-43D7-AE9F-AAE0037C1051}" destId="{7A5D76C5-2C00-4E8C-88AC-9B85A8428E0E}" srcOrd="0" destOrd="0" presId="urn:microsoft.com/office/officeart/2005/8/layout/cycle3"/>
    <dgm:cxn modelId="{29560537-19FB-4073-BEB1-E468FE5E35BD}" type="presParOf" srcId="{953A5AF6-2194-43D7-AE9F-AAE0037C1051}" destId="{839817CA-32DE-46D2-945E-C59C7CA9B89E}" srcOrd="1" destOrd="0" presId="urn:microsoft.com/office/officeart/2005/8/layout/cycle3"/>
    <dgm:cxn modelId="{3E71AB50-4E2A-4314-9AB7-476C09FB1267}" type="presParOf" srcId="{953A5AF6-2194-43D7-AE9F-AAE0037C1051}" destId="{19A93BCC-35DE-419A-96AA-0AC8DA9CBDB0}" srcOrd="2" destOrd="0" presId="urn:microsoft.com/office/officeart/2005/8/layout/cycle3"/>
    <dgm:cxn modelId="{06E28C29-A562-42FF-9A36-96A4DC7E44A8}" type="presParOf" srcId="{953A5AF6-2194-43D7-AE9F-AAE0037C1051}" destId="{A0F27BE2-14E6-4675-9725-3EC6E5236719}" srcOrd="3" destOrd="0" presId="urn:microsoft.com/office/officeart/2005/8/layout/cycle3"/>
    <dgm:cxn modelId="{6DB0FA50-CFB1-4CEE-A65C-D78F0D539CC3}" type="presParOf" srcId="{953A5AF6-2194-43D7-AE9F-AAE0037C1051}" destId="{27F43F93-80F9-4308-8CA6-D0A8D7864971}" srcOrd="4" destOrd="0" presId="urn:microsoft.com/office/officeart/2005/8/layout/cycle3"/>
    <dgm:cxn modelId="{F2FA1DC5-E105-43F2-A40F-48A0F4950E9F}" type="presParOf" srcId="{953A5AF6-2194-43D7-AE9F-AAE0037C1051}" destId="{1C84B509-ECF4-4DEA-A7BC-9CCB44B3CFCA}" srcOrd="5" destOrd="0" presId="urn:microsoft.com/office/officeart/2005/8/layout/cycle3"/>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39817CA-32DE-46D2-945E-C59C7CA9B89E}">
      <dsp:nvSpPr>
        <dsp:cNvPr id="0" name=""/>
        <dsp:cNvSpPr/>
      </dsp:nvSpPr>
      <dsp:spPr>
        <a:xfrm>
          <a:off x="803024" y="168182"/>
          <a:ext cx="4391750" cy="4391750"/>
        </a:xfrm>
        <a:prstGeom prst="circularArrow">
          <a:avLst>
            <a:gd name="adj1" fmla="val 5544"/>
            <a:gd name="adj2" fmla="val 330680"/>
            <a:gd name="adj3" fmla="val 13819508"/>
            <a:gd name="adj4" fmla="val 17359497"/>
            <a:gd name="adj5" fmla="val 5757"/>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A5D76C5-2C00-4E8C-88AC-9B85A8428E0E}">
      <dsp:nvSpPr>
        <dsp:cNvPr id="0" name=""/>
        <dsp:cNvSpPr/>
      </dsp:nvSpPr>
      <dsp:spPr>
        <a:xfrm>
          <a:off x="1990046" y="26269"/>
          <a:ext cx="2017707" cy="1343396"/>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t" anchorCtr="0">
          <a:noAutofit/>
        </a:bodyPr>
        <a:lstStyle/>
        <a:p>
          <a:pPr marL="0" lvl="0" indent="0" algn="ctr" defTabSz="444500" rtl="0">
            <a:lnSpc>
              <a:spcPct val="90000"/>
            </a:lnSpc>
            <a:spcBef>
              <a:spcPct val="0"/>
            </a:spcBef>
            <a:spcAft>
              <a:spcPct val="35000"/>
            </a:spcAft>
            <a:buNone/>
          </a:pPr>
          <a:r>
            <a:rPr lang="mi-NZ" sz="1000" b="1" kern="1200"/>
            <a:t>Me aro mai </a:t>
          </a:r>
          <a:r>
            <a:rPr lang="mi-NZ" sz="1000" kern="1200"/>
            <a:t> ki tētahi whakapātari, whai wāhitanga rānei</a:t>
          </a:r>
        </a:p>
        <a:p>
          <a:pPr marL="57150" lvl="1" indent="-57150" algn="ctr" defTabSz="355600" rtl="0">
            <a:lnSpc>
              <a:spcPct val="90000"/>
            </a:lnSpc>
            <a:spcBef>
              <a:spcPct val="0"/>
            </a:spcBef>
            <a:spcAft>
              <a:spcPct val="15000"/>
            </a:spcAft>
            <a:buChar char="•"/>
          </a:pPr>
          <a:r>
            <a:rPr lang="mi-NZ" sz="800" kern="1200"/>
            <a:t>Me ako mō te hunga mātakitaki mō te hoahoa</a:t>
          </a:r>
        </a:p>
        <a:p>
          <a:pPr marL="114300" lvl="2" indent="-57150" algn="ctr" defTabSz="355600" rtl="0">
            <a:lnSpc>
              <a:spcPct val="90000"/>
            </a:lnSpc>
            <a:spcBef>
              <a:spcPct val="0"/>
            </a:spcBef>
            <a:spcAft>
              <a:spcPct val="15000"/>
            </a:spcAft>
            <a:buChar char="•"/>
          </a:pPr>
          <a:r>
            <a:rPr lang="mi-NZ" sz="800" kern="1200"/>
            <a:t>ko wai rātau? (tautohu)</a:t>
          </a:r>
        </a:p>
        <a:p>
          <a:pPr marL="114300" lvl="2" indent="-57150" algn="ctr" defTabSz="355600" rtl="0">
            <a:lnSpc>
              <a:spcPct val="90000"/>
            </a:lnSpc>
            <a:spcBef>
              <a:spcPct val="0"/>
            </a:spcBef>
            <a:spcAft>
              <a:spcPct val="15000"/>
            </a:spcAft>
            <a:buChar char="•"/>
          </a:pPr>
          <a:r>
            <a:rPr lang="mi-NZ" sz="800" kern="1200"/>
            <a:t>he aha ō rātau hiahia? (whakaahua) </a:t>
          </a:r>
        </a:p>
        <a:p>
          <a:pPr marL="114300" lvl="2" indent="-57150" algn="ctr" defTabSz="355600" rtl="0">
            <a:lnSpc>
              <a:spcPct val="90000"/>
            </a:lnSpc>
            <a:spcBef>
              <a:spcPct val="0"/>
            </a:spcBef>
            <a:spcAft>
              <a:spcPct val="15000"/>
            </a:spcAft>
            <a:buChar char="•"/>
          </a:pPr>
          <a:r>
            <a:rPr lang="mi-NZ" sz="800" kern="1200"/>
            <a:t>he aha tō rātau hihiri? (whakamaramahia he aha ai)</a:t>
          </a:r>
        </a:p>
      </dsp:txBody>
      <dsp:txXfrm>
        <a:off x="2055625" y="91848"/>
        <a:ext cx="1886549" cy="1212238"/>
      </dsp:txXfrm>
    </dsp:sp>
    <dsp:sp modelId="{19A93BCC-35DE-419A-96AA-0AC8DA9CBDB0}">
      <dsp:nvSpPr>
        <dsp:cNvPr id="0" name=""/>
        <dsp:cNvSpPr/>
      </dsp:nvSpPr>
      <dsp:spPr>
        <a:xfrm>
          <a:off x="3773217" y="1443099"/>
          <a:ext cx="2013680" cy="100684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t" anchorCtr="0">
          <a:noAutofit/>
        </a:bodyPr>
        <a:lstStyle/>
        <a:p>
          <a:pPr marL="0" lvl="0" indent="0" algn="ctr" defTabSz="444500" rtl="0">
            <a:lnSpc>
              <a:spcPct val="90000"/>
            </a:lnSpc>
            <a:spcBef>
              <a:spcPct val="0"/>
            </a:spcBef>
            <a:spcAft>
              <a:spcPct val="35000"/>
            </a:spcAft>
            <a:buNone/>
          </a:pPr>
          <a:r>
            <a:rPr lang="mi-NZ" sz="1000" b="1" kern="1200"/>
            <a:t>Me tautuhi </a:t>
          </a:r>
          <a:r>
            <a:rPr lang="mi-NZ" sz="1000" kern="1200"/>
            <a:t> e ai ki tētahi whakapātari, whai wāhitanga rānei</a:t>
          </a:r>
        </a:p>
        <a:p>
          <a:pPr marL="57150" lvl="1" indent="-57150" algn="ctr" defTabSz="355600" rtl="0">
            <a:lnSpc>
              <a:spcPct val="90000"/>
            </a:lnSpc>
            <a:spcBef>
              <a:spcPct val="0"/>
            </a:spcBef>
            <a:spcAft>
              <a:spcPct val="15000"/>
            </a:spcAft>
            <a:buChar char="•"/>
          </a:pPr>
          <a:r>
            <a:rPr lang="mi-NZ" sz="800" kern="1200"/>
            <a:t>whakatakotohia te raruraru (he aha?) </a:t>
          </a:r>
        </a:p>
        <a:p>
          <a:pPr marL="57150" lvl="1" indent="-57150" algn="ctr" defTabSz="355600" rtl="0">
            <a:lnSpc>
              <a:spcPct val="90000"/>
            </a:lnSpc>
            <a:spcBef>
              <a:spcPct val="0"/>
            </a:spcBef>
            <a:spcAft>
              <a:spcPct val="15000"/>
            </a:spcAft>
            <a:buChar char="•"/>
          </a:pPr>
          <a:r>
            <a:rPr lang="mi-NZ" sz="800" kern="1200"/>
            <a:t>me whai i tētahi tirohanga</a:t>
          </a:r>
        </a:p>
      </dsp:txBody>
      <dsp:txXfrm>
        <a:off x="3822367" y="1492249"/>
        <a:ext cx="1915380" cy="908540"/>
      </dsp:txXfrm>
    </dsp:sp>
    <dsp:sp modelId="{A0F27BE2-14E6-4675-9725-3EC6E5236719}">
      <dsp:nvSpPr>
        <dsp:cNvPr id="0" name=""/>
        <dsp:cNvSpPr/>
      </dsp:nvSpPr>
      <dsp:spPr>
        <a:xfrm>
          <a:off x="3193933" y="3143429"/>
          <a:ext cx="2177311" cy="1078285"/>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t" anchorCtr="0">
          <a:noAutofit/>
        </a:bodyPr>
        <a:lstStyle/>
        <a:p>
          <a:pPr marL="0" lvl="0" indent="0" algn="ctr" defTabSz="444500" rtl="0">
            <a:lnSpc>
              <a:spcPct val="90000"/>
            </a:lnSpc>
            <a:spcBef>
              <a:spcPct val="0"/>
            </a:spcBef>
            <a:spcAft>
              <a:spcPct val="35000"/>
            </a:spcAft>
            <a:buNone/>
          </a:pPr>
          <a:r>
            <a:rPr lang="mi-NZ" sz="1000" b="1" kern="1200"/>
            <a:t>Whakaputa whakaaro</a:t>
          </a:r>
          <a:r>
            <a:rPr lang="mi-NZ" sz="1000" kern="1200"/>
            <a:t> e ai ki tētahi whakapātari, whai wāhitanga rānei</a:t>
          </a:r>
        </a:p>
        <a:p>
          <a:pPr marL="57150" lvl="1" indent="-57150" algn="ctr" defTabSz="355600" rtl="0">
            <a:lnSpc>
              <a:spcPct val="90000"/>
            </a:lnSpc>
            <a:spcBef>
              <a:spcPct val="0"/>
            </a:spcBef>
            <a:spcAft>
              <a:spcPct val="15000"/>
            </a:spcAft>
            <a:buChar char="•"/>
          </a:pPr>
          <a:r>
            <a:rPr lang="mi-NZ" sz="800" kern="1200"/>
            <a:t>whakaputahia ngā rongoā rerekē maha (ohia manomano)</a:t>
          </a:r>
        </a:p>
        <a:p>
          <a:pPr marL="114300" lvl="2" indent="-57150" algn="ctr" defTabSz="355600" rtl="0">
            <a:lnSpc>
              <a:spcPct val="90000"/>
            </a:lnSpc>
            <a:spcBef>
              <a:spcPct val="0"/>
            </a:spcBef>
            <a:spcAft>
              <a:spcPct val="15000"/>
            </a:spcAft>
            <a:buChar char="•"/>
          </a:pPr>
          <a:r>
            <a:rPr lang="mi-NZ" sz="800" kern="1200"/>
            <a:t>matatau</a:t>
          </a:r>
        </a:p>
        <a:p>
          <a:pPr marL="114300" lvl="2" indent="-57150" algn="ctr" defTabSz="355600" rtl="0">
            <a:lnSpc>
              <a:spcPct val="90000"/>
            </a:lnSpc>
            <a:spcBef>
              <a:spcPct val="0"/>
            </a:spcBef>
            <a:spcAft>
              <a:spcPct val="15000"/>
            </a:spcAft>
            <a:buChar char="•"/>
          </a:pPr>
          <a:r>
            <a:rPr lang="mi-NZ" sz="800" kern="1200"/>
            <a:t>ngāwari</a:t>
          </a:r>
        </a:p>
        <a:p>
          <a:pPr marL="114300" lvl="2" indent="-57150" algn="ctr" defTabSz="355600" rtl="0">
            <a:lnSpc>
              <a:spcPct val="90000"/>
            </a:lnSpc>
            <a:spcBef>
              <a:spcPct val="0"/>
            </a:spcBef>
            <a:spcAft>
              <a:spcPct val="15000"/>
            </a:spcAft>
            <a:buChar char="•"/>
          </a:pPr>
          <a:r>
            <a:rPr lang="mi-NZ" sz="800" kern="1200"/>
            <a:t>tūturutanga</a:t>
          </a:r>
        </a:p>
      </dsp:txBody>
      <dsp:txXfrm>
        <a:off x="3246571" y="3196067"/>
        <a:ext cx="2072035" cy="973009"/>
      </dsp:txXfrm>
    </dsp:sp>
    <dsp:sp modelId="{27F43F93-80F9-4308-8CA6-D0A8D7864971}">
      <dsp:nvSpPr>
        <dsp:cNvPr id="0" name=""/>
        <dsp:cNvSpPr/>
      </dsp:nvSpPr>
      <dsp:spPr>
        <a:xfrm>
          <a:off x="724268" y="3116451"/>
          <a:ext cx="2013680" cy="1132272"/>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t" anchorCtr="0">
          <a:noAutofit/>
        </a:bodyPr>
        <a:lstStyle/>
        <a:p>
          <a:pPr marL="0" lvl="0" indent="0" algn="ctr" defTabSz="444500" rtl="0">
            <a:lnSpc>
              <a:spcPct val="90000"/>
            </a:lnSpc>
            <a:spcBef>
              <a:spcPct val="0"/>
            </a:spcBef>
            <a:spcAft>
              <a:spcPct val="35000"/>
            </a:spcAft>
            <a:buNone/>
          </a:pPr>
          <a:r>
            <a:rPr lang="mi-NZ" sz="1000" b="1" kern="1200"/>
            <a:t>Me waihanga he tauira tuatahi</a:t>
          </a:r>
          <a:r>
            <a:rPr lang="mi-NZ" sz="1000" kern="1200"/>
            <a:t> e ai ki tētahi whakapātari, whai wāhitanga rānei</a:t>
          </a:r>
        </a:p>
        <a:p>
          <a:pPr marL="57150" lvl="1" indent="-57150" algn="ctr" defTabSz="355600" rtl="0">
            <a:lnSpc>
              <a:spcPct val="90000"/>
            </a:lnSpc>
            <a:spcBef>
              <a:spcPct val="0"/>
            </a:spcBef>
            <a:spcAft>
              <a:spcPct val="15000"/>
            </a:spcAft>
            <a:buChar char="•"/>
          </a:pPr>
          <a:r>
            <a:rPr lang="mi-NZ" sz="800" kern="1200"/>
            <a:t>hangaia ngā tauira, whakaaturanga rānei o ngā huatau hei whakaatu ki ētahi atu</a:t>
          </a:r>
        </a:p>
        <a:p>
          <a:pPr marL="57150" lvl="1" indent="-57150" algn="ctr" defTabSz="355600" rtl="0">
            <a:lnSpc>
              <a:spcPct val="90000"/>
            </a:lnSpc>
            <a:spcBef>
              <a:spcPct val="0"/>
            </a:spcBef>
            <a:spcAft>
              <a:spcPct val="15000"/>
            </a:spcAft>
            <a:buChar char="•"/>
          </a:pPr>
          <a:r>
            <a:rPr lang="mi-NZ" sz="800" kern="1200"/>
            <a:t>hanga ki te ako</a:t>
          </a:r>
        </a:p>
        <a:p>
          <a:pPr marL="57150" lvl="1" indent="-57150" algn="ctr" defTabSz="355600" rtl="0">
            <a:lnSpc>
              <a:spcPct val="90000"/>
            </a:lnSpc>
            <a:spcBef>
              <a:spcPct val="0"/>
            </a:spcBef>
            <a:spcAft>
              <a:spcPct val="15000"/>
            </a:spcAft>
            <a:buChar char="•"/>
          </a:pPr>
          <a:r>
            <a:rPr lang="mi-NZ" sz="800" kern="1200"/>
            <a:t>pūrua</a:t>
          </a:r>
        </a:p>
      </dsp:txBody>
      <dsp:txXfrm>
        <a:off x="779541" y="3171724"/>
        <a:ext cx="1903134" cy="1021726"/>
      </dsp:txXfrm>
    </dsp:sp>
    <dsp:sp modelId="{1C84B509-ECF4-4DEA-A7BC-9CCB44B3CFCA}">
      <dsp:nvSpPr>
        <dsp:cNvPr id="0" name=""/>
        <dsp:cNvSpPr/>
      </dsp:nvSpPr>
      <dsp:spPr>
        <a:xfrm>
          <a:off x="154318" y="1348407"/>
          <a:ext cx="2095032" cy="1291624"/>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t" anchorCtr="0">
          <a:noAutofit/>
        </a:bodyPr>
        <a:lstStyle/>
        <a:p>
          <a:pPr marL="0" lvl="0" indent="0" algn="ctr" defTabSz="444500" rtl="0">
            <a:lnSpc>
              <a:spcPct val="90000"/>
            </a:lnSpc>
            <a:spcBef>
              <a:spcPct val="0"/>
            </a:spcBef>
            <a:spcAft>
              <a:spcPct val="35000"/>
            </a:spcAft>
            <a:buNone/>
          </a:pPr>
          <a:r>
            <a:rPr lang="mi-NZ" sz="1000" b="1" kern="1200"/>
            <a:t>Whakamātautau huatau</a:t>
          </a:r>
          <a:r>
            <a:rPr lang="mi-NZ" sz="1000" kern="1200"/>
            <a:t> e ai ki tētahi whakapātari, whai wāhitanga rānei</a:t>
          </a:r>
        </a:p>
        <a:p>
          <a:pPr marL="57150" lvl="1" indent="-57150" algn="ctr" defTabSz="355600" rtl="0">
            <a:lnSpc>
              <a:spcPct val="90000"/>
            </a:lnSpc>
            <a:spcBef>
              <a:spcPct val="0"/>
            </a:spcBef>
            <a:spcAft>
              <a:spcPct val="15000"/>
            </a:spcAft>
            <a:buChar char="•"/>
          </a:pPr>
          <a:r>
            <a:rPr lang="mi-NZ" sz="800" kern="1200"/>
            <a:t>rapu urupare mō ō huatau mai i te kaiwhakamahi tūturu</a:t>
          </a:r>
        </a:p>
        <a:p>
          <a:pPr marL="57150" lvl="1" indent="-57150" algn="ctr" defTabSz="355600" rtl="0">
            <a:lnSpc>
              <a:spcPct val="90000"/>
            </a:lnSpc>
            <a:spcBef>
              <a:spcPct val="0"/>
            </a:spcBef>
            <a:spcAft>
              <a:spcPct val="15000"/>
            </a:spcAft>
            <a:buChar char="•"/>
          </a:pPr>
          <a:r>
            <a:rPr lang="mi-NZ" sz="800" kern="1200"/>
            <a:t>whakaatu kaua e kōrero</a:t>
          </a:r>
        </a:p>
        <a:p>
          <a:pPr marL="57150" lvl="1" indent="-57150" algn="ctr" defTabSz="355600" rtl="0">
            <a:lnSpc>
              <a:spcPct val="90000"/>
            </a:lnSpc>
            <a:spcBef>
              <a:spcPct val="0"/>
            </a:spcBef>
            <a:spcAft>
              <a:spcPct val="15000"/>
            </a:spcAft>
            <a:buChar char="•"/>
          </a:pPr>
          <a:r>
            <a:rPr lang="mi-NZ" sz="800" kern="1200"/>
            <a:t>mahia anō </a:t>
          </a:r>
        </a:p>
        <a:p>
          <a:pPr marL="57150" lvl="1" indent="-57150" algn="ctr" defTabSz="355600" rtl="0">
            <a:lnSpc>
              <a:spcPct val="90000"/>
            </a:lnSpc>
            <a:spcBef>
              <a:spcPct val="0"/>
            </a:spcBef>
            <a:spcAft>
              <a:spcPct val="15000"/>
            </a:spcAft>
            <a:buChar char="•"/>
          </a:pPr>
          <a:r>
            <a:rPr lang="mi-NZ" sz="800" kern="1200"/>
            <a:t>me whakapai haere tonu i tō hoahoa</a:t>
          </a:r>
        </a:p>
      </dsp:txBody>
      <dsp:txXfrm>
        <a:off x="217370" y="1411459"/>
        <a:ext cx="1968928" cy="1165520"/>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F6323-82B3-4473-951A-6715FE4E1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Bike Ready simple template</Template>
  <TotalTime>33</TotalTime>
  <Pages>13</Pages>
  <Words>3444</Words>
  <Characters>19636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NZ Transport Agency</Company>
  <LinksUpToDate>false</LinksUpToDate>
  <CharactersWithSpaces>23034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23</cp:revision>
  <dcterms:created xsi:type="dcterms:W3CDTF">2022-12-08T00:13:00Z</dcterms:created>
  <dcterms:modified xsi:type="dcterms:W3CDTF">2023-05-31T00:10:00Z</dcterms:modified>
</cp:coreProperties>
</file>